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CF7120C" w14:textId="77777777" w:rsidR="00244ACE" w:rsidRPr="001618B0" w:rsidRDefault="00244ACE">
      <w:pPr>
        <w:rPr>
          <w:rFonts w:ascii="SeoulNamsan B" w:eastAsia="SeoulNamsan B"/>
          <w:lang w:val="en-GB"/>
        </w:rPr>
      </w:pPr>
      <w:r w:rsidRPr="001618B0">
        <w:rPr>
          <w:rFonts w:ascii="SeoulNamsan B" w:eastAsia="SeoulNamsan B" w:hint="eastAsia"/>
          <w:noProof/>
        </w:rPr>
        <w:drawing>
          <wp:inline distT="0" distB="0" distL="0" distR="0" wp14:anchorId="43859F74" wp14:editId="78430BF0">
            <wp:extent cx="916940" cy="916940"/>
            <wp:effectExtent l="0" t="0" r="0" b="0"/>
            <wp:docPr id="1" name="Picture 1" descr="/Users/Heeseonkim/Google Drive/SICAF/2016/07.SICAF CI/WEB logo/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/Users/Heeseonkim/Google Drive/SICAF/2016/07.SICAF CI/WEB logo/3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6940" cy="916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D7C3659" w14:textId="77777777" w:rsidR="00244ACE" w:rsidRPr="001618B0" w:rsidRDefault="00244ACE">
      <w:pPr>
        <w:rPr>
          <w:rFonts w:ascii="SeoulNamsan B" w:eastAsia="SeoulNamsan B"/>
          <w:lang w:val="en-GB"/>
        </w:rPr>
      </w:pPr>
    </w:p>
    <w:p w14:paraId="713D9B97" w14:textId="77777777" w:rsidR="00244ACE" w:rsidRPr="001C21EF" w:rsidRDefault="00244ACE">
      <w:pPr>
        <w:rPr>
          <w:rFonts w:ascii="SeoulNamsan B" w:eastAsia="SeoulNamsan B"/>
          <w:b/>
          <w:color w:val="FF2850"/>
          <w:sz w:val="32"/>
          <w:lang w:val="en-GB"/>
        </w:rPr>
      </w:pPr>
      <w:r w:rsidRPr="001C21EF">
        <w:rPr>
          <w:rFonts w:ascii="SeoulNamsan B" w:eastAsia="SeoulNamsan B" w:hint="eastAsia"/>
          <w:b/>
          <w:color w:val="FF2850"/>
          <w:sz w:val="32"/>
          <w:lang w:val="en-GB"/>
        </w:rPr>
        <w:t xml:space="preserve">SICAF 2016 </w:t>
      </w:r>
      <w:r w:rsidR="00F83C71">
        <w:rPr>
          <w:rFonts w:ascii="SeoulNamsan B" w:eastAsia="SeoulNamsan B" w:hint="eastAsia"/>
          <w:b/>
          <w:color w:val="FF2850"/>
          <w:sz w:val="32"/>
          <w:lang w:val="en-GB"/>
        </w:rPr>
        <w:t>학생단편영화제</w:t>
      </w:r>
      <w:r w:rsidRPr="001C21EF">
        <w:rPr>
          <w:rFonts w:ascii="SeoulNamsan B" w:eastAsia="SeoulNamsan B" w:hint="eastAsia"/>
          <w:b/>
          <w:color w:val="FF2850"/>
          <w:sz w:val="32"/>
          <w:lang w:val="en-GB"/>
        </w:rPr>
        <w:t xml:space="preserve"> </w:t>
      </w:r>
    </w:p>
    <w:p w14:paraId="6386F6F3" w14:textId="77777777" w:rsidR="00F83C71" w:rsidRDefault="00F83C71" w:rsidP="004D0227">
      <w:pPr>
        <w:rPr>
          <w:rFonts w:ascii="SeoulNamsan B" w:eastAsia="SeoulNamsan B"/>
          <w:lang w:val="en-GB"/>
        </w:rPr>
      </w:pPr>
      <w:r>
        <w:rPr>
          <w:rFonts w:ascii="SeoulNamsan B" w:eastAsia="SeoulNamsan B"/>
          <w:lang w:val="en-GB"/>
        </w:rPr>
        <w:t xml:space="preserve">SICAF2016 Student Short Film Festival </w:t>
      </w:r>
    </w:p>
    <w:p w14:paraId="4BBCB54C" w14:textId="77777777" w:rsidR="00B336AC" w:rsidRDefault="00244ACE" w:rsidP="004D0227">
      <w:pPr>
        <w:rPr>
          <w:rFonts w:ascii="SeoulNamsan B" w:eastAsia="SeoulNamsan B"/>
          <w:lang w:val="en-GB"/>
        </w:rPr>
      </w:pPr>
      <w:r w:rsidRPr="00F014BD">
        <w:rPr>
          <w:rFonts w:ascii="SeoulNamsan B" w:eastAsia="SeoulNamsan B" w:hint="eastAsia"/>
          <w:lang w:val="en-GB"/>
        </w:rPr>
        <w:t>7월 6일(수) ~ 7월 10일(일)</w:t>
      </w:r>
    </w:p>
    <w:p w14:paraId="21840977" w14:textId="77777777" w:rsidR="00913C6A" w:rsidRDefault="00913C6A" w:rsidP="00913C6A">
      <w:pPr>
        <w:widowControl w:val="0"/>
        <w:autoSpaceDE w:val="0"/>
        <w:autoSpaceDN w:val="0"/>
        <w:adjustRightInd w:val="0"/>
        <w:rPr>
          <w:rFonts w:asciiTheme="majorEastAsia" w:eastAsiaTheme="majorEastAsia" w:hAnsiTheme="majorEastAsia" w:cs="08SeoulNamsan M"/>
          <w:color w:val="F5003D"/>
          <w:sz w:val="22"/>
          <w:szCs w:val="36"/>
        </w:rPr>
      </w:pPr>
    </w:p>
    <w:p w14:paraId="616BE070" w14:textId="77777777" w:rsidR="00913C6A" w:rsidRPr="00913C6A" w:rsidRDefault="00913C6A" w:rsidP="00913C6A">
      <w:pPr>
        <w:widowControl w:val="0"/>
        <w:autoSpaceDE w:val="0"/>
        <w:autoSpaceDN w:val="0"/>
        <w:adjustRightInd w:val="0"/>
        <w:rPr>
          <w:rFonts w:ascii="SeoulNamsan M" w:eastAsia="SeoulNamsan M" w:hAnsiTheme="majorEastAsia" w:cs="08SeoulNamsan M"/>
          <w:b/>
          <w:color w:val="F5003D"/>
          <w:szCs w:val="36"/>
        </w:rPr>
      </w:pPr>
      <w:r w:rsidRPr="00913C6A">
        <w:rPr>
          <w:rFonts w:ascii="SeoulNamsan M" w:eastAsia="SeoulNamsan M" w:hAnsiTheme="majorEastAsia" w:cs="08SeoulNamsan M" w:hint="eastAsia"/>
          <w:b/>
          <w:color w:val="F5003D"/>
          <w:szCs w:val="36"/>
        </w:rPr>
        <w:t>SICAF 2016 Student Short film festival (SICAF SSFF 2016) 가</w:t>
      </w:r>
    </w:p>
    <w:p w14:paraId="028E0A19" w14:textId="77777777" w:rsidR="00913C6A" w:rsidRPr="00913C6A" w:rsidRDefault="00913C6A" w:rsidP="00913C6A">
      <w:pPr>
        <w:widowControl w:val="0"/>
        <w:autoSpaceDE w:val="0"/>
        <w:autoSpaceDN w:val="0"/>
        <w:adjustRightInd w:val="0"/>
        <w:rPr>
          <w:rFonts w:ascii="SeoulNamsan M" w:eastAsia="SeoulNamsan M" w:hAnsiTheme="majorEastAsia" w:cs="08SeoulNamsan M"/>
          <w:b/>
          <w:color w:val="F5003D"/>
          <w:szCs w:val="36"/>
        </w:rPr>
      </w:pPr>
      <w:r w:rsidRPr="00913C6A">
        <w:rPr>
          <w:rFonts w:ascii="SeoulNamsan M" w:eastAsia="SeoulNamsan M" w:hAnsiTheme="majorEastAsia" w:cs="08SeoulNamsan M" w:hint="eastAsia"/>
          <w:b/>
          <w:color w:val="F5003D"/>
          <w:szCs w:val="36"/>
        </w:rPr>
        <w:t>2016년 2월 1일부터 4월 1일까지 시카프 공식 웹사이트(http://sicaf.org) 에서 개최됩니다.</w:t>
      </w:r>
    </w:p>
    <w:p w14:paraId="1E2619A8" w14:textId="77777777" w:rsidR="00913C6A" w:rsidRPr="00913C6A" w:rsidRDefault="00913C6A" w:rsidP="00913C6A">
      <w:pPr>
        <w:widowControl w:val="0"/>
        <w:autoSpaceDE w:val="0"/>
        <w:autoSpaceDN w:val="0"/>
        <w:adjustRightInd w:val="0"/>
        <w:rPr>
          <w:rFonts w:ascii="SeoulNamsan M" w:eastAsia="SeoulNamsan M" w:hAnsiTheme="majorEastAsia" w:cs="08SeoulNamsan M"/>
          <w:b/>
          <w:color w:val="535353"/>
          <w:szCs w:val="36"/>
        </w:rPr>
      </w:pPr>
    </w:p>
    <w:p w14:paraId="36B2FAD5" w14:textId="77777777" w:rsidR="00913C6A" w:rsidRDefault="00913C6A" w:rsidP="00913C6A">
      <w:pPr>
        <w:widowControl w:val="0"/>
        <w:autoSpaceDE w:val="0"/>
        <w:autoSpaceDN w:val="0"/>
        <w:adjustRightInd w:val="0"/>
        <w:rPr>
          <w:rFonts w:ascii="08SeoulNamsan M" w:eastAsia="08SeoulNamsan M" w:cs="08SeoulNamsan M"/>
        </w:rPr>
      </w:pPr>
      <w:r>
        <w:rPr>
          <w:rFonts w:ascii="08SeoulNamsan M" w:eastAsia="08SeoulNamsan M" w:cs="08SeoulNamsan M" w:hint="eastAsia"/>
          <w:noProof/>
        </w:rPr>
        <w:drawing>
          <wp:inline distT="0" distB="0" distL="0" distR="0" wp14:anchorId="3F2DFE7C" wp14:editId="62889E1B">
            <wp:extent cx="1537335" cy="130208"/>
            <wp:effectExtent l="0" t="0" r="12065" b="0"/>
            <wp:docPr id="50" name="Picture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6902" cy="148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B4D7BB9" w14:textId="77777777" w:rsidR="00913C6A" w:rsidRDefault="00913C6A" w:rsidP="00913C6A">
      <w:pPr>
        <w:widowControl w:val="0"/>
        <w:autoSpaceDE w:val="0"/>
        <w:autoSpaceDN w:val="0"/>
        <w:adjustRightInd w:val="0"/>
        <w:rPr>
          <w:rFonts w:ascii="08SeoulNamsan M" w:eastAsia="08SeoulNamsan M" w:cs="08SeoulNamsan M"/>
        </w:rPr>
      </w:pPr>
    </w:p>
    <w:tbl>
      <w:tblPr>
        <w:tblW w:w="9191" w:type="dxa"/>
        <w:tblInd w:w="-118" w:type="dxa"/>
        <w:tblBorders>
          <w:top w:val="single" w:sz="8" w:space="0" w:color="F5003D"/>
          <w:left w:val="single" w:sz="8" w:space="0" w:color="F5003D"/>
          <w:right w:val="single" w:sz="8" w:space="0" w:color="F5003D"/>
        </w:tblBorders>
        <w:tblLayout w:type="fixed"/>
        <w:tblLook w:val="0000" w:firstRow="0" w:lastRow="0" w:firstColumn="0" w:lastColumn="0" w:noHBand="0" w:noVBand="0"/>
      </w:tblPr>
      <w:tblGrid>
        <w:gridCol w:w="2273"/>
        <w:gridCol w:w="2306"/>
        <w:gridCol w:w="2306"/>
        <w:gridCol w:w="2306"/>
      </w:tblGrid>
      <w:tr w:rsidR="00913C6A" w14:paraId="04B42930" w14:textId="77777777" w:rsidTr="00913C6A">
        <w:trPr>
          <w:trHeight w:val="624"/>
        </w:trPr>
        <w:tc>
          <w:tcPr>
            <w:tcW w:w="2273" w:type="dxa"/>
            <w:tcBorders>
              <w:top w:val="single" w:sz="8" w:space="0" w:color="F5003D"/>
              <w:bottom w:val="single" w:sz="8" w:space="0" w:color="F5003D"/>
              <w:right w:val="single" w:sz="8" w:space="0" w:color="F5003D"/>
            </w:tcBorders>
            <w:tcMar>
              <w:top w:w="200" w:type="nil"/>
              <w:left w:w="200" w:type="nil"/>
              <w:bottom w:w="200" w:type="nil"/>
              <w:right w:w="200" w:type="nil"/>
            </w:tcMar>
          </w:tcPr>
          <w:p w14:paraId="3690207B" w14:textId="77777777" w:rsidR="00913C6A" w:rsidRDefault="00913C6A">
            <w:pPr>
              <w:widowControl w:val="0"/>
              <w:autoSpaceDE w:val="0"/>
              <w:autoSpaceDN w:val="0"/>
              <w:adjustRightInd w:val="0"/>
              <w:rPr>
                <w:rFonts w:ascii="08SeoulNamsan M" w:eastAsia="08SeoulNamsan M" w:cs="08SeoulNamsan M"/>
                <w:color w:val="535353"/>
                <w:sz w:val="28"/>
                <w:szCs w:val="28"/>
              </w:rPr>
            </w:pPr>
            <w:r>
              <w:rPr>
                <w:rFonts w:ascii="08SeoulNamsan M" w:eastAsia="08SeoulNamsan M" w:cs="08SeoulNamsan M" w:hint="eastAsia"/>
                <w:noProof/>
              </w:rPr>
              <w:drawing>
                <wp:inline distT="0" distB="0" distL="0" distR="0" wp14:anchorId="2E266174" wp14:editId="11756B59">
                  <wp:extent cx="1318539" cy="946180"/>
                  <wp:effectExtent l="0" t="0" r="2540" b="0"/>
                  <wp:docPr id="49" name="Picture 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1205" cy="94809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06" w:type="dxa"/>
            <w:tcBorders>
              <w:top w:val="single" w:sz="8" w:space="0" w:color="F5003D"/>
              <w:left w:val="single" w:sz="8" w:space="0" w:color="F5003D"/>
              <w:bottom w:val="single" w:sz="8" w:space="0" w:color="F5003D"/>
              <w:right w:val="single" w:sz="8" w:space="0" w:color="F5003D"/>
            </w:tcBorders>
            <w:tcMar>
              <w:top w:w="200" w:type="nil"/>
              <w:left w:w="200" w:type="nil"/>
              <w:bottom w:w="200" w:type="nil"/>
              <w:right w:w="200" w:type="nil"/>
            </w:tcMar>
          </w:tcPr>
          <w:p w14:paraId="523AD1F8" w14:textId="77777777" w:rsidR="00913C6A" w:rsidRDefault="00913C6A">
            <w:pPr>
              <w:widowControl w:val="0"/>
              <w:autoSpaceDE w:val="0"/>
              <w:autoSpaceDN w:val="0"/>
              <w:adjustRightInd w:val="0"/>
              <w:rPr>
                <w:rFonts w:ascii="08SeoulNamsan M" w:eastAsia="08SeoulNamsan M" w:cs="08SeoulNamsan M"/>
                <w:color w:val="535353"/>
                <w:sz w:val="28"/>
                <w:szCs w:val="28"/>
              </w:rPr>
            </w:pPr>
            <w:r>
              <w:rPr>
                <w:rFonts w:ascii="08SeoulNamsan M" w:eastAsia="08SeoulNamsan M" w:cs="08SeoulNamsan M" w:hint="eastAsia"/>
                <w:noProof/>
              </w:rPr>
              <w:drawing>
                <wp:inline distT="0" distB="0" distL="0" distR="0" wp14:anchorId="60A3DE64" wp14:editId="099790DA">
                  <wp:extent cx="1324684" cy="950590"/>
                  <wp:effectExtent l="0" t="0" r="0" b="0"/>
                  <wp:docPr id="48" name="Picture 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1595" cy="9555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06" w:type="dxa"/>
            <w:tcBorders>
              <w:top w:val="single" w:sz="8" w:space="0" w:color="F5003D"/>
              <w:left w:val="single" w:sz="8" w:space="0" w:color="F5003D"/>
              <w:bottom w:val="single" w:sz="8" w:space="0" w:color="F5003D"/>
              <w:right w:val="single" w:sz="8" w:space="0" w:color="F5003D"/>
            </w:tcBorders>
            <w:tcMar>
              <w:top w:w="200" w:type="nil"/>
              <w:left w:w="200" w:type="nil"/>
              <w:bottom w:w="200" w:type="nil"/>
              <w:right w:w="200" w:type="nil"/>
            </w:tcMar>
          </w:tcPr>
          <w:p w14:paraId="3595F548" w14:textId="77777777" w:rsidR="00913C6A" w:rsidRDefault="00913C6A">
            <w:pPr>
              <w:widowControl w:val="0"/>
              <w:autoSpaceDE w:val="0"/>
              <w:autoSpaceDN w:val="0"/>
              <w:adjustRightInd w:val="0"/>
              <w:rPr>
                <w:rFonts w:ascii="08SeoulNamsan M" w:eastAsia="08SeoulNamsan M" w:cs="08SeoulNamsan M"/>
                <w:color w:val="535353"/>
                <w:sz w:val="28"/>
                <w:szCs w:val="28"/>
              </w:rPr>
            </w:pPr>
            <w:r>
              <w:rPr>
                <w:rFonts w:ascii="08SeoulNamsan M" w:eastAsia="08SeoulNamsan M" w:cs="08SeoulNamsan M" w:hint="eastAsia"/>
                <w:noProof/>
              </w:rPr>
              <w:drawing>
                <wp:inline distT="0" distB="0" distL="0" distR="0" wp14:anchorId="169CAB9A" wp14:editId="136FF376">
                  <wp:extent cx="1318539" cy="946180"/>
                  <wp:effectExtent l="0" t="0" r="2540" b="0"/>
                  <wp:docPr id="47" name="Picture 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1460" cy="9482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06" w:type="dxa"/>
            <w:tcBorders>
              <w:top w:val="single" w:sz="8" w:space="0" w:color="F5003D"/>
              <w:left w:val="single" w:sz="8" w:space="0" w:color="F5003D"/>
              <w:bottom w:val="single" w:sz="8" w:space="0" w:color="F5003D"/>
            </w:tcBorders>
            <w:tcMar>
              <w:top w:w="200" w:type="nil"/>
              <w:left w:w="200" w:type="nil"/>
              <w:bottom w:w="200" w:type="nil"/>
              <w:right w:w="200" w:type="nil"/>
            </w:tcMar>
          </w:tcPr>
          <w:p w14:paraId="54EF8AFF" w14:textId="77777777" w:rsidR="00913C6A" w:rsidRDefault="00913C6A">
            <w:pPr>
              <w:widowControl w:val="0"/>
              <w:autoSpaceDE w:val="0"/>
              <w:autoSpaceDN w:val="0"/>
              <w:adjustRightInd w:val="0"/>
              <w:rPr>
                <w:rFonts w:ascii="08SeoulNamsan M" w:eastAsia="08SeoulNamsan M" w:cs="08SeoulNamsan M"/>
                <w:color w:val="535353"/>
                <w:sz w:val="28"/>
                <w:szCs w:val="28"/>
              </w:rPr>
            </w:pPr>
            <w:r>
              <w:rPr>
                <w:rFonts w:ascii="08SeoulNamsan M" w:eastAsia="08SeoulNamsan M" w:cs="08SeoulNamsan M" w:hint="eastAsia"/>
                <w:noProof/>
              </w:rPr>
              <w:drawing>
                <wp:inline distT="0" distB="0" distL="0" distR="0" wp14:anchorId="48DBB867" wp14:editId="303E2CA6">
                  <wp:extent cx="1356582" cy="973480"/>
                  <wp:effectExtent l="0" t="0" r="0" b="0"/>
                  <wp:docPr id="46" name="Picture 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3347" cy="978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13C6A" w14:paraId="44A3DFA0" w14:textId="77777777" w:rsidTr="00913C6A">
        <w:tblPrEx>
          <w:tblBorders>
            <w:top w:val="none" w:sz="0" w:space="0" w:color="auto"/>
          </w:tblBorders>
        </w:tblPrEx>
        <w:trPr>
          <w:trHeight w:val="118"/>
        </w:trPr>
        <w:tc>
          <w:tcPr>
            <w:tcW w:w="2273" w:type="dxa"/>
            <w:tcBorders>
              <w:top w:val="single" w:sz="8" w:space="0" w:color="F5003D"/>
              <w:bottom w:val="single" w:sz="8" w:space="0" w:color="F5003D"/>
              <w:right w:val="single" w:sz="8" w:space="0" w:color="F5003D"/>
            </w:tcBorders>
            <w:tcMar>
              <w:top w:w="200" w:type="nil"/>
              <w:left w:w="200" w:type="nil"/>
              <w:bottom w:w="200" w:type="nil"/>
              <w:right w:w="200" w:type="nil"/>
            </w:tcMar>
          </w:tcPr>
          <w:p w14:paraId="0E9CD408" w14:textId="77777777" w:rsidR="00913C6A" w:rsidRPr="00913C6A" w:rsidRDefault="00913C6A" w:rsidP="00913C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SeoulNamsan B" w:eastAsia="SeoulNamsan B" w:cs="08SeoulNamsan M"/>
                <w:color w:val="535353"/>
                <w:sz w:val="21"/>
                <w:szCs w:val="20"/>
              </w:rPr>
            </w:pPr>
            <w:r w:rsidRPr="00913C6A">
              <w:rPr>
                <w:rFonts w:ascii="SeoulNamsan B" w:eastAsia="SeoulNamsan B" w:cs="08SeoulNamsan M" w:hint="eastAsia"/>
                <w:color w:val="535353"/>
                <w:sz w:val="21"/>
                <w:szCs w:val="20"/>
              </w:rPr>
              <w:t>메이드인스쿨</w:t>
            </w:r>
          </w:p>
        </w:tc>
        <w:tc>
          <w:tcPr>
            <w:tcW w:w="2306" w:type="dxa"/>
            <w:tcBorders>
              <w:top w:val="single" w:sz="8" w:space="0" w:color="F5003D"/>
              <w:left w:val="single" w:sz="8" w:space="0" w:color="F5003D"/>
              <w:bottom w:val="single" w:sz="8" w:space="0" w:color="F5003D"/>
              <w:right w:val="single" w:sz="8" w:space="0" w:color="F5003D"/>
            </w:tcBorders>
            <w:tcMar>
              <w:top w:w="200" w:type="nil"/>
              <w:left w:w="200" w:type="nil"/>
              <w:bottom w:w="200" w:type="nil"/>
              <w:right w:w="200" w:type="nil"/>
            </w:tcMar>
          </w:tcPr>
          <w:p w14:paraId="317EF639" w14:textId="77777777" w:rsidR="00913C6A" w:rsidRPr="00913C6A" w:rsidRDefault="00913C6A" w:rsidP="00913C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SeoulNamsan B" w:eastAsia="SeoulNamsan B" w:cs="08SeoulNamsan M"/>
                <w:color w:val="535353"/>
                <w:sz w:val="21"/>
                <w:szCs w:val="20"/>
              </w:rPr>
            </w:pPr>
            <w:r w:rsidRPr="00913C6A">
              <w:rPr>
                <w:rFonts w:ascii="SeoulNamsan B" w:eastAsia="SeoulNamsan B" w:cs="08SeoulNamsan M" w:hint="eastAsia"/>
                <w:color w:val="535353"/>
                <w:sz w:val="21"/>
                <w:szCs w:val="20"/>
              </w:rPr>
              <w:t>언더 15</w:t>
            </w:r>
          </w:p>
        </w:tc>
        <w:tc>
          <w:tcPr>
            <w:tcW w:w="2306" w:type="dxa"/>
            <w:tcBorders>
              <w:top w:val="single" w:sz="8" w:space="0" w:color="F5003D"/>
              <w:left w:val="single" w:sz="8" w:space="0" w:color="F5003D"/>
              <w:bottom w:val="single" w:sz="8" w:space="0" w:color="F5003D"/>
              <w:right w:val="single" w:sz="8" w:space="0" w:color="F5003D"/>
            </w:tcBorders>
            <w:tcMar>
              <w:top w:w="200" w:type="nil"/>
              <w:left w:w="200" w:type="nil"/>
              <w:bottom w:w="200" w:type="nil"/>
              <w:right w:w="200" w:type="nil"/>
            </w:tcMar>
          </w:tcPr>
          <w:p w14:paraId="6EB8AED6" w14:textId="77777777" w:rsidR="00913C6A" w:rsidRPr="00913C6A" w:rsidRDefault="00913C6A" w:rsidP="00913C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SeoulNamsan B" w:eastAsia="SeoulNamsan B" w:cs="08SeoulNamsan M"/>
                <w:color w:val="535353"/>
                <w:sz w:val="21"/>
                <w:szCs w:val="20"/>
              </w:rPr>
            </w:pPr>
            <w:r w:rsidRPr="00913C6A">
              <w:rPr>
                <w:rFonts w:ascii="SeoulNamsan B" w:eastAsia="SeoulNamsan B" w:cs="08SeoulNamsan M" w:hint="eastAsia"/>
                <w:color w:val="535353"/>
                <w:sz w:val="21"/>
                <w:szCs w:val="20"/>
              </w:rPr>
              <w:t>별의 별</w:t>
            </w:r>
          </w:p>
        </w:tc>
        <w:tc>
          <w:tcPr>
            <w:tcW w:w="2306" w:type="dxa"/>
            <w:tcBorders>
              <w:top w:val="single" w:sz="8" w:space="0" w:color="F5003D"/>
              <w:left w:val="single" w:sz="8" w:space="0" w:color="F5003D"/>
              <w:bottom w:val="single" w:sz="8" w:space="0" w:color="F5003D"/>
            </w:tcBorders>
            <w:tcMar>
              <w:top w:w="200" w:type="nil"/>
              <w:left w:w="200" w:type="nil"/>
              <w:bottom w:w="200" w:type="nil"/>
              <w:right w:w="200" w:type="nil"/>
            </w:tcMar>
          </w:tcPr>
          <w:p w14:paraId="3E18488B" w14:textId="77777777" w:rsidR="00913C6A" w:rsidRPr="00913C6A" w:rsidRDefault="00913C6A" w:rsidP="00913C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SeoulNamsan B" w:eastAsia="SeoulNamsan B" w:cs="08SeoulNamsan M"/>
                <w:color w:val="535353"/>
                <w:sz w:val="21"/>
                <w:szCs w:val="20"/>
              </w:rPr>
            </w:pPr>
            <w:r w:rsidRPr="00913C6A">
              <w:rPr>
                <w:rFonts w:ascii="SeoulNamsan B" w:eastAsia="SeoulNamsan B" w:cs="08SeoulNamsan M" w:hint="eastAsia"/>
                <w:color w:val="535353"/>
                <w:sz w:val="21"/>
                <w:szCs w:val="20"/>
              </w:rPr>
              <w:t>빅뱅</w:t>
            </w:r>
          </w:p>
        </w:tc>
      </w:tr>
      <w:tr w:rsidR="00913C6A" w14:paraId="506CF318" w14:textId="77777777" w:rsidTr="00913C6A">
        <w:tblPrEx>
          <w:tblBorders>
            <w:top w:val="none" w:sz="0" w:space="0" w:color="auto"/>
            <w:bottom w:val="single" w:sz="8" w:space="0" w:color="F5003D"/>
          </w:tblBorders>
        </w:tblPrEx>
        <w:trPr>
          <w:trHeight w:val="756"/>
        </w:trPr>
        <w:tc>
          <w:tcPr>
            <w:tcW w:w="2273" w:type="dxa"/>
            <w:tcBorders>
              <w:top w:val="single" w:sz="8" w:space="0" w:color="F5003D"/>
              <w:bottom w:val="single" w:sz="8" w:space="0" w:color="F5003D"/>
              <w:right w:val="single" w:sz="8" w:space="0" w:color="F5003D"/>
            </w:tcBorders>
            <w:tcMar>
              <w:top w:w="200" w:type="nil"/>
              <w:left w:w="200" w:type="nil"/>
              <w:bottom w:w="200" w:type="nil"/>
              <w:right w:w="200" w:type="nil"/>
            </w:tcMar>
          </w:tcPr>
          <w:p w14:paraId="5DC6E2E0" w14:textId="77777777" w:rsidR="00913C6A" w:rsidRPr="00913C6A" w:rsidRDefault="00913C6A" w:rsidP="00913C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08SeoulNamsan M" w:eastAsia="08SeoulNamsan M" w:cs="08SeoulNamsan M"/>
                <w:color w:val="535353"/>
                <w:sz w:val="20"/>
                <w:szCs w:val="20"/>
              </w:rPr>
            </w:pPr>
            <w:r w:rsidRPr="00913C6A">
              <w:rPr>
                <w:rFonts w:ascii="08SeoulNamsan M" w:eastAsia="08SeoulNamsan M" w:cs="08SeoulNamsan M" w:hint="eastAsia"/>
                <w:color w:val="535353"/>
                <w:sz w:val="20"/>
                <w:szCs w:val="20"/>
              </w:rPr>
              <w:t>그동안</w:t>
            </w:r>
            <w:r w:rsidRPr="00913C6A">
              <w:rPr>
                <w:rFonts w:ascii="08SeoulNamsan M" w:eastAsia="08SeoulNamsan M" w:cs="08SeoulNamsan M"/>
                <w:color w:val="535353"/>
                <w:sz w:val="20"/>
                <w:szCs w:val="20"/>
              </w:rPr>
              <w:t xml:space="preserve"> </w:t>
            </w:r>
            <w:r w:rsidRPr="00913C6A">
              <w:rPr>
                <w:rFonts w:ascii="08SeoulNamsan M" w:eastAsia="08SeoulNamsan M" w:cs="08SeoulNamsan M" w:hint="eastAsia"/>
                <w:color w:val="535353"/>
                <w:sz w:val="20"/>
                <w:szCs w:val="20"/>
              </w:rPr>
              <w:t>하드속에</w:t>
            </w:r>
            <w:r w:rsidRPr="00913C6A">
              <w:rPr>
                <w:rFonts w:ascii="08SeoulNamsan M" w:eastAsia="08SeoulNamsan M" w:cs="08SeoulNamsan M"/>
                <w:color w:val="535353"/>
                <w:sz w:val="20"/>
                <w:szCs w:val="20"/>
              </w:rPr>
              <w:t xml:space="preserve"> </w:t>
            </w:r>
            <w:r w:rsidRPr="00913C6A">
              <w:rPr>
                <w:rFonts w:ascii="08SeoulNamsan M" w:eastAsia="08SeoulNamsan M" w:cs="08SeoulNamsan M" w:hint="eastAsia"/>
                <w:color w:val="535353"/>
                <w:sz w:val="20"/>
                <w:szCs w:val="20"/>
              </w:rPr>
              <w:t>고이</w:t>
            </w:r>
            <w:r w:rsidRPr="00913C6A">
              <w:rPr>
                <w:rFonts w:ascii="08SeoulNamsan M" w:eastAsia="08SeoulNamsan M" w:cs="08SeoulNamsan M"/>
                <w:color w:val="535353"/>
                <w:sz w:val="20"/>
                <w:szCs w:val="20"/>
              </w:rPr>
              <w:t xml:space="preserve"> </w:t>
            </w:r>
            <w:r w:rsidRPr="00913C6A">
              <w:rPr>
                <w:rFonts w:ascii="08SeoulNamsan M" w:eastAsia="08SeoulNamsan M" w:cs="08SeoulNamsan M" w:hint="eastAsia"/>
                <w:color w:val="535353"/>
                <w:sz w:val="20"/>
                <w:szCs w:val="20"/>
              </w:rPr>
              <w:t>머물렀던</w:t>
            </w:r>
            <w:r w:rsidRPr="00913C6A">
              <w:rPr>
                <w:rFonts w:ascii="08SeoulNamsan M" w:eastAsia="08SeoulNamsan M" w:cs="08SeoulNamsan M"/>
                <w:color w:val="535353"/>
                <w:sz w:val="20"/>
                <w:szCs w:val="20"/>
              </w:rPr>
              <w:t xml:space="preserve"> </w:t>
            </w:r>
            <w:r w:rsidRPr="00913C6A">
              <w:rPr>
                <w:rFonts w:ascii="08SeoulNamsan M" w:eastAsia="08SeoulNamsan M" w:cs="08SeoulNamsan M" w:hint="eastAsia"/>
                <w:color w:val="535353"/>
                <w:sz w:val="20"/>
                <w:szCs w:val="20"/>
              </w:rPr>
              <w:t>과제작</w:t>
            </w:r>
            <w:r w:rsidRPr="00913C6A">
              <w:rPr>
                <w:rFonts w:ascii="08SeoulNamsan M" w:eastAsia="08SeoulNamsan M" w:cs="08SeoulNamsan M"/>
                <w:color w:val="535353"/>
                <w:sz w:val="20"/>
                <w:szCs w:val="20"/>
              </w:rPr>
              <w:t xml:space="preserve">, </w:t>
            </w:r>
            <w:r w:rsidRPr="00913C6A">
              <w:rPr>
                <w:rFonts w:ascii="08SeoulNamsan M" w:eastAsia="08SeoulNamsan M" w:cs="08SeoulNamsan M" w:hint="eastAsia"/>
                <w:color w:val="535353"/>
                <w:sz w:val="20"/>
                <w:szCs w:val="20"/>
              </w:rPr>
              <w:t>졸업작들을</w:t>
            </w:r>
            <w:r w:rsidRPr="00913C6A">
              <w:rPr>
                <w:rFonts w:ascii="08SeoulNamsan M" w:eastAsia="08SeoulNamsan M" w:cs="08SeoulNamsan M"/>
                <w:color w:val="535353"/>
                <w:sz w:val="20"/>
                <w:szCs w:val="20"/>
              </w:rPr>
              <w:t xml:space="preserve"> </w:t>
            </w:r>
            <w:r w:rsidRPr="00913C6A">
              <w:rPr>
                <w:rFonts w:ascii="08SeoulNamsan M" w:eastAsia="08SeoulNamsan M" w:cs="08SeoulNamsan M" w:hint="eastAsia"/>
                <w:color w:val="535353"/>
                <w:sz w:val="20"/>
                <w:szCs w:val="20"/>
              </w:rPr>
              <w:t>해방시켜라</w:t>
            </w:r>
            <w:r w:rsidRPr="00913C6A">
              <w:rPr>
                <w:rFonts w:ascii="08SeoulNamsan M" w:eastAsia="08SeoulNamsan M" w:cs="08SeoulNamsan M"/>
                <w:color w:val="535353"/>
                <w:sz w:val="20"/>
                <w:szCs w:val="20"/>
              </w:rPr>
              <w:t>.</w:t>
            </w:r>
          </w:p>
        </w:tc>
        <w:tc>
          <w:tcPr>
            <w:tcW w:w="2306" w:type="dxa"/>
            <w:tcBorders>
              <w:top w:val="single" w:sz="8" w:space="0" w:color="F5003D"/>
              <w:left w:val="single" w:sz="8" w:space="0" w:color="F5003D"/>
              <w:bottom w:val="single" w:sz="8" w:space="0" w:color="F5003D"/>
              <w:right w:val="single" w:sz="8" w:space="0" w:color="F5003D"/>
            </w:tcBorders>
            <w:tcMar>
              <w:top w:w="200" w:type="nil"/>
              <w:left w:w="200" w:type="nil"/>
              <w:bottom w:w="200" w:type="nil"/>
              <w:right w:w="200" w:type="nil"/>
            </w:tcMar>
          </w:tcPr>
          <w:p w14:paraId="31FA9ED7" w14:textId="77777777" w:rsidR="00913C6A" w:rsidRPr="00913C6A" w:rsidRDefault="00913C6A" w:rsidP="00913C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08SeoulNamsan M" w:eastAsia="08SeoulNamsan M" w:cs="08SeoulNamsan M"/>
                <w:color w:val="535353"/>
                <w:sz w:val="20"/>
                <w:szCs w:val="20"/>
              </w:rPr>
            </w:pPr>
            <w:r w:rsidRPr="00913C6A">
              <w:rPr>
                <w:rFonts w:ascii="08SeoulNamsan M" w:eastAsia="08SeoulNamsan M" w:cs="08SeoulNamsan M" w:hint="eastAsia"/>
                <w:color w:val="535353"/>
                <w:sz w:val="20"/>
                <w:szCs w:val="20"/>
              </w:rPr>
              <w:t>모든</w:t>
            </w:r>
            <w:r w:rsidRPr="00913C6A">
              <w:rPr>
                <w:rFonts w:ascii="08SeoulNamsan M" w:eastAsia="08SeoulNamsan M" w:cs="08SeoulNamsan M"/>
                <w:color w:val="535353"/>
                <w:sz w:val="20"/>
                <w:szCs w:val="20"/>
              </w:rPr>
              <w:t xml:space="preserve"> </w:t>
            </w:r>
            <w:r w:rsidRPr="00913C6A">
              <w:rPr>
                <w:rFonts w:ascii="08SeoulNamsan M" w:eastAsia="08SeoulNamsan M" w:cs="08SeoulNamsan M" w:hint="eastAsia"/>
                <w:color w:val="535353"/>
                <w:sz w:val="20"/>
                <w:szCs w:val="20"/>
              </w:rPr>
              <w:t>것은</w:t>
            </w:r>
            <w:r w:rsidRPr="00913C6A">
              <w:rPr>
                <w:rFonts w:ascii="08SeoulNamsan M" w:eastAsia="08SeoulNamsan M" w:cs="08SeoulNamsan M"/>
                <w:color w:val="535353"/>
                <w:sz w:val="20"/>
                <w:szCs w:val="20"/>
              </w:rPr>
              <w:t xml:space="preserve"> 15</w:t>
            </w:r>
            <w:r w:rsidRPr="00913C6A">
              <w:rPr>
                <w:rFonts w:ascii="08SeoulNamsan M" w:eastAsia="08SeoulNamsan M" w:cs="08SeoulNamsan M" w:hint="eastAsia"/>
                <w:color w:val="535353"/>
                <w:sz w:val="20"/>
                <w:szCs w:val="20"/>
              </w:rPr>
              <w:t>초</w:t>
            </w:r>
            <w:r w:rsidRPr="00913C6A">
              <w:rPr>
                <w:rFonts w:ascii="08SeoulNamsan M" w:eastAsia="08SeoulNamsan M" w:cs="08SeoulNamsan M"/>
                <w:color w:val="535353"/>
                <w:sz w:val="20"/>
                <w:szCs w:val="20"/>
              </w:rPr>
              <w:t xml:space="preserve"> </w:t>
            </w:r>
            <w:r w:rsidRPr="00913C6A">
              <w:rPr>
                <w:rFonts w:ascii="08SeoulNamsan M" w:eastAsia="08SeoulNamsan M" w:cs="08SeoulNamsan M" w:hint="eastAsia"/>
                <w:color w:val="535353"/>
                <w:sz w:val="20"/>
                <w:szCs w:val="20"/>
              </w:rPr>
              <w:t>내에</w:t>
            </w:r>
            <w:r w:rsidRPr="00913C6A">
              <w:rPr>
                <w:rFonts w:ascii="08SeoulNamsan M" w:eastAsia="08SeoulNamsan M" w:cs="08SeoulNamsan M"/>
                <w:color w:val="535353"/>
                <w:sz w:val="20"/>
                <w:szCs w:val="20"/>
              </w:rPr>
              <w:t xml:space="preserve"> </w:t>
            </w:r>
            <w:r w:rsidRPr="00913C6A">
              <w:rPr>
                <w:rFonts w:ascii="08SeoulNamsan M" w:eastAsia="08SeoulNamsan M" w:cs="08SeoulNamsan M" w:hint="eastAsia"/>
                <w:color w:val="535353"/>
                <w:sz w:val="20"/>
                <w:szCs w:val="20"/>
              </w:rPr>
              <w:t>끝난다</w:t>
            </w:r>
            <w:r w:rsidRPr="00913C6A">
              <w:rPr>
                <w:rFonts w:ascii="08SeoulNamsan M" w:eastAsia="08SeoulNamsan M" w:cs="08SeoulNamsan M"/>
                <w:color w:val="535353"/>
                <w:sz w:val="20"/>
                <w:szCs w:val="20"/>
              </w:rPr>
              <w:t>!</w:t>
            </w:r>
          </w:p>
        </w:tc>
        <w:tc>
          <w:tcPr>
            <w:tcW w:w="2306" w:type="dxa"/>
            <w:tcBorders>
              <w:top w:val="single" w:sz="8" w:space="0" w:color="F5003D"/>
              <w:left w:val="single" w:sz="8" w:space="0" w:color="F5003D"/>
              <w:bottom w:val="single" w:sz="8" w:space="0" w:color="F5003D"/>
              <w:right w:val="single" w:sz="8" w:space="0" w:color="F5003D"/>
            </w:tcBorders>
            <w:tcMar>
              <w:top w:w="200" w:type="nil"/>
              <w:left w:w="200" w:type="nil"/>
              <w:bottom w:w="200" w:type="nil"/>
              <w:right w:w="200" w:type="nil"/>
            </w:tcMar>
          </w:tcPr>
          <w:p w14:paraId="76AC746B" w14:textId="77777777" w:rsidR="00913C6A" w:rsidRPr="00913C6A" w:rsidRDefault="00913C6A" w:rsidP="00913C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08SeoulNamsan M" w:eastAsia="08SeoulNamsan M" w:cs="08SeoulNamsan M"/>
                <w:color w:val="535353"/>
                <w:sz w:val="20"/>
                <w:szCs w:val="20"/>
              </w:rPr>
            </w:pPr>
            <w:r w:rsidRPr="00913C6A">
              <w:rPr>
                <w:rFonts w:ascii="08SeoulNamsan M" w:eastAsia="08SeoulNamsan M" w:cs="08SeoulNamsan M" w:hint="eastAsia"/>
                <w:color w:val="535353"/>
                <w:sz w:val="20"/>
                <w:szCs w:val="20"/>
              </w:rPr>
              <w:t>빛나라</w:t>
            </w:r>
            <w:r w:rsidRPr="00913C6A">
              <w:rPr>
                <w:rFonts w:ascii="08SeoulNamsan M" w:eastAsia="08SeoulNamsan M" w:cs="08SeoulNamsan M"/>
                <w:color w:val="535353"/>
                <w:sz w:val="20"/>
                <w:szCs w:val="20"/>
              </w:rPr>
              <w:t xml:space="preserve"> </w:t>
            </w:r>
            <w:r w:rsidRPr="00913C6A">
              <w:rPr>
                <w:rFonts w:ascii="08SeoulNamsan M" w:eastAsia="08SeoulNamsan M" w:cs="08SeoulNamsan M" w:hint="eastAsia"/>
                <w:color w:val="535353"/>
                <w:sz w:val="20"/>
                <w:szCs w:val="20"/>
              </w:rPr>
              <w:t>팬들의</w:t>
            </w:r>
            <w:r w:rsidRPr="00913C6A">
              <w:rPr>
                <w:rFonts w:ascii="08SeoulNamsan M" w:eastAsia="08SeoulNamsan M" w:cs="08SeoulNamsan M"/>
                <w:color w:val="535353"/>
                <w:sz w:val="20"/>
                <w:szCs w:val="20"/>
              </w:rPr>
              <w:t xml:space="preserve"> </w:t>
            </w:r>
            <w:r w:rsidRPr="00913C6A">
              <w:rPr>
                <w:rFonts w:ascii="08SeoulNamsan M" w:eastAsia="08SeoulNamsan M" w:cs="08SeoulNamsan M" w:hint="eastAsia"/>
                <w:color w:val="535353"/>
                <w:sz w:val="20"/>
                <w:szCs w:val="20"/>
              </w:rPr>
              <w:t>별</w:t>
            </w:r>
            <w:r w:rsidRPr="00913C6A">
              <w:rPr>
                <w:rFonts w:ascii="08SeoulNamsan M" w:eastAsia="08SeoulNamsan M" w:cs="08SeoulNamsan M"/>
                <w:color w:val="535353"/>
                <w:sz w:val="20"/>
                <w:szCs w:val="20"/>
              </w:rPr>
              <w:t>!</w:t>
            </w:r>
          </w:p>
        </w:tc>
        <w:tc>
          <w:tcPr>
            <w:tcW w:w="2306" w:type="dxa"/>
            <w:tcBorders>
              <w:top w:val="single" w:sz="8" w:space="0" w:color="F5003D"/>
              <w:left w:val="single" w:sz="8" w:space="0" w:color="F5003D"/>
              <w:bottom w:val="single" w:sz="8" w:space="0" w:color="F5003D"/>
            </w:tcBorders>
            <w:tcMar>
              <w:top w:w="200" w:type="nil"/>
              <w:left w:w="200" w:type="nil"/>
              <w:bottom w:w="200" w:type="nil"/>
              <w:right w:w="200" w:type="nil"/>
            </w:tcMar>
          </w:tcPr>
          <w:p w14:paraId="50FB36AA" w14:textId="77777777" w:rsidR="00913C6A" w:rsidRPr="00913C6A" w:rsidRDefault="00913C6A" w:rsidP="00913C6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08SeoulNamsan M" w:eastAsia="08SeoulNamsan M" w:cs="08SeoulNamsan M"/>
                <w:color w:val="535353"/>
                <w:sz w:val="20"/>
                <w:szCs w:val="20"/>
              </w:rPr>
            </w:pPr>
            <w:r w:rsidRPr="00913C6A">
              <w:rPr>
                <w:rFonts w:ascii="08SeoulNamsan M" w:eastAsia="08SeoulNamsan M" w:cs="08SeoulNamsan M" w:hint="eastAsia"/>
                <w:color w:val="535353"/>
                <w:sz w:val="20"/>
                <w:szCs w:val="20"/>
              </w:rPr>
              <w:t>말</w:t>
            </w:r>
            <w:r w:rsidRPr="00913C6A">
              <w:rPr>
                <w:rFonts w:ascii="08SeoulNamsan M" w:eastAsia="08SeoulNamsan M" w:cs="08SeoulNamsan M"/>
                <w:color w:val="535353"/>
                <w:sz w:val="20"/>
                <w:szCs w:val="20"/>
              </w:rPr>
              <w:t xml:space="preserve"> </w:t>
            </w:r>
            <w:r w:rsidRPr="00913C6A">
              <w:rPr>
                <w:rFonts w:ascii="08SeoulNamsan M" w:eastAsia="08SeoulNamsan M" w:cs="08SeoulNamsan M" w:hint="eastAsia"/>
                <w:color w:val="535353"/>
                <w:sz w:val="20"/>
                <w:szCs w:val="20"/>
              </w:rPr>
              <w:t>그대로</w:t>
            </w:r>
            <w:r w:rsidRPr="00913C6A">
              <w:rPr>
                <w:rFonts w:ascii="08SeoulNamsan M" w:eastAsia="08SeoulNamsan M" w:cs="08SeoulNamsan M"/>
                <w:color w:val="535353"/>
                <w:sz w:val="20"/>
                <w:szCs w:val="20"/>
              </w:rPr>
              <w:t xml:space="preserve"> </w:t>
            </w:r>
            <w:r w:rsidRPr="00913C6A">
              <w:rPr>
                <w:rFonts w:ascii="08SeoulNamsan M" w:eastAsia="08SeoulNamsan M" w:cs="08SeoulNamsan M" w:hint="eastAsia"/>
                <w:color w:val="535353"/>
                <w:sz w:val="20"/>
                <w:szCs w:val="20"/>
              </w:rPr>
              <w:t>장르불문</w:t>
            </w:r>
            <w:r w:rsidRPr="00913C6A">
              <w:rPr>
                <w:rFonts w:ascii="08SeoulNamsan M" w:eastAsia="08SeoulNamsan M" w:cs="08SeoulNamsan M"/>
                <w:color w:val="535353"/>
                <w:sz w:val="20"/>
                <w:szCs w:val="20"/>
              </w:rPr>
              <w:t>.</w:t>
            </w:r>
            <w:r w:rsidRPr="00913C6A">
              <w:rPr>
                <w:rFonts w:ascii="08SeoulNamsan M" w:eastAsia="08SeoulNamsan M" w:cs="08SeoulNamsan M" w:hint="eastAsia"/>
                <w:color w:val="535353"/>
                <w:sz w:val="20"/>
                <w:szCs w:val="20"/>
              </w:rPr>
              <w:t>등급불문</w:t>
            </w:r>
            <w:r w:rsidRPr="00913C6A">
              <w:rPr>
                <w:rFonts w:ascii="08SeoulNamsan M" w:eastAsia="08SeoulNamsan M" w:cs="08SeoulNamsan M"/>
                <w:color w:val="535353"/>
                <w:sz w:val="20"/>
                <w:szCs w:val="20"/>
              </w:rPr>
              <w:t>.</w:t>
            </w:r>
            <w:r w:rsidRPr="00913C6A">
              <w:rPr>
                <w:rFonts w:ascii="08SeoulNamsan M" w:eastAsia="08SeoulNamsan M" w:cs="08SeoulNamsan M" w:hint="eastAsia"/>
                <w:color w:val="535353"/>
                <w:sz w:val="20"/>
                <w:szCs w:val="20"/>
              </w:rPr>
              <w:t>신선하고</w:t>
            </w:r>
            <w:r w:rsidRPr="00913C6A">
              <w:rPr>
                <w:rFonts w:ascii="08SeoulNamsan M" w:eastAsia="08SeoulNamsan M" w:cs="08SeoulNamsan M"/>
                <w:color w:val="535353"/>
                <w:sz w:val="20"/>
                <w:szCs w:val="20"/>
              </w:rPr>
              <w:t xml:space="preserve"> </w:t>
            </w:r>
            <w:r w:rsidRPr="00913C6A">
              <w:rPr>
                <w:rFonts w:ascii="08SeoulNamsan M" w:eastAsia="08SeoulNamsan M" w:cs="08SeoulNamsan M" w:hint="eastAsia"/>
                <w:color w:val="535353"/>
                <w:sz w:val="20"/>
                <w:szCs w:val="20"/>
              </w:rPr>
              <w:t>파격적이며</w:t>
            </w:r>
            <w:r w:rsidRPr="00913C6A">
              <w:rPr>
                <w:rFonts w:ascii="08SeoulNamsan M" w:eastAsia="08SeoulNamsan M" w:cs="08SeoulNamsan M"/>
                <w:color w:val="535353"/>
                <w:sz w:val="20"/>
                <w:szCs w:val="20"/>
              </w:rPr>
              <w:t xml:space="preserve"> </w:t>
            </w:r>
            <w:r w:rsidRPr="00913C6A">
              <w:rPr>
                <w:rFonts w:ascii="08SeoulNamsan M" w:eastAsia="08SeoulNamsan M" w:cs="08SeoulNamsan M" w:hint="eastAsia"/>
                <w:color w:val="535353"/>
                <w:sz w:val="20"/>
                <w:szCs w:val="20"/>
              </w:rPr>
              <w:t>공포스럽고</w:t>
            </w:r>
            <w:r w:rsidRPr="00913C6A">
              <w:rPr>
                <w:rFonts w:ascii="08SeoulNamsan M" w:eastAsia="08SeoulNamsan M" w:cs="08SeoulNamsan M"/>
                <w:color w:val="535353"/>
                <w:sz w:val="20"/>
                <w:szCs w:val="20"/>
              </w:rPr>
              <w:t xml:space="preserve"> </w:t>
            </w:r>
            <w:r w:rsidRPr="00913C6A">
              <w:rPr>
                <w:rFonts w:ascii="08SeoulNamsan M" w:eastAsia="08SeoulNamsan M" w:cs="08SeoulNamsan M" w:hint="eastAsia"/>
                <w:color w:val="535353"/>
                <w:sz w:val="20"/>
                <w:szCs w:val="20"/>
              </w:rPr>
              <w:t>깜찍한</w:t>
            </w:r>
            <w:r w:rsidRPr="00913C6A">
              <w:rPr>
                <w:rFonts w:ascii="08SeoulNamsan M" w:eastAsia="08SeoulNamsan M" w:cs="08SeoulNamsan M"/>
                <w:color w:val="535353"/>
                <w:sz w:val="20"/>
                <w:szCs w:val="20"/>
              </w:rPr>
              <w:t xml:space="preserve"> </w:t>
            </w:r>
            <w:r w:rsidRPr="00913C6A">
              <w:rPr>
                <w:rFonts w:ascii="08SeoulNamsan M" w:eastAsia="08SeoulNamsan M" w:cs="08SeoulNamsan M" w:hint="eastAsia"/>
                <w:color w:val="535353"/>
                <w:sz w:val="20"/>
                <w:szCs w:val="20"/>
              </w:rPr>
              <w:t>작품들</w:t>
            </w:r>
            <w:r w:rsidRPr="00913C6A">
              <w:rPr>
                <w:rFonts w:ascii="08SeoulNamsan M" w:eastAsia="08SeoulNamsan M" w:cs="08SeoulNamsan M"/>
                <w:color w:val="535353"/>
                <w:sz w:val="20"/>
                <w:szCs w:val="20"/>
              </w:rPr>
              <w:t>.</w:t>
            </w:r>
          </w:p>
        </w:tc>
      </w:tr>
    </w:tbl>
    <w:p w14:paraId="7EB6C9AA" w14:textId="77777777" w:rsidR="00913C6A" w:rsidRDefault="00913C6A" w:rsidP="00913C6A">
      <w:pPr>
        <w:widowControl w:val="0"/>
        <w:autoSpaceDE w:val="0"/>
        <w:autoSpaceDN w:val="0"/>
        <w:adjustRightInd w:val="0"/>
        <w:rPr>
          <w:rFonts w:ascii="08SeoulNamsan M" w:eastAsia="08SeoulNamsan M" w:cs="08SeoulNamsan M"/>
          <w:color w:val="535353"/>
          <w:sz w:val="28"/>
          <w:szCs w:val="28"/>
        </w:rPr>
      </w:pPr>
    </w:p>
    <w:p w14:paraId="456378D1" w14:textId="77777777" w:rsidR="00913C6A" w:rsidRPr="00913C6A" w:rsidRDefault="00913C6A" w:rsidP="00913C6A">
      <w:pPr>
        <w:pStyle w:val="ListParagraph"/>
        <w:widowControl w:val="0"/>
        <w:numPr>
          <w:ilvl w:val="0"/>
          <w:numId w:val="5"/>
        </w:numPr>
        <w:autoSpaceDE w:val="0"/>
        <w:autoSpaceDN w:val="0"/>
        <w:adjustRightInd w:val="0"/>
        <w:rPr>
          <w:rFonts w:ascii="Arial" w:eastAsia="08SeoulNamsan M" w:hAnsi="Arial" w:cs="Arial"/>
          <w:color w:val="535353"/>
          <w:sz w:val="21"/>
          <w:szCs w:val="36"/>
        </w:rPr>
      </w:pPr>
      <w:r w:rsidRPr="00913C6A">
        <w:rPr>
          <w:rFonts w:ascii="08SeoulNamsan M" w:eastAsia="08SeoulNamsan M" w:cs="08SeoulNamsan M" w:hint="eastAsia"/>
          <w:color w:val="535353"/>
          <w:sz w:val="21"/>
          <w:szCs w:val="36"/>
        </w:rPr>
        <w:t>메이드인스쿨</w:t>
      </w:r>
      <w:r w:rsidRPr="00913C6A">
        <w:rPr>
          <w:rFonts w:ascii="08SeoulNamsan M" w:eastAsia="08SeoulNamsan M" w:cs="08SeoulNamsan M"/>
          <w:color w:val="535353"/>
          <w:sz w:val="21"/>
          <w:szCs w:val="36"/>
        </w:rPr>
        <w:t xml:space="preserve"> Made in school </w:t>
      </w:r>
      <w:r w:rsidRPr="00913C6A">
        <w:rPr>
          <w:rFonts w:ascii="08SeoulNamsan M" w:eastAsia="08SeoulNamsan M" w:cs="08SeoulNamsan M" w:hint="eastAsia"/>
          <w:color w:val="535353"/>
          <w:sz w:val="21"/>
          <w:szCs w:val="36"/>
        </w:rPr>
        <w:t>졸업</w:t>
      </w:r>
      <w:r w:rsidRPr="00913C6A">
        <w:rPr>
          <w:rFonts w:ascii="08SeoulNamsan M" w:eastAsia="08SeoulNamsan M" w:cs="08SeoulNamsan M"/>
          <w:color w:val="535353"/>
          <w:sz w:val="21"/>
          <w:szCs w:val="36"/>
        </w:rPr>
        <w:t xml:space="preserve"> </w:t>
      </w:r>
      <w:r w:rsidRPr="00913C6A">
        <w:rPr>
          <w:rFonts w:ascii="08SeoulNamsan M" w:eastAsia="08SeoulNamsan M" w:cs="08SeoulNamsan M" w:hint="eastAsia"/>
          <w:color w:val="535353"/>
          <w:sz w:val="21"/>
          <w:szCs w:val="36"/>
        </w:rPr>
        <w:t>및</w:t>
      </w:r>
      <w:r w:rsidRPr="00913C6A">
        <w:rPr>
          <w:rFonts w:ascii="08SeoulNamsan M" w:eastAsia="08SeoulNamsan M" w:cs="08SeoulNamsan M"/>
          <w:color w:val="535353"/>
          <w:sz w:val="21"/>
          <w:szCs w:val="36"/>
        </w:rPr>
        <w:t xml:space="preserve"> </w:t>
      </w:r>
      <w:r w:rsidRPr="00913C6A">
        <w:rPr>
          <w:rFonts w:ascii="08SeoulNamsan M" w:eastAsia="08SeoulNamsan M" w:cs="08SeoulNamsan M" w:hint="eastAsia"/>
          <w:color w:val="535353"/>
          <w:sz w:val="21"/>
          <w:szCs w:val="36"/>
        </w:rPr>
        <w:t>학교</w:t>
      </w:r>
      <w:r w:rsidRPr="00913C6A">
        <w:rPr>
          <w:rFonts w:ascii="08SeoulNamsan M" w:eastAsia="08SeoulNamsan M" w:cs="08SeoulNamsan M"/>
          <w:color w:val="535353"/>
          <w:sz w:val="21"/>
          <w:szCs w:val="36"/>
        </w:rPr>
        <w:t xml:space="preserve"> </w:t>
      </w:r>
      <w:r w:rsidRPr="00913C6A">
        <w:rPr>
          <w:rFonts w:ascii="08SeoulNamsan M" w:eastAsia="08SeoulNamsan M" w:cs="08SeoulNamsan M" w:hint="eastAsia"/>
          <w:color w:val="535353"/>
          <w:sz w:val="21"/>
          <w:szCs w:val="36"/>
        </w:rPr>
        <w:t>과제작을</w:t>
      </w:r>
      <w:r w:rsidRPr="00913C6A">
        <w:rPr>
          <w:rFonts w:ascii="08SeoulNamsan M" w:eastAsia="08SeoulNamsan M" w:cs="08SeoulNamsan M"/>
          <w:color w:val="535353"/>
          <w:sz w:val="21"/>
          <w:szCs w:val="36"/>
        </w:rPr>
        <w:t xml:space="preserve"> </w:t>
      </w:r>
      <w:r w:rsidRPr="00913C6A">
        <w:rPr>
          <w:rFonts w:ascii="08SeoulNamsan M" w:eastAsia="08SeoulNamsan M" w:cs="08SeoulNamsan M" w:hint="eastAsia"/>
          <w:color w:val="535353"/>
          <w:sz w:val="21"/>
          <w:szCs w:val="36"/>
        </w:rPr>
        <w:t>목적으로</w:t>
      </w:r>
      <w:r w:rsidRPr="00913C6A">
        <w:rPr>
          <w:rFonts w:ascii="08SeoulNamsan M" w:eastAsia="08SeoulNamsan M" w:cs="08SeoulNamsan M"/>
          <w:color w:val="535353"/>
          <w:sz w:val="21"/>
          <w:szCs w:val="36"/>
        </w:rPr>
        <w:t xml:space="preserve"> </w:t>
      </w:r>
      <w:r w:rsidRPr="00913C6A">
        <w:rPr>
          <w:rFonts w:ascii="08SeoulNamsan M" w:eastAsia="08SeoulNamsan M" w:cs="08SeoulNamsan M" w:hint="eastAsia"/>
          <w:color w:val="535353"/>
          <w:sz w:val="21"/>
          <w:szCs w:val="36"/>
        </w:rPr>
        <w:t>만들어진</w:t>
      </w:r>
      <w:r w:rsidRPr="00913C6A">
        <w:rPr>
          <w:rFonts w:ascii="08SeoulNamsan M" w:eastAsia="08SeoulNamsan M" w:cs="08SeoulNamsan M"/>
          <w:color w:val="535353"/>
          <w:sz w:val="21"/>
          <w:szCs w:val="36"/>
        </w:rPr>
        <w:t xml:space="preserve"> 10</w:t>
      </w:r>
      <w:r w:rsidRPr="00913C6A">
        <w:rPr>
          <w:rFonts w:ascii="08SeoulNamsan M" w:eastAsia="08SeoulNamsan M" w:cs="08SeoulNamsan M" w:hint="eastAsia"/>
          <w:color w:val="535353"/>
          <w:sz w:val="21"/>
          <w:szCs w:val="36"/>
        </w:rPr>
        <w:t>분</w:t>
      </w:r>
      <w:r w:rsidRPr="00913C6A">
        <w:rPr>
          <w:rFonts w:ascii="08SeoulNamsan M" w:eastAsia="08SeoulNamsan M" w:cs="08SeoulNamsan M"/>
          <w:color w:val="535353"/>
          <w:sz w:val="21"/>
          <w:szCs w:val="36"/>
        </w:rPr>
        <w:t xml:space="preserve"> </w:t>
      </w:r>
      <w:r w:rsidRPr="00913C6A">
        <w:rPr>
          <w:rFonts w:ascii="08SeoulNamsan M" w:eastAsia="08SeoulNamsan M" w:cs="08SeoulNamsan M" w:hint="eastAsia"/>
          <w:color w:val="535353"/>
          <w:sz w:val="21"/>
          <w:szCs w:val="36"/>
        </w:rPr>
        <w:t>이내의</w:t>
      </w:r>
      <w:r w:rsidRPr="00913C6A">
        <w:rPr>
          <w:rFonts w:ascii="08SeoulNamsan M" w:eastAsia="08SeoulNamsan M" w:cs="08SeoulNamsan M"/>
          <w:color w:val="535353"/>
          <w:sz w:val="21"/>
          <w:szCs w:val="36"/>
        </w:rPr>
        <w:t xml:space="preserve"> </w:t>
      </w:r>
      <w:r w:rsidRPr="00913C6A">
        <w:rPr>
          <w:rFonts w:ascii="08SeoulNamsan M" w:eastAsia="08SeoulNamsan M" w:cs="08SeoulNamsan M" w:hint="eastAsia"/>
          <w:color w:val="535353"/>
          <w:sz w:val="21"/>
          <w:szCs w:val="36"/>
        </w:rPr>
        <w:t>작품</w:t>
      </w:r>
      <w:r w:rsidRPr="00913C6A">
        <w:rPr>
          <w:rFonts w:ascii="08SeoulNamsan M" w:eastAsia="08SeoulNamsan M" w:cs="08SeoulNamsan M"/>
          <w:color w:val="535353"/>
          <w:sz w:val="21"/>
          <w:szCs w:val="36"/>
        </w:rPr>
        <w:t>.</w:t>
      </w:r>
    </w:p>
    <w:p w14:paraId="141EBFB9" w14:textId="77777777" w:rsidR="00913C6A" w:rsidRPr="00913C6A" w:rsidRDefault="00913C6A" w:rsidP="00913C6A">
      <w:pPr>
        <w:pStyle w:val="ListParagraph"/>
        <w:widowControl w:val="0"/>
        <w:numPr>
          <w:ilvl w:val="0"/>
          <w:numId w:val="5"/>
        </w:numPr>
        <w:autoSpaceDE w:val="0"/>
        <w:autoSpaceDN w:val="0"/>
        <w:adjustRightInd w:val="0"/>
        <w:rPr>
          <w:rFonts w:ascii="Arial" w:eastAsia="08SeoulNamsan M" w:hAnsi="Arial" w:cs="Arial"/>
          <w:color w:val="535353"/>
          <w:sz w:val="21"/>
          <w:szCs w:val="36"/>
        </w:rPr>
      </w:pPr>
      <w:r w:rsidRPr="00913C6A">
        <w:rPr>
          <w:rFonts w:ascii="08SeoulNamsan M" w:eastAsia="08SeoulNamsan M" w:hAnsi="Arial" w:cs="08SeoulNamsan M" w:hint="eastAsia"/>
          <w:color w:val="535353"/>
          <w:sz w:val="21"/>
          <w:szCs w:val="36"/>
        </w:rPr>
        <w:t>언더</w:t>
      </w:r>
      <w:r w:rsidRPr="00913C6A">
        <w:rPr>
          <w:rFonts w:ascii="08SeoulNamsan M" w:eastAsia="08SeoulNamsan M" w:hAnsi="Arial" w:cs="08SeoulNamsan M"/>
          <w:color w:val="535353"/>
          <w:sz w:val="21"/>
          <w:szCs w:val="36"/>
        </w:rPr>
        <w:t xml:space="preserve"> 15 Under 15 </w:t>
      </w:r>
      <w:r w:rsidRPr="00913C6A">
        <w:rPr>
          <w:rFonts w:ascii="08SeoulNamsan M" w:eastAsia="08SeoulNamsan M" w:hAnsi="Arial" w:cs="08SeoulNamsan M" w:hint="eastAsia"/>
          <w:color w:val="535353"/>
          <w:sz w:val="21"/>
          <w:szCs w:val="36"/>
        </w:rPr>
        <w:t>장르불문</w:t>
      </w:r>
      <w:r w:rsidRPr="00913C6A">
        <w:rPr>
          <w:rFonts w:ascii="08SeoulNamsan M" w:eastAsia="08SeoulNamsan M" w:hAnsi="Arial" w:cs="08SeoulNamsan M"/>
          <w:color w:val="535353"/>
          <w:sz w:val="21"/>
          <w:szCs w:val="36"/>
        </w:rPr>
        <w:t>. 15</w:t>
      </w:r>
      <w:r w:rsidRPr="00913C6A">
        <w:rPr>
          <w:rFonts w:ascii="08SeoulNamsan M" w:eastAsia="08SeoulNamsan M" w:hAnsi="Arial" w:cs="08SeoulNamsan M" w:hint="eastAsia"/>
          <w:color w:val="535353"/>
          <w:sz w:val="21"/>
          <w:szCs w:val="36"/>
        </w:rPr>
        <w:t>초</w:t>
      </w:r>
      <w:r w:rsidRPr="00913C6A">
        <w:rPr>
          <w:rFonts w:ascii="08SeoulNamsan M" w:eastAsia="08SeoulNamsan M" w:hAnsi="Arial" w:cs="08SeoulNamsan M"/>
          <w:color w:val="535353"/>
          <w:sz w:val="21"/>
          <w:szCs w:val="36"/>
        </w:rPr>
        <w:t xml:space="preserve"> </w:t>
      </w:r>
      <w:r w:rsidRPr="00913C6A">
        <w:rPr>
          <w:rFonts w:ascii="08SeoulNamsan M" w:eastAsia="08SeoulNamsan M" w:hAnsi="Arial" w:cs="08SeoulNamsan M" w:hint="eastAsia"/>
          <w:color w:val="535353"/>
          <w:sz w:val="21"/>
          <w:szCs w:val="36"/>
        </w:rPr>
        <w:t>이내로</w:t>
      </w:r>
      <w:r w:rsidRPr="00913C6A">
        <w:rPr>
          <w:rFonts w:ascii="08SeoulNamsan M" w:eastAsia="08SeoulNamsan M" w:hAnsi="Arial" w:cs="08SeoulNamsan M"/>
          <w:color w:val="535353"/>
          <w:sz w:val="21"/>
          <w:szCs w:val="36"/>
        </w:rPr>
        <w:t xml:space="preserve"> </w:t>
      </w:r>
      <w:r w:rsidRPr="00913C6A">
        <w:rPr>
          <w:rFonts w:ascii="08SeoulNamsan M" w:eastAsia="08SeoulNamsan M" w:hAnsi="Arial" w:cs="08SeoulNamsan M" w:hint="eastAsia"/>
          <w:color w:val="535353"/>
          <w:sz w:val="21"/>
          <w:szCs w:val="36"/>
        </w:rPr>
        <w:t>만들어진</w:t>
      </w:r>
      <w:r w:rsidRPr="00913C6A">
        <w:rPr>
          <w:rFonts w:ascii="08SeoulNamsan M" w:eastAsia="08SeoulNamsan M" w:hAnsi="Arial" w:cs="08SeoulNamsan M"/>
          <w:color w:val="535353"/>
          <w:sz w:val="21"/>
          <w:szCs w:val="36"/>
        </w:rPr>
        <w:t xml:space="preserve"> </w:t>
      </w:r>
      <w:r w:rsidRPr="00913C6A">
        <w:rPr>
          <w:rFonts w:ascii="08SeoulNamsan M" w:eastAsia="08SeoulNamsan M" w:hAnsi="Arial" w:cs="08SeoulNamsan M" w:hint="eastAsia"/>
          <w:color w:val="535353"/>
          <w:sz w:val="21"/>
          <w:szCs w:val="36"/>
        </w:rPr>
        <w:t>작품</w:t>
      </w:r>
      <w:r w:rsidRPr="00913C6A">
        <w:rPr>
          <w:rFonts w:ascii="08SeoulNamsan M" w:eastAsia="08SeoulNamsan M" w:hAnsi="Arial" w:cs="08SeoulNamsan M"/>
          <w:color w:val="535353"/>
          <w:sz w:val="21"/>
          <w:szCs w:val="36"/>
        </w:rPr>
        <w:t>.</w:t>
      </w:r>
    </w:p>
    <w:p w14:paraId="7AADCEDB" w14:textId="77777777" w:rsidR="00913C6A" w:rsidRPr="00913C6A" w:rsidRDefault="00913C6A" w:rsidP="00913C6A">
      <w:pPr>
        <w:pStyle w:val="ListParagraph"/>
        <w:widowControl w:val="0"/>
        <w:numPr>
          <w:ilvl w:val="0"/>
          <w:numId w:val="5"/>
        </w:numPr>
        <w:autoSpaceDE w:val="0"/>
        <w:autoSpaceDN w:val="0"/>
        <w:adjustRightInd w:val="0"/>
        <w:rPr>
          <w:rFonts w:ascii="Arial" w:eastAsia="08SeoulNamsan M" w:hAnsi="Arial" w:cs="Arial"/>
          <w:color w:val="535353"/>
          <w:sz w:val="21"/>
          <w:szCs w:val="36"/>
        </w:rPr>
      </w:pPr>
      <w:r w:rsidRPr="00913C6A">
        <w:rPr>
          <w:rFonts w:ascii="08SeoulNamsan M" w:eastAsia="08SeoulNamsan M" w:hAnsi="Arial" w:cs="08SeoulNamsan M" w:hint="eastAsia"/>
          <w:color w:val="535353"/>
          <w:sz w:val="21"/>
          <w:szCs w:val="36"/>
        </w:rPr>
        <w:t>별의</w:t>
      </w:r>
      <w:r w:rsidRPr="00913C6A">
        <w:rPr>
          <w:rFonts w:ascii="08SeoulNamsan M" w:eastAsia="08SeoulNamsan M" w:hAnsi="Arial" w:cs="08SeoulNamsan M"/>
          <w:color w:val="535353"/>
          <w:sz w:val="21"/>
          <w:szCs w:val="36"/>
        </w:rPr>
        <w:t xml:space="preserve"> </w:t>
      </w:r>
      <w:r w:rsidRPr="00913C6A">
        <w:rPr>
          <w:rFonts w:ascii="08SeoulNamsan M" w:eastAsia="08SeoulNamsan M" w:hAnsi="Arial" w:cs="08SeoulNamsan M" w:hint="eastAsia"/>
          <w:color w:val="535353"/>
          <w:sz w:val="21"/>
          <w:szCs w:val="36"/>
        </w:rPr>
        <w:t>별</w:t>
      </w:r>
      <w:r w:rsidRPr="00913C6A">
        <w:rPr>
          <w:rFonts w:ascii="08SeoulNamsan M" w:eastAsia="08SeoulNamsan M" w:hAnsi="Arial" w:cs="08SeoulNamsan M"/>
          <w:color w:val="535353"/>
          <w:sz w:val="21"/>
          <w:szCs w:val="36"/>
        </w:rPr>
        <w:t xml:space="preserve"> Stars on the Planet 1</w:t>
      </w:r>
      <w:r w:rsidRPr="00913C6A">
        <w:rPr>
          <w:rFonts w:ascii="08SeoulNamsan M" w:eastAsia="08SeoulNamsan M" w:hAnsi="Arial" w:cs="08SeoulNamsan M" w:hint="eastAsia"/>
          <w:color w:val="535353"/>
          <w:sz w:val="21"/>
          <w:szCs w:val="36"/>
        </w:rPr>
        <w:t>인</w:t>
      </w:r>
      <w:r w:rsidRPr="00913C6A">
        <w:rPr>
          <w:rFonts w:ascii="08SeoulNamsan M" w:eastAsia="08SeoulNamsan M" w:hAnsi="Arial" w:cs="08SeoulNamsan M"/>
          <w:color w:val="535353"/>
          <w:sz w:val="21"/>
          <w:szCs w:val="36"/>
        </w:rPr>
        <w:t xml:space="preserve"> </w:t>
      </w:r>
      <w:r w:rsidRPr="00913C6A">
        <w:rPr>
          <w:rFonts w:ascii="08SeoulNamsan M" w:eastAsia="08SeoulNamsan M" w:hAnsi="Arial" w:cs="08SeoulNamsan M" w:hint="eastAsia"/>
          <w:color w:val="535353"/>
          <w:sz w:val="21"/>
          <w:szCs w:val="36"/>
        </w:rPr>
        <w:t>제작으로</w:t>
      </w:r>
      <w:r w:rsidRPr="00913C6A">
        <w:rPr>
          <w:rFonts w:ascii="08SeoulNamsan M" w:eastAsia="08SeoulNamsan M" w:hAnsi="Arial" w:cs="08SeoulNamsan M"/>
          <w:color w:val="535353"/>
          <w:sz w:val="21"/>
          <w:szCs w:val="36"/>
        </w:rPr>
        <w:t xml:space="preserve"> </w:t>
      </w:r>
      <w:r w:rsidRPr="00913C6A">
        <w:rPr>
          <w:rFonts w:ascii="08SeoulNamsan M" w:eastAsia="08SeoulNamsan M" w:hAnsi="Arial" w:cs="08SeoulNamsan M" w:hint="eastAsia"/>
          <w:color w:val="535353"/>
          <w:sz w:val="21"/>
          <w:szCs w:val="36"/>
        </w:rPr>
        <w:t>만들어진</w:t>
      </w:r>
      <w:r w:rsidRPr="00913C6A">
        <w:rPr>
          <w:rFonts w:ascii="08SeoulNamsan M" w:eastAsia="08SeoulNamsan M" w:hAnsi="Arial" w:cs="08SeoulNamsan M"/>
          <w:color w:val="535353"/>
          <w:sz w:val="21"/>
          <w:szCs w:val="36"/>
        </w:rPr>
        <w:t xml:space="preserve"> 10</w:t>
      </w:r>
      <w:r w:rsidRPr="00913C6A">
        <w:rPr>
          <w:rFonts w:ascii="08SeoulNamsan M" w:eastAsia="08SeoulNamsan M" w:hAnsi="Arial" w:cs="08SeoulNamsan M" w:hint="eastAsia"/>
          <w:color w:val="535353"/>
          <w:sz w:val="21"/>
          <w:szCs w:val="36"/>
        </w:rPr>
        <w:t>분</w:t>
      </w:r>
      <w:r w:rsidRPr="00913C6A">
        <w:rPr>
          <w:rFonts w:ascii="08SeoulNamsan M" w:eastAsia="08SeoulNamsan M" w:hAnsi="Arial" w:cs="08SeoulNamsan M"/>
          <w:color w:val="535353"/>
          <w:sz w:val="21"/>
          <w:szCs w:val="36"/>
        </w:rPr>
        <w:t xml:space="preserve"> </w:t>
      </w:r>
      <w:r w:rsidRPr="00913C6A">
        <w:rPr>
          <w:rFonts w:ascii="08SeoulNamsan M" w:eastAsia="08SeoulNamsan M" w:hAnsi="Arial" w:cs="08SeoulNamsan M" w:hint="eastAsia"/>
          <w:color w:val="535353"/>
          <w:sz w:val="21"/>
          <w:szCs w:val="36"/>
        </w:rPr>
        <w:t>이내의</w:t>
      </w:r>
      <w:r w:rsidRPr="00913C6A">
        <w:rPr>
          <w:rFonts w:ascii="08SeoulNamsan M" w:eastAsia="08SeoulNamsan M" w:hAnsi="Arial" w:cs="08SeoulNamsan M"/>
          <w:color w:val="535353"/>
          <w:sz w:val="21"/>
          <w:szCs w:val="36"/>
        </w:rPr>
        <w:t xml:space="preserve"> </w:t>
      </w:r>
      <w:r w:rsidRPr="00913C6A">
        <w:rPr>
          <w:rFonts w:ascii="08SeoulNamsan M" w:eastAsia="08SeoulNamsan M" w:hAnsi="Arial" w:cs="08SeoulNamsan M" w:hint="eastAsia"/>
          <w:color w:val="535353"/>
          <w:sz w:val="21"/>
          <w:szCs w:val="36"/>
        </w:rPr>
        <w:t>작품</w:t>
      </w:r>
      <w:r w:rsidRPr="00913C6A">
        <w:rPr>
          <w:rFonts w:ascii="08SeoulNamsan M" w:eastAsia="08SeoulNamsan M" w:hAnsi="Arial" w:cs="08SeoulNamsan M"/>
          <w:color w:val="535353"/>
          <w:sz w:val="21"/>
          <w:szCs w:val="36"/>
        </w:rPr>
        <w:t>.</w:t>
      </w:r>
    </w:p>
    <w:p w14:paraId="78E59FAA" w14:textId="77777777" w:rsidR="00913C6A" w:rsidRPr="00913C6A" w:rsidRDefault="00913C6A" w:rsidP="00913C6A">
      <w:pPr>
        <w:pStyle w:val="ListParagraph"/>
        <w:widowControl w:val="0"/>
        <w:numPr>
          <w:ilvl w:val="0"/>
          <w:numId w:val="5"/>
        </w:numPr>
        <w:autoSpaceDE w:val="0"/>
        <w:autoSpaceDN w:val="0"/>
        <w:adjustRightInd w:val="0"/>
        <w:rPr>
          <w:rFonts w:ascii="08SeoulNamsan M" w:eastAsia="08SeoulNamsan M" w:hAnsi="Arial" w:cs="08SeoulNamsan M"/>
          <w:color w:val="535353"/>
          <w:sz w:val="21"/>
          <w:szCs w:val="36"/>
        </w:rPr>
      </w:pPr>
      <w:r w:rsidRPr="00913C6A">
        <w:rPr>
          <w:rFonts w:ascii="08SeoulNamsan M" w:eastAsia="08SeoulNamsan M" w:hAnsi="Arial" w:cs="08SeoulNamsan M" w:hint="eastAsia"/>
          <w:color w:val="535353"/>
          <w:sz w:val="21"/>
          <w:szCs w:val="36"/>
        </w:rPr>
        <w:t>빅뱅</w:t>
      </w:r>
      <w:r w:rsidRPr="00913C6A">
        <w:rPr>
          <w:rFonts w:ascii="08SeoulNamsan M" w:eastAsia="08SeoulNamsan M" w:hAnsi="Arial" w:cs="08SeoulNamsan M"/>
          <w:color w:val="535353"/>
          <w:sz w:val="21"/>
          <w:szCs w:val="36"/>
        </w:rPr>
        <w:t xml:space="preserve"> BIG </w:t>
      </w:r>
      <w:r w:rsidRPr="00913C6A">
        <w:rPr>
          <w:rFonts w:ascii="Calibri" w:eastAsia="Calibri" w:hAnsi="Calibri" w:cs="Calibri"/>
          <w:color w:val="535353"/>
          <w:sz w:val="21"/>
          <w:szCs w:val="36"/>
        </w:rPr>
        <w:t>–</w:t>
      </w:r>
      <w:r w:rsidRPr="00913C6A">
        <w:rPr>
          <w:rFonts w:ascii="08SeoulNamsan M" w:eastAsia="08SeoulNamsan M" w:hAnsi="Arial" w:cs="08SeoulNamsan M"/>
          <w:color w:val="535353"/>
          <w:sz w:val="21"/>
          <w:szCs w:val="36"/>
        </w:rPr>
        <w:t xml:space="preserve"> BANG </w:t>
      </w:r>
      <w:r w:rsidRPr="00913C6A">
        <w:rPr>
          <w:rFonts w:ascii="08SeoulNamsan M" w:eastAsia="08SeoulNamsan M" w:hAnsi="Arial" w:cs="08SeoulNamsan M" w:hint="eastAsia"/>
          <w:color w:val="535353"/>
          <w:sz w:val="21"/>
          <w:szCs w:val="36"/>
        </w:rPr>
        <w:t>애니메이션</w:t>
      </w:r>
      <w:r w:rsidRPr="00913C6A">
        <w:rPr>
          <w:rFonts w:ascii="08SeoulNamsan M" w:eastAsia="08SeoulNamsan M" w:hAnsi="Arial" w:cs="08SeoulNamsan M"/>
          <w:color w:val="535353"/>
          <w:sz w:val="21"/>
          <w:szCs w:val="36"/>
        </w:rPr>
        <w:t xml:space="preserve"> </w:t>
      </w:r>
      <w:r w:rsidRPr="00913C6A">
        <w:rPr>
          <w:rFonts w:ascii="08SeoulNamsan M" w:eastAsia="08SeoulNamsan M" w:hAnsi="Arial" w:cs="08SeoulNamsan M" w:hint="eastAsia"/>
          <w:color w:val="535353"/>
          <w:sz w:val="21"/>
          <w:szCs w:val="36"/>
        </w:rPr>
        <w:t>기법이</w:t>
      </w:r>
      <w:r w:rsidRPr="00913C6A">
        <w:rPr>
          <w:rFonts w:ascii="08SeoulNamsan M" w:eastAsia="08SeoulNamsan M" w:hAnsi="Arial" w:cs="08SeoulNamsan M"/>
          <w:color w:val="535353"/>
          <w:sz w:val="21"/>
          <w:szCs w:val="36"/>
        </w:rPr>
        <w:t xml:space="preserve"> </w:t>
      </w:r>
      <w:r w:rsidRPr="00913C6A">
        <w:rPr>
          <w:rFonts w:ascii="08SeoulNamsan M" w:eastAsia="08SeoulNamsan M" w:hAnsi="Arial" w:cs="08SeoulNamsan M" w:hint="eastAsia"/>
          <w:color w:val="535353"/>
          <w:sz w:val="21"/>
          <w:szCs w:val="36"/>
        </w:rPr>
        <w:t>사용된</w:t>
      </w:r>
      <w:r w:rsidRPr="00913C6A">
        <w:rPr>
          <w:rFonts w:ascii="08SeoulNamsan M" w:eastAsia="08SeoulNamsan M" w:hAnsi="Arial" w:cs="08SeoulNamsan M"/>
          <w:color w:val="535353"/>
          <w:sz w:val="21"/>
          <w:szCs w:val="36"/>
        </w:rPr>
        <w:t xml:space="preserve"> </w:t>
      </w:r>
      <w:r w:rsidRPr="00913C6A">
        <w:rPr>
          <w:rFonts w:ascii="08SeoulNamsan M" w:eastAsia="08SeoulNamsan M" w:hAnsi="Arial" w:cs="08SeoulNamsan M" w:hint="eastAsia"/>
          <w:color w:val="535353"/>
          <w:sz w:val="21"/>
          <w:szCs w:val="36"/>
        </w:rPr>
        <w:t>공포</w:t>
      </w:r>
      <w:r w:rsidRPr="00913C6A">
        <w:rPr>
          <w:rFonts w:ascii="08SeoulNamsan M" w:eastAsia="08SeoulNamsan M" w:hAnsi="Arial" w:cs="08SeoulNamsan M"/>
          <w:color w:val="535353"/>
          <w:sz w:val="21"/>
          <w:szCs w:val="36"/>
        </w:rPr>
        <w:t xml:space="preserve">, </w:t>
      </w:r>
      <w:r w:rsidRPr="00913C6A">
        <w:rPr>
          <w:rFonts w:ascii="08SeoulNamsan M" w:eastAsia="08SeoulNamsan M" w:hAnsi="Arial" w:cs="08SeoulNamsan M" w:hint="eastAsia"/>
          <w:color w:val="535353"/>
          <w:sz w:val="21"/>
          <w:szCs w:val="36"/>
        </w:rPr>
        <w:t>성인</w:t>
      </w:r>
      <w:r w:rsidRPr="00913C6A">
        <w:rPr>
          <w:rFonts w:ascii="08SeoulNamsan M" w:eastAsia="08SeoulNamsan M" w:hAnsi="Arial" w:cs="08SeoulNamsan M"/>
          <w:color w:val="535353"/>
          <w:sz w:val="21"/>
          <w:szCs w:val="36"/>
        </w:rPr>
        <w:t xml:space="preserve"> </w:t>
      </w:r>
      <w:r w:rsidRPr="00913C6A">
        <w:rPr>
          <w:rFonts w:ascii="08SeoulNamsan M" w:eastAsia="08SeoulNamsan M" w:hAnsi="Arial" w:cs="08SeoulNamsan M" w:hint="eastAsia"/>
          <w:color w:val="535353"/>
          <w:sz w:val="21"/>
          <w:szCs w:val="36"/>
        </w:rPr>
        <w:t>수위</w:t>
      </w:r>
      <w:r w:rsidRPr="00913C6A">
        <w:rPr>
          <w:rFonts w:ascii="08SeoulNamsan M" w:eastAsia="08SeoulNamsan M" w:hAnsi="Arial" w:cs="08SeoulNamsan M"/>
          <w:color w:val="535353"/>
          <w:sz w:val="21"/>
          <w:szCs w:val="36"/>
        </w:rPr>
        <w:t>(18)</w:t>
      </w:r>
      <w:r w:rsidRPr="00913C6A">
        <w:rPr>
          <w:rFonts w:ascii="08SeoulNamsan M" w:eastAsia="08SeoulNamsan M" w:hAnsi="Arial" w:cs="08SeoulNamsan M" w:hint="eastAsia"/>
          <w:color w:val="535353"/>
          <w:sz w:val="21"/>
          <w:szCs w:val="36"/>
        </w:rPr>
        <w:t>를</w:t>
      </w:r>
      <w:r w:rsidRPr="00913C6A">
        <w:rPr>
          <w:rFonts w:ascii="08SeoulNamsan M" w:eastAsia="08SeoulNamsan M" w:hAnsi="Arial" w:cs="08SeoulNamsan M"/>
          <w:color w:val="535353"/>
          <w:sz w:val="21"/>
          <w:szCs w:val="36"/>
        </w:rPr>
        <w:t xml:space="preserve"> </w:t>
      </w:r>
      <w:r w:rsidRPr="00913C6A">
        <w:rPr>
          <w:rFonts w:ascii="08SeoulNamsan M" w:eastAsia="08SeoulNamsan M" w:hAnsi="Arial" w:cs="08SeoulNamsan M" w:hint="eastAsia"/>
          <w:color w:val="535353"/>
          <w:sz w:val="21"/>
          <w:szCs w:val="36"/>
        </w:rPr>
        <w:t>포함하는</w:t>
      </w:r>
      <w:r w:rsidRPr="00913C6A">
        <w:rPr>
          <w:rFonts w:ascii="08SeoulNamsan M" w:eastAsia="08SeoulNamsan M" w:hAnsi="Arial" w:cs="08SeoulNamsan M"/>
          <w:color w:val="535353"/>
          <w:sz w:val="21"/>
          <w:szCs w:val="36"/>
        </w:rPr>
        <w:t xml:space="preserve"> 10</w:t>
      </w:r>
      <w:r w:rsidRPr="00913C6A">
        <w:rPr>
          <w:rFonts w:ascii="08SeoulNamsan M" w:eastAsia="08SeoulNamsan M" w:hAnsi="Arial" w:cs="08SeoulNamsan M" w:hint="eastAsia"/>
          <w:color w:val="535353"/>
          <w:sz w:val="21"/>
          <w:szCs w:val="36"/>
        </w:rPr>
        <w:t>분</w:t>
      </w:r>
      <w:r w:rsidRPr="00913C6A">
        <w:rPr>
          <w:rFonts w:ascii="08SeoulNamsan M" w:eastAsia="08SeoulNamsan M" w:hAnsi="Arial" w:cs="08SeoulNamsan M"/>
          <w:color w:val="535353"/>
          <w:sz w:val="21"/>
          <w:szCs w:val="36"/>
        </w:rPr>
        <w:t xml:space="preserve"> </w:t>
      </w:r>
      <w:r w:rsidRPr="00913C6A">
        <w:rPr>
          <w:rFonts w:ascii="08SeoulNamsan M" w:eastAsia="08SeoulNamsan M" w:hAnsi="Arial" w:cs="08SeoulNamsan M" w:hint="eastAsia"/>
          <w:color w:val="535353"/>
          <w:sz w:val="21"/>
          <w:szCs w:val="36"/>
        </w:rPr>
        <w:t>이내</w:t>
      </w:r>
      <w:r w:rsidRPr="00913C6A">
        <w:rPr>
          <w:rFonts w:ascii="08SeoulNamsan M" w:eastAsia="08SeoulNamsan M" w:hAnsi="Arial" w:cs="08SeoulNamsan M"/>
          <w:color w:val="535353"/>
          <w:sz w:val="21"/>
          <w:szCs w:val="36"/>
        </w:rPr>
        <w:t xml:space="preserve"> </w:t>
      </w:r>
      <w:r w:rsidRPr="00913C6A">
        <w:rPr>
          <w:rFonts w:ascii="08SeoulNamsan M" w:eastAsia="08SeoulNamsan M" w:hAnsi="Arial" w:cs="08SeoulNamsan M" w:hint="eastAsia"/>
          <w:color w:val="535353"/>
          <w:sz w:val="21"/>
          <w:szCs w:val="36"/>
        </w:rPr>
        <w:t>작품</w:t>
      </w:r>
      <w:r w:rsidRPr="00913C6A">
        <w:rPr>
          <w:rFonts w:ascii="08SeoulNamsan M" w:eastAsia="08SeoulNamsan M" w:hAnsi="Arial" w:cs="08SeoulNamsan M"/>
          <w:color w:val="535353"/>
          <w:sz w:val="21"/>
          <w:szCs w:val="36"/>
        </w:rPr>
        <w:t>.</w:t>
      </w:r>
    </w:p>
    <w:p w14:paraId="1C2B438E" w14:textId="77777777" w:rsidR="00913C6A" w:rsidRPr="00913C6A" w:rsidRDefault="00913C6A" w:rsidP="00913C6A">
      <w:pPr>
        <w:widowControl w:val="0"/>
        <w:autoSpaceDE w:val="0"/>
        <w:autoSpaceDN w:val="0"/>
        <w:adjustRightInd w:val="0"/>
        <w:rPr>
          <w:rFonts w:ascii="08SeoulNamsan M" w:eastAsia="08SeoulNamsan M" w:hAnsi="Arial" w:cs="08SeoulNamsan M"/>
          <w:color w:val="535353"/>
          <w:sz w:val="22"/>
          <w:szCs w:val="36"/>
        </w:rPr>
      </w:pPr>
    </w:p>
    <w:p w14:paraId="42CB6FBC" w14:textId="77777777" w:rsidR="00913C6A" w:rsidRDefault="00913C6A" w:rsidP="00913C6A">
      <w:pPr>
        <w:widowControl w:val="0"/>
        <w:autoSpaceDE w:val="0"/>
        <w:autoSpaceDN w:val="0"/>
        <w:adjustRightInd w:val="0"/>
        <w:rPr>
          <w:rFonts w:ascii="08SeoulNamsan M" w:eastAsia="08SeoulNamsan M" w:hAnsi="Arial" w:cs="08SeoulNamsan M"/>
        </w:rPr>
      </w:pPr>
      <w:r>
        <w:rPr>
          <w:rFonts w:ascii="08SeoulNamsan M" w:eastAsia="08SeoulNamsan M" w:hAnsi="Arial" w:cs="08SeoulNamsan M" w:hint="eastAsia"/>
          <w:noProof/>
        </w:rPr>
        <w:drawing>
          <wp:inline distT="0" distB="0" distL="0" distR="0" wp14:anchorId="5C439EFD" wp14:editId="29374314">
            <wp:extent cx="1651635" cy="139888"/>
            <wp:effectExtent l="0" t="0" r="0" b="12700"/>
            <wp:docPr id="40" name="Picture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6865" cy="1471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8A4E46" w14:textId="77777777" w:rsidR="0056361B" w:rsidRDefault="00913C6A" w:rsidP="00913C6A">
      <w:pPr>
        <w:widowControl w:val="0"/>
        <w:autoSpaceDE w:val="0"/>
        <w:autoSpaceDN w:val="0"/>
        <w:adjustRightInd w:val="0"/>
        <w:rPr>
          <w:rFonts w:ascii="08SeoulNamsan M" w:eastAsia="08SeoulNamsan M" w:hAnsi="Arial" w:cs="08SeoulNamsan M"/>
          <w:color w:val="535353"/>
          <w:sz w:val="20"/>
          <w:szCs w:val="36"/>
        </w:rPr>
      </w:pPr>
      <w:r w:rsidRPr="00913C6A">
        <w:rPr>
          <w:rFonts w:ascii="08SeoulNamsan M" w:eastAsia="08SeoulNamsan M" w:hAnsi="Arial" w:cs="08SeoulNamsan M" w:hint="eastAsia"/>
          <w:color w:val="535353"/>
          <w:sz w:val="20"/>
          <w:szCs w:val="36"/>
        </w:rPr>
        <w:t>출품</w:t>
      </w:r>
      <w:r w:rsidRPr="00913C6A">
        <w:rPr>
          <w:rFonts w:ascii="08SeoulNamsan M" w:eastAsia="08SeoulNamsan M" w:hAnsi="Arial" w:cs="08SeoulNamsan M"/>
          <w:color w:val="535353"/>
          <w:sz w:val="20"/>
          <w:szCs w:val="36"/>
        </w:rPr>
        <w:t xml:space="preserve"> </w:t>
      </w:r>
      <w:r w:rsidRPr="00913C6A">
        <w:rPr>
          <w:rFonts w:ascii="08SeoulNamsan M" w:eastAsia="08SeoulNamsan M" w:hAnsi="Arial" w:cs="08SeoulNamsan M" w:hint="eastAsia"/>
          <w:color w:val="535353"/>
          <w:sz w:val="20"/>
          <w:szCs w:val="36"/>
        </w:rPr>
        <w:t>부문에</w:t>
      </w:r>
      <w:r w:rsidRPr="00913C6A">
        <w:rPr>
          <w:rFonts w:ascii="08SeoulNamsan M" w:eastAsia="08SeoulNamsan M" w:hAnsi="Arial" w:cs="08SeoulNamsan M"/>
          <w:color w:val="535353"/>
          <w:sz w:val="20"/>
          <w:szCs w:val="36"/>
        </w:rPr>
        <w:t xml:space="preserve"> </w:t>
      </w:r>
      <w:r w:rsidRPr="00913C6A">
        <w:rPr>
          <w:rFonts w:ascii="08SeoulNamsan M" w:eastAsia="08SeoulNamsan M" w:hAnsi="Arial" w:cs="08SeoulNamsan M" w:hint="eastAsia"/>
          <w:color w:val="535353"/>
          <w:sz w:val="20"/>
          <w:szCs w:val="36"/>
        </w:rPr>
        <w:t>포함되는</w:t>
      </w:r>
      <w:r w:rsidRPr="00913C6A">
        <w:rPr>
          <w:rFonts w:ascii="08SeoulNamsan M" w:eastAsia="08SeoulNamsan M" w:hAnsi="Arial" w:cs="08SeoulNamsan M"/>
          <w:color w:val="535353"/>
          <w:sz w:val="20"/>
          <w:szCs w:val="36"/>
        </w:rPr>
        <w:t xml:space="preserve">, </w:t>
      </w:r>
      <w:r w:rsidRPr="00913C6A">
        <w:rPr>
          <w:rFonts w:ascii="08SeoulNamsan M" w:eastAsia="08SeoulNamsan M" w:hAnsi="Arial" w:cs="08SeoulNamsan M" w:hint="eastAsia"/>
          <w:color w:val="535353"/>
          <w:sz w:val="20"/>
          <w:szCs w:val="36"/>
        </w:rPr>
        <w:t>인터넷</w:t>
      </w:r>
      <w:r w:rsidRPr="00913C6A">
        <w:rPr>
          <w:rFonts w:ascii="08SeoulNamsan M" w:eastAsia="08SeoulNamsan M" w:hAnsi="Arial" w:cs="08SeoulNamsan M"/>
          <w:color w:val="535353"/>
          <w:sz w:val="20"/>
          <w:szCs w:val="36"/>
        </w:rPr>
        <w:t xml:space="preserve"> </w:t>
      </w:r>
      <w:r w:rsidRPr="00913C6A">
        <w:rPr>
          <w:rFonts w:ascii="08SeoulNamsan M" w:eastAsia="08SeoulNamsan M" w:hAnsi="Arial" w:cs="08SeoulNamsan M" w:hint="eastAsia"/>
          <w:color w:val="535353"/>
          <w:sz w:val="20"/>
          <w:szCs w:val="36"/>
        </w:rPr>
        <w:t>상영을</w:t>
      </w:r>
      <w:r w:rsidRPr="00913C6A">
        <w:rPr>
          <w:rFonts w:ascii="08SeoulNamsan M" w:eastAsia="08SeoulNamsan M" w:hAnsi="Arial" w:cs="08SeoulNamsan M"/>
          <w:color w:val="535353"/>
          <w:sz w:val="20"/>
          <w:szCs w:val="36"/>
        </w:rPr>
        <w:t xml:space="preserve"> </w:t>
      </w:r>
      <w:r w:rsidRPr="00913C6A">
        <w:rPr>
          <w:rFonts w:ascii="08SeoulNamsan M" w:eastAsia="08SeoulNamsan M" w:hAnsi="Arial" w:cs="08SeoulNamsan M" w:hint="eastAsia"/>
          <w:color w:val="535353"/>
          <w:sz w:val="20"/>
          <w:szCs w:val="36"/>
        </w:rPr>
        <w:t>목적으로</w:t>
      </w:r>
      <w:r w:rsidRPr="00913C6A">
        <w:rPr>
          <w:rFonts w:ascii="08SeoulNamsan M" w:eastAsia="08SeoulNamsan M" w:hAnsi="Arial" w:cs="08SeoulNamsan M"/>
          <w:color w:val="535353"/>
          <w:sz w:val="20"/>
          <w:szCs w:val="36"/>
        </w:rPr>
        <w:t xml:space="preserve"> </w:t>
      </w:r>
      <w:r w:rsidRPr="00913C6A">
        <w:rPr>
          <w:rFonts w:ascii="08SeoulNamsan M" w:eastAsia="08SeoulNamsan M" w:hAnsi="Arial" w:cs="08SeoulNamsan M" w:hint="eastAsia"/>
          <w:color w:val="535353"/>
          <w:sz w:val="20"/>
          <w:szCs w:val="36"/>
        </w:rPr>
        <w:t>한</w:t>
      </w:r>
      <w:r w:rsidRPr="00913C6A">
        <w:rPr>
          <w:rFonts w:ascii="08SeoulNamsan M" w:eastAsia="08SeoulNamsan M" w:hAnsi="Arial" w:cs="08SeoulNamsan M"/>
          <w:color w:val="535353"/>
          <w:sz w:val="20"/>
          <w:szCs w:val="36"/>
        </w:rPr>
        <w:t xml:space="preserve"> </w:t>
      </w:r>
      <w:r w:rsidRPr="00913C6A">
        <w:rPr>
          <w:rFonts w:ascii="08SeoulNamsan M" w:eastAsia="08SeoulNamsan M" w:hAnsi="Arial" w:cs="08SeoulNamsan M" w:hint="eastAsia"/>
          <w:color w:val="535353"/>
          <w:sz w:val="20"/>
          <w:szCs w:val="36"/>
        </w:rPr>
        <w:t>프레임</w:t>
      </w:r>
      <w:r w:rsidRPr="00913C6A">
        <w:rPr>
          <w:rFonts w:ascii="08SeoulNamsan M" w:eastAsia="08SeoulNamsan M" w:hAnsi="Arial" w:cs="08SeoulNamsan M"/>
          <w:color w:val="535353"/>
          <w:sz w:val="20"/>
          <w:szCs w:val="36"/>
        </w:rPr>
        <w:t xml:space="preserve"> </w:t>
      </w:r>
      <w:r w:rsidRPr="00913C6A">
        <w:rPr>
          <w:rFonts w:ascii="08SeoulNamsan M" w:eastAsia="08SeoulNamsan M" w:hAnsi="Arial" w:cs="08SeoulNamsan M" w:hint="eastAsia"/>
          <w:color w:val="535353"/>
          <w:sz w:val="20"/>
          <w:szCs w:val="36"/>
        </w:rPr>
        <w:t>바이</w:t>
      </w:r>
      <w:r w:rsidRPr="00913C6A">
        <w:rPr>
          <w:rFonts w:ascii="08SeoulNamsan M" w:eastAsia="08SeoulNamsan M" w:hAnsi="Arial" w:cs="08SeoulNamsan M"/>
          <w:color w:val="535353"/>
          <w:sz w:val="20"/>
          <w:szCs w:val="36"/>
        </w:rPr>
        <w:t xml:space="preserve"> </w:t>
      </w:r>
      <w:r w:rsidRPr="00913C6A">
        <w:rPr>
          <w:rFonts w:ascii="08SeoulNamsan M" w:eastAsia="08SeoulNamsan M" w:hAnsi="Arial" w:cs="08SeoulNamsan M" w:hint="eastAsia"/>
          <w:color w:val="535353"/>
          <w:sz w:val="20"/>
          <w:szCs w:val="36"/>
        </w:rPr>
        <w:t>프레임</w:t>
      </w:r>
      <w:r w:rsidRPr="00913C6A">
        <w:rPr>
          <w:rFonts w:ascii="08SeoulNamsan M" w:eastAsia="08SeoulNamsan M" w:hAnsi="Arial" w:cs="08SeoulNamsan M"/>
          <w:color w:val="535353"/>
          <w:sz w:val="20"/>
          <w:szCs w:val="36"/>
        </w:rPr>
        <w:t xml:space="preserve"> </w:t>
      </w:r>
      <w:r w:rsidRPr="00913C6A">
        <w:rPr>
          <w:rFonts w:ascii="08SeoulNamsan M" w:eastAsia="08SeoulNamsan M" w:hAnsi="Arial" w:cs="08SeoulNamsan M" w:hint="eastAsia"/>
          <w:color w:val="535353"/>
          <w:sz w:val="20"/>
          <w:szCs w:val="36"/>
        </w:rPr>
        <w:t>애니메이션</w:t>
      </w:r>
      <w:r w:rsidRPr="00913C6A">
        <w:rPr>
          <w:rFonts w:ascii="08SeoulNamsan M" w:eastAsia="08SeoulNamsan M" w:hAnsi="Arial" w:cs="08SeoulNamsan M"/>
          <w:color w:val="535353"/>
          <w:sz w:val="20"/>
          <w:szCs w:val="36"/>
        </w:rPr>
        <w:t xml:space="preserve"> </w:t>
      </w:r>
      <w:r w:rsidRPr="00913C6A">
        <w:rPr>
          <w:rFonts w:ascii="08SeoulNamsan M" w:eastAsia="08SeoulNamsan M" w:hAnsi="Arial" w:cs="08SeoulNamsan M" w:hint="eastAsia"/>
          <w:color w:val="535353"/>
          <w:sz w:val="20"/>
          <w:szCs w:val="36"/>
        </w:rPr>
        <w:t>혹은</w:t>
      </w:r>
      <w:r w:rsidRPr="00913C6A">
        <w:rPr>
          <w:rFonts w:ascii="08SeoulNamsan M" w:eastAsia="08SeoulNamsan M" w:hAnsi="Arial" w:cs="08SeoulNamsan M"/>
          <w:color w:val="535353"/>
          <w:sz w:val="20"/>
          <w:szCs w:val="36"/>
        </w:rPr>
        <w:t xml:space="preserve"> </w:t>
      </w:r>
      <w:r w:rsidRPr="00913C6A">
        <w:rPr>
          <w:rFonts w:ascii="08SeoulNamsan M" w:eastAsia="08SeoulNamsan M" w:hAnsi="Arial" w:cs="08SeoulNamsan M" w:hint="eastAsia"/>
          <w:color w:val="535353"/>
          <w:sz w:val="20"/>
          <w:szCs w:val="36"/>
        </w:rPr>
        <w:t>컴퓨터</w:t>
      </w:r>
      <w:r w:rsidRPr="00913C6A">
        <w:rPr>
          <w:rFonts w:ascii="08SeoulNamsan M" w:eastAsia="08SeoulNamsan M" w:hAnsi="Arial" w:cs="08SeoulNamsan M"/>
          <w:color w:val="535353"/>
          <w:sz w:val="20"/>
          <w:szCs w:val="36"/>
        </w:rPr>
        <w:t xml:space="preserve"> </w:t>
      </w:r>
      <w:r w:rsidRPr="00913C6A">
        <w:rPr>
          <w:rFonts w:ascii="08SeoulNamsan M" w:eastAsia="08SeoulNamsan M" w:hAnsi="Arial" w:cs="08SeoulNamsan M" w:hint="eastAsia"/>
          <w:color w:val="535353"/>
          <w:sz w:val="20"/>
          <w:szCs w:val="36"/>
        </w:rPr>
        <w:t>애니메이션</w:t>
      </w:r>
      <w:r w:rsidRPr="00913C6A">
        <w:rPr>
          <w:rFonts w:ascii="08SeoulNamsan M" w:eastAsia="08SeoulNamsan M" w:hAnsi="Arial" w:cs="08SeoulNamsan M"/>
          <w:color w:val="535353"/>
          <w:sz w:val="20"/>
          <w:szCs w:val="36"/>
        </w:rPr>
        <w:t xml:space="preserve"> </w:t>
      </w:r>
      <w:r w:rsidRPr="00913C6A">
        <w:rPr>
          <w:rFonts w:ascii="08SeoulNamsan M" w:eastAsia="08SeoulNamsan M" w:hAnsi="Arial" w:cs="08SeoulNamsan M" w:hint="eastAsia"/>
          <w:color w:val="535353"/>
          <w:sz w:val="20"/>
          <w:szCs w:val="36"/>
        </w:rPr>
        <w:t>등</w:t>
      </w:r>
      <w:r w:rsidRPr="00913C6A">
        <w:rPr>
          <w:rFonts w:ascii="08SeoulNamsan M" w:eastAsia="08SeoulNamsan M" w:hAnsi="Arial" w:cs="08SeoulNamsan M"/>
          <w:color w:val="535353"/>
          <w:sz w:val="20"/>
          <w:szCs w:val="36"/>
        </w:rPr>
        <w:t xml:space="preserve"> </w:t>
      </w:r>
      <w:r w:rsidRPr="00913C6A">
        <w:rPr>
          <w:rFonts w:ascii="08SeoulNamsan M" w:eastAsia="08SeoulNamsan M" w:hAnsi="Arial" w:cs="08SeoulNamsan M" w:hint="eastAsia"/>
          <w:color w:val="535353"/>
          <w:sz w:val="20"/>
          <w:szCs w:val="36"/>
        </w:rPr>
        <w:t>모든</w:t>
      </w:r>
      <w:r w:rsidRPr="00913C6A">
        <w:rPr>
          <w:rFonts w:ascii="08SeoulNamsan M" w:eastAsia="08SeoulNamsan M" w:hAnsi="Arial" w:cs="08SeoulNamsan M"/>
          <w:color w:val="535353"/>
          <w:sz w:val="20"/>
          <w:szCs w:val="36"/>
        </w:rPr>
        <w:t xml:space="preserve"> </w:t>
      </w:r>
      <w:r w:rsidRPr="00913C6A">
        <w:rPr>
          <w:rFonts w:ascii="08SeoulNamsan M" w:eastAsia="08SeoulNamsan M" w:hAnsi="Arial" w:cs="08SeoulNamsan M" w:hint="eastAsia"/>
          <w:color w:val="535353"/>
          <w:sz w:val="20"/>
          <w:szCs w:val="36"/>
        </w:rPr>
        <w:t>작품이</w:t>
      </w:r>
      <w:r w:rsidRPr="00913C6A">
        <w:rPr>
          <w:rFonts w:ascii="08SeoulNamsan M" w:eastAsia="08SeoulNamsan M" w:hAnsi="Arial" w:cs="08SeoulNamsan M"/>
          <w:color w:val="535353"/>
          <w:sz w:val="20"/>
          <w:szCs w:val="36"/>
        </w:rPr>
        <w:t xml:space="preserve"> </w:t>
      </w:r>
      <w:r w:rsidRPr="00913C6A">
        <w:rPr>
          <w:rFonts w:ascii="08SeoulNamsan M" w:eastAsia="08SeoulNamsan M" w:hAnsi="Arial" w:cs="08SeoulNamsan M" w:hint="eastAsia"/>
          <w:color w:val="535353"/>
          <w:sz w:val="20"/>
          <w:szCs w:val="36"/>
        </w:rPr>
        <w:t>가능합니다</w:t>
      </w:r>
      <w:r w:rsidRPr="00913C6A">
        <w:rPr>
          <w:rFonts w:ascii="08SeoulNamsan M" w:eastAsia="08SeoulNamsan M" w:hAnsi="Arial" w:cs="08SeoulNamsan M"/>
          <w:color w:val="535353"/>
          <w:sz w:val="20"/>
          <w:szCs w:val="36"/>
        </w:rPr>
        <w:t xml:space="preserve">. </w:t>
      </w:r>
      <w:r w:rsidRPr="00913C6A">
        <w:rPr>
          <w:rFonts w:ascii="08SeoulNamsan M" w:eastAsia="08SeoulNamsan M" w:hAnsi="Arial" w:cs="08SeoulNamsan M" w:hint="eastAsia"/>
          <w:color w:val="535353"/>
          <w:sz w:val="20"/>
          <w:szCs w:val="36"/>
        </w:rPr>
        <w:t>단</w:t>
      </w:r>
      <w:r w:rsidRPr="00913C6A">
        <w:rPr>
          <w:rFonts w:ascii="08SeoulNamsan M" w:eastAsia="08SeoulNamsan M" w:hAnsi="Arial" w:cs="08SeoulNamsan M"/>
          <w:color w:val="535353"/>
          <w:sz w:val="20"/>
          <w:szCs w:val="36"/>
        </w:rPr>
        <w:t>, 2014</w:t>
      </w:r>
      <w:r w:rsidRPr="00913C6A">
        <w:rPr>
          <w:rFonts w:ascii="08SeoulNamsan M" w:eastAsia="08SeoulNamsan M" w:hAnsi="Arial" w:cs="08SeoulNamsan M" w:hint="eastAsia"/>
          <w:color w:val="535353"/>
          <w:sz w:val="20"/>
          <w:szCs w:val="36"/>
        </w:rPr>
        <w:t>년</w:t>
      </w:r>
      <w:r w:rsidRPr="00913C6A">
        <w:rPr>
          <w:rFonts w:ascii="08SeoulNamsan M" w:eastAsia="08SeoulNamsan M" w:hAnsi="Arial" w:cs="08SeoulNamsan M"/>
          <w:color w:val="535353"/>
          <w:sz w:val="20"/>
          <w:szCs w:val="36"/>
        </w:rPr>
        <w:t xml:space="preserve"> 1</w:t>
      </w:r>
      <w:r w:rsidRPr="00913C6A">
        <w:rPr>
          <w:rFonts w:ascii="08SeoulNamsan M" w:eastAsia="08SeoulNamsan M" w:hAnsi="Arial" w:cs="08SeoulNamsan M" w:hint="eastAsia"/>
          <w:color w:val="535353"/>
          <w:sz w:val="20"/>
          <w:szCs w:val="36"/>
        </w:rPr>
        <w:t>월</w:t>
      </w:r>
      <w:r w:rsidRPr="00913C6A">
        <w:rPr>
          <w:rFonts w:ascii="08SeoulNamsan M" w:eastAsia="08SeoulNamsan M" w:hAnsi="Arial" w:cs="08SeoulNamsan M"/>
          <w:color w:val="535353"/>
          <w:sz w:val="20"/>
          <w:szCs w:val="36"/>
        </w:rPr>
        <w:t xml:space="preserve"> 1</w:t>
      </w:r>
      <w:r w:rsidRPr="00913C6A">
        <w:rPr>
          <w:rFonts w:ascii="08SeoulNamsan M" w:eastAsia="08SeoulNamsan M" w:hAnsi="Arial" w:cs="08SeoulNamsan M" w:hint="eastAsia"/>
          <w:color w:val="535353"/>
          <w:sz w:val="20"/>
          <w:szCs w:val="36"/>
        </w:rPr>
        <w:t>일</w:t>
      </w:r>
      <w:r w:rsidRPr="00913C6A">
        <w:rPr>
          <w:rFonts w:ascii="08SeoulNamsan M" w:eastAsia="08SeoulNamsan M" w:hAnsi="Arial" w:cs="08SeoulNamsan M"/>
          <w:color w:val="535353"/>
          <w:sz w:val="20"/>
          <w:szCs w:val="36"/>
        </w:rPr>
        <w:t xml:space="preserve"> </w:t>
      </w:r>
      <w:r w:rsidRPr="00913C6A">
        <w:rPr>
          <w:rFonts w:ascii="08SeoulNamsan M" w:eastAsia="08SeoulNamsan M" w:hAnsi="Arial" w:cs="08SeoulNamsan M" w:hint="eastAsia"/>
          <w:color w:val="535353"/>
          <w:sz w:val="20"/>
          <w:szCs w:val="36"/>
        </w:rPr>
        <w:t>이후에</w:t>
      </w:r>
      <w:r w:rsidRPr="00913C6A">
        <w:rPr>
          <w:rFonts w:ascii="08SeoulNamsan M" w:eastAsia="08SeoulNamsan M" w:hAnsi="Arial" w:cs="08SeoulNamsan M"/>
          <w:color w:val="535353"/>
          <w:sz w:val="20"/>
          <w:szCs w:val="36"/>
        </w:rPr>
        <w:t xml:space="preserve"> </w:t>
      </w:r>
      <w:r w:rsidRPr="00913C6A">
        <w:rPr>
          <w:rFonts w:ascii="08SeoulNamsan M" w:eastAsia="08SeoulNamsan M" w:hAnsi="Arial" w:cs="08SeoulNamsan M" w:hint="eastAsia"/>
          <w:color w:val="535353"/>
          <w:sz w:val="20"/>
          <w:szCs w:val="36"/>
        </w:rPr>
        <w:t>완성된</w:t>
      </w:r>
      <w:r w:rsidRPr="00913C6A">
        <w:rPr>
          <w:rFonts w:ascii="08SeoulNamsan M" w:eastAsia="08SeoulNamsan M" w:hAnsi="Arial" w:cs="08SeoulNamsan M"/>
          <w:color w:val="535353"/>
          <w:sz w:val="20"/>
          <w:szCs w:val="36"/>
        </w:rPr>
        <w:t xml:space="preserve"> </w:t>
      </w:r>
      <w:r w:rsidRPr="00913C6A">
        <w:rPr>
          <w:rFonts w:ascii="08SeoulNamsan M" w:eastAsia="08SeoulNamsan M" w:hAnsi="Arial" w:cs="08SeoulNamsan M" w:hint="eastAsia"/>
          <w:color w:val="535353"/>
          <w:sz w:val="20"/>
          <w:szCs w:val="36"/>
        </w:rPr>
        <w:t>작품에</w:t>
      </w:r>
      <w:r w:rsidRPr="00913C6A">
        <w:rPr>
          <w:rFonts w:ascii="08SeoulNamsan M" w:eastAsia="08SeoulNamsan M" w:hAnsi="Arial" w:cs="08SeoulNamsan M"/>
          <w:color w:val="535353"/>
          <w:sz w:val="20"/>
          <w:szCs w:val="36"/>
        </w:rPr>
        <w:t xml:space="preserve"> </w:t>
      </w:r>
      <w:r w:rsidRPr="00913C6A">
        <w:rPr>
          <w:rFonts w:ascii="08SeoulNamsan M" w:eastAsia="08SeoulNamsan M" w:hAnsi="Arial" w:cs="08SeoulNamsan M" w:hint="eastAsia"/>
          <w:color w:val="535353"/>
          <w:sz w:val="20"/>
          <w:szCs w:val="36"/>
        </w:rPr>
        <w:t>한하며</w:t>
      </w:r>
      <w:r w:rsidRPr="00913C6A">
        <w:rPr>
          <w:rFonts w:ascii="08SeoulNamsan M" w:eastAsia="08SeoulNamsan M" w:hAnsi="Arial" w:cs="08SeoulNamsan M"/>
          <w:color w:val="535353"/>
          <w:sz w:val="20"/>
          <w:szCs w:val="36"/>
        </w:rPr>
        <w:t xml:space="preserve">, </w:t>
      </w:r>
      <w:r w:rsidRPr="00913C6A">
        <w:rPr>
          <w:rFonts w:ascii="08SeoulNamsan M" w:eastAsia="08SeoulNamsan M" w:hAnsi="Arial" w:cs="08SeoulNamsan M" w:hint="eastAsia"/>
          <w:color w:val="535353"/>
          <w:sz w:val="20"/>
          <w:szCs w:val="36"/>
        </w:rPr>
        <w:t>이전</w:t>
      </w:r>
      <w:r w:rsidRPr="00913C6A">
        <w:rPr>
          <w:rFonts w:ascii="08SeoulNamsan M" w:eastAsia="08SeoulNamsan M" w:hAnsi="Arial" w:cs="08SeoulNamsan M"/>
          <w:color w:val="535353"/>
          <w:sz w:val="20"/>
          <w:szCs w:val="36"/>
        </w:rPr>
        <w:t xml:space="preserve"> SICAF </w:t>
      </w:r>
      <w:r w:rsidRPr="00913C6A">
        <w:rPr>
          <w:rFonts w:ascii="08SeoulNamsan M" w:eastAsia="08SeoulNamsan M" w:hAnsi="Arial" w:cs="08SeoulNamsan M" w:hint="eastAsia"/>
          <w:color w:val="535353"/>
          <w:sz w:val="20"/>
          <w:szCs w:val="36"/>
        </w:rPr>
        <w:t>애니메이션</w:t>
      </w:r>
      <w:r w:rsidRPr="00913C6A">
        <w:rPr>
          <w:rFonts w:ascii="08SeoulNamsan M" w:eastAsia="08SeoulNamsan M" w:hAnsi="Arial" w:cs="08SeoulNamsan M"/>
          <w:color w:val="535353"/>
          <w:sz w:val="20"/>
          <w:szCs w:val="36"/>
        </w:rPr>
        <w:t xml:space="preserve"> </w:t>
      </w:r>
      <w:r w:rsidRPr="00913C6A">
        <w:rPr>
          <w:rFonts w:ascii="08SeoulNamsan M" w:eastAsia="08SeoulNamsan M" w:hAnsi="Arial" w:cs="08SeoulNamsan M" w:hint="eastAsia"/>
          <w:color w:val="535353"/>
          <w:sz w:val="20"/>
          <w:szCs w:val="36"/>
        </w:rPr>
        <w:t>영화제에</w:t>
      </w:r>
      <w:r w:rsidRPr="00913C6A">
        <w:rPr>
          <w:rFonts w:ascii="08SeoulNamsan M" w:eastAsia="08SeoulNamsan M" w:hAnsi="Arial" w:cs="08SeoulNamsan M"/>
          <w:color w:val="535353"/>
          <w:sz w:val="20"/>
          <w:szCs w:val="36"/>
        </w:rPr>
        <w:t xml:space="preserve"> </w:t>
      </w:r>
      <w:r w:rsidRPr="00913C6A">
        <w:rPr>
          <w:rFonts w:ascii="08SeoulNamsan M" w:eastAsia="08SeoulNamsan M" w:hAnsi="Arial" w:cs="08SeoulNamsan M" w:hint="eastAsia"/>
          <w:color w:val="535353"/>
          <w:sz w:val="20"/>
          <w:szCs w:val="36"/>
        </w:rPr>
        <w:t>출품했던</w:t>
      </w:r>
      <w:r w:rsidRPr="00913C6A">
        <w:rPr>
          <w:rFonts w:ascii="08SeoulNamsan M" w:eastAsia="08SeoulNamsan M" w:hAnsi="Arial" w:cs="08SeoulNamsan M"/>
          <w:color w:val="535353"/>
          <w:sz w:val="20"/>
          <w:szCs w:val="36"/>
        </w:rPr>
        <w:t xml:space="preserve"> </w:t>
      </w:r>
      <w:r w:rsidRPr="00913C6A">
        <w:rPr>
          <w:rFonts w:ascii="08SeoulNamsan M" w:eastAsia="08SeoulNamsan M" w:hAnsi="Arial" w:cs="08SeoulNamsan M" w:hint="eastAsia"/>
          <w:color w:val="535353"/>
          <w:sz w:val="20"/>
          <w:szCs w:val="36"/>
        </w:rPr>
        <w:t>작품은</w:t>
      </w:r>
      <w:r w:rsidRPr="00913C6A">
        <w:rPr>
          <w:rFonts w:ascii="08SeoulNamsan M" w:eastAsia="08SeoulNamsan M" w:hAnsi="Arial" w:cs="08SeoulNamsan M"/>
          <w:color w:val="535353"/>
          <w:sz w:val="20"/>
          <w:szCs w:val="36"/>
        </w:rPr>
        <w:t xml:space="preserve"> </w:t>
      </w:r>
      <w:r w:rsidRPr="00913C6A">
        <w:rPr>
          <w:rFonts w:ascii="08SeoulNamsan M" w:eastAsia="08SeoulNamsan M" w:hAnsi="Arial" w:cs="08SeoulNamsan M" w:hint="eastAsia"/>
          <w:color w:val="535353"/>
          <w:sz w:val="20"/>
          <w:szCs w:val="36"/>
        </w:rPr>
        <w:t>출품할</w:t>
      </w:r>
      <w:r w:rsidRPr="00913C6A">
        <w:rPr>
          <w:rFonts w:ascii="08SeoulNamsan M" w:eastAsia="08SeoulNamsan M" w:hAnsi="Arial" w:cs="08SeoulNamsan M"/>
          <w:color w:val="535353"/>
          <w:sz w:val="20"/>
          <w:szCs w:val="36"/>
        </w:rPr>
        <w:t xml:space="preserve"> </w:t>
      </w:r>
      <w:r w:rsidRPr="00913C6A">
        <w:rPr>
          <w:rFonts w:ascii="08SeoulNamsan M" w:eastAsia="08SeoulNamsan M" w:hAnsi="Arial" w:cs="08SeoulNamsan M" w:hint="eastAsia"/>
          <w:color w:val="535353"/>
          <w:sz w:val="20"/>
          <w:szCs w:val="36"/>
        </w:rPr>
        <w:t>수</w:t>
      </w:r>
      <w:r w:rsidRPr="00913C6A">
        <w:rPr>
          <w:rFonts w:ascii="08SeoulNamsan M" w:eastAsia="08SeoulNamsan M" w:hAnsi="Arial" w:cs="08SeoulNamsan M"/>
          <w:color w:val="535353"/>
          <w:sz w:val="20"/>
          <w:szCs w:val="36"/>
        </w:rPr>
        <w:t xml:space="preserve"> </w:t>
      </w:r>
      <w:r w:rsidRPr="00913C6A">
        <w:rPr>
          <w:rFonts w:ascii="08SeoulNamsan M" w:eastAsia="08SeoulNamsan M" w:hAnsi="Arial" w:cs="08SeoulNamsan M" w:hint="eastAsia"/>
          <w:color w:val="535353"/>
          <w:sz w:val="20"/>
          <w:szCs w:val="36"/>
        </w:rPr>
        <w:t>없습니다</w:t>
      </w:r>
      <w:r w:rsidRPr="00913C6A">
        <w:rPr>
          <w:rFonts w:ascii="08SeoulNamsan M" w:eastAsia="08SeoulNamsan M" w:hAnsi="Arial" w:cs="08SeoulNamsan M"/>
          <w:color w:val="535353"/>
          <w:sz w:val="20"/>
          <w:szCs w:val="36"/>
        </w:rPr>
        <w:t xml:space="preserve">. </w:t>
      </w:r>
      <w:r w:rsidRPr="00913C6A">
        <w:rPr>
          <w:rFonts w:ascii="08SeoulNamsan M" w:eastAsia="08SeoulNamsan M" w:hAnsi="Arial" w:cs="08SeoulNamsan M" w:hint="eastAsia"/>
          <w:color w:val="535353"/>
          <w:sz w:val="20"/>
          <w:szCs w:val="36"/>
        </w:rPr>
        <w:t>출품자는</w:t>
      </w:r>
      <w:r w:rsidRPr="00913C6A">
        <w:rPr>
          <w:rFonts w:ascii="08SeoulNamsan M" w:eastAsia="08SeoulNamsan M" w:hAnsi="Arial" w:cs="08SeoulNamsan M"/>
          <w:color w:val="535353"/>
          <w:sz w:val="20"/>
          <w:szCs w:val="36"/>
        </w:rPr>
        <w:t xml:space="preserve"> </w:t>
      </w:r>
      <w:r w:rsidRPr="00913C6A">
        <w:rPr>
          <w:rFonts w:ascii="08SeoulNamsan M" w:eastAsia="08SeoulNamsan M" w:hAnsi="Arial" w:cs="08SeoulNamsan M" w:hint="eastAsia"/>
          <w:color w:val="535353"/>
          <w:sz w:val="20"/>
          <w:szCs w:val="36"/>
        </w:rPr>
        <w:t>작품의</w:t>
      </w:r>
      <w:r w:rsidRPr="00913C6A">
        <w:rPr>
          <w:rFonts w:ascii="08SeoulNamsan M" w:eastAsia="08SeoulNamsan M" w:hAnsi="Arial" w:cs="08SeoulNamsan M"/>
          <w:color w:val="535353"/>
          <w:sz w:val="20"/>
          <w:szCs w:val="36"/>
        </w:rPr>
        <w:t xml:space="preserve"> </w:t>
      </w:r>
      <w:r w:rsidRPr="00913C6A">
        <w:rPr>
          <w:rFonts w:ascii="08SeoulNamsan M" w:eastAsia="08SeoulNamsan M" w:hAnsi="Arial" w:cs="08SeoulNamsan M" w:hint="eastAsia"/>
          <w:color w:val="535353"/>
          <w:sz w:val="20"/>
          <w:szCs w:val="36"/>
        </w:rPr>
        <w:t>감독</w:t>
      </w:r>
      <w:r w:rsidRPr="00913C6A">
        <w:rPr>
          <w:rFonts w:ascii="08SeoulNamsan M" w:eastAsia="08SeoulNamsan M" w:hAnsi="Arial" w:cs="08SeoulNamsan M"/>
          <w:color w:val="535353"/>
          <w:sz w:val="20"/>
          <w:szCs w:val="36"/>
        </w:rPr>
        <w:t xml:space="preserve"> </w:t>
      </w:r>
      <w:r w:rsidRPr="00913C6A">
        <w:rPr>
          <w:rFonts w:ascii="08SeoulNamsan M" w:eastAsia="08SeoulNamsan M" w:hAnsi="Arial" w:cs="08SeoulNamsan M" w:hint="eastAsia"/>
          <w:color w:val="535353"/>
          <w:sz w:val="20"/>
          <w:szCs w:val="36"/>
        </w:rPr>
        <w:t>또는</w:t>
      </w:r>
      <w:r w:rsidRPr="00913C6A">
        <w:rPr>
          <w:rFonts w:ascii="08SeoulNamsan M" w:eastAsia="08SeoulNamsan M" w:hAnsi="Arial" w:cs="08SeoulNamsan M"/>
          <w:color w:val="535353"/>
          <w:sz w:val="20"/>
          <w:szCs w:val="36"/>
        </w:rPr>
        <w:t xml:space="preserve"> </w:t>
      </w:r>
      <w:r w:rsidRPr="00913C6A">
        <w:rPr>
          <w:rFonts w:ascii="08SeoulNamsan M" w:eastAsia="08SeoulNamsan M" w:hAnsi="Arial" w:cs="08SeoulNamsan M" w:hint="eastAsia"/>
          <w:color w:val="535353"/>
          <w:sz w:val="20"/>
          <w:szCs w:val="36"/>
        </w:rPr>
        <w:t>저작권자로</w:t>
      </w:r>
      <w:r w:rsidRPr="00913C6A">
        <w:rPr>
          <w:rFonts w:ascii="08SeoulNamsan M" w:eastAsia="08SeoulNamsan M" w:hAnsi="Arial" w:cs="08SeoulNamsan M"/>
          <w:color w:val="535353"/>
          <w:sz w:val="20"/>
          <w:szCs w:val="36"/>
        </w:rPr>
        <w:t xml:space="preserve"> </w:t>
      </w:r>
      <w:r w:rsidRPr="00913C6A">
        <w:rPr>
          <w:rFonts w:ascii="08SeoulNamsan M" w:eastAsia="08SeoulNamsan M" w:hAnsi="Arial" w:cs="08SeoulNamsan M" w:hint="eastAsia"/>
          <w:color w:val="535353"/>
          <w:sz w:val="20"/>
          <w:szCs w:val="36"/>
        </w:rPr>
        <w:t>각본과</w:t>
      </w:r>
      <w:r w:rsidRPr="00913C6A">
        <w:rPr>
          <w:rFonts w:ascii="08SeoulNamsan M" w:eastAsia="08SeoulNamsan M" w:hAnsi="Arial" w:cs="08SeoulNamsan M"/>
          <w:color w:val="535353"/>
          <w:sz w:val="20"/>
          <w:szCs w:val="36"/>
        </w:rPr>
        <w:t xml:space="preserve"> </w:t>
      </w:r>
      <w:r w:rsidRPr="00913C6A">
        <w:rPr>
          <w:rFonts w:ascii="08SeoulNamsan M" w:eastAsia="08SeoulNamsan M" w:hAnsi="Arial" w:cs="08SeoulNamsan M" w:hint="eastAsia"/>
          <w:color w:val="535353"/>
          <w:sz w:val="20"/>
          <w:szCs w:val="36"/>
        </w:rPr>
        <w:t>미술</w:t>
      </w:r>
      <w:r w:rsidRPr="00913C6A">
        <w:rPr>
          <w:rFonts w:ascii="08SeoulNamsan M" w:eastAsia="08SeoulNamsan M" w:hAnsi="Arial" w:cs="08SeoulNamsan M"/>
          <w:color w:val="535353"/>
          <w:sz w:val="20"/>
          <w:szCs w:val="36"/>
        </w:rPr>
        <w:t xml:space="preserve"> </w:t>
      </w:r>
      <w:r w:rsidRPr="00913C6A">
        <w:rPr>
          <w:rFonts w:ascii="08SeoulNamsan M" w:eastAsia="08SeoulNamsan M" w:hAnsi="Arial" w:cs="08SeoulNamsan M" w:hint="eastAsia"/>
          <w:color w:val="535353"/>
          <w:sz w:val="20"/>
          <w:szCs w:val="36"/>
        </w:rPr>
        <w:t>및</w:t>
      </w:r>
      <w:r w:rsidRPr="00913C6A">
        <w:rPr>
          <w:rFonts w:ascii="08SeoulNamsan M" w:eastAsia="08SeoulNamsan M" w:hAnsi="Arial" w:cs="08SeoulNamsan M"/>
          <w:color w:val="535353"/>
          <w:sz w:val="20"/>
          <w:szCs w:val="36"/>
        </w:rPr>
        <w:t xml:space="preserve"> </w:t>
      </w:r>
      <w:r w:rsidRPr="00913C6A">
        <w:rPr>
          <w:rFonts w:ascii="08SeoulNamsan M" w:eastAsia="08SeoulNamsan M" w:hAnsi="Arial" w:cs="08SeoulNamsan M" w:hint="eastAsia"/>
          <w:color w:val="535353"/>
          <w:sz w:val="20"/>
          <w:szCs w:val="36"/>
        </w:rPr>
        <w:t>음악에</w:t>
      </w:r>
      <w:r w:rsidRPr="00913C6A">
        <w:rPr>
          <w:rFonts w:ascii="08SeoulNamsan M" w:eastAsia="08SeoulNamsan M" w:hAnsi="Arial" w:cs="08SeoulNamsan M"/>
          <w:color w:val="535353"/>
          <w:sz w:val="20"/>
          <w:szCs w:val="36"/>
        </w:rPr>
        <w:t xml:space="preserve"> </w:t>
      </w:r>
      <w:r w:rsidRPr="00913C6A">
        <w:rPr>
          <w:rFonts w:ascii="08SeoulNamsan M" w:eastAsia="08SeoulNamsan M" w:hAnsi="Arial" w:cs="08SeoulNamsan M" w:hint="eastAsia"/>
          <w:color w:val="535353"/>
          <w:sz w:val="20"/>
          <w:szCs w:val="36"/>
        </w:rPr>
        <w:t>대한</w:t>
      </w:r>
      <w:r w:rsidRPr="00913C6A">
        <w:rPr>
          <w:rFonts w:ascii="08SeoulNamsan M" w:eastAsia="08SeoulNamsan M" w:hAnsi="Arial" w:cs="08SeoulNamsan M"/>
          <w:color w:val="535353"/>
          <w:sz w:val="20"/>
          <w:szCs w:val="36"/>
        </w:rPr>
        <w:t xml:space="preserve"> </w:t>
      </w:r>
      <w:r w:rsidRPr="00913C6A">
        <w:rPr>
          <w:rFonts w:ascii="08SeoulNamsan M" w:eastAsia="08SeoulNamsan M" w:hAnsi="Arial" w:cs="08SeoulNamsan M" w:hint="eastAsia"/>
          <w:color w:val="535353"/>
          <w:sz w:val="20"/>
          <w:szCs w:val="36"/>
        </w:rPr>
        <w:t>권리를</w:t>
      </w:r>
      <w:r w:rsidRPr="00913C6A">
        <w:rPr>
          <w:rFonts w:ascii="08SeoulNamsan M" w:eastAsia="08SeoulNamsan M" w:hAnsi="Arial" w:cs="08SeoulNamsan M"/>
          <w:color w:val="535353"/>
          <w:sz w:val="20"/>
          <w:szCs w:val="36"/>
        </w:rPr>
        <w:t xml:space="preserve"> </w:t>
      </w:r>
      <w:r w:rsidRPr="00913C6A">
        <w:rPr>
          <w:rFonts w:ascii="08SeoulNamsan M" w:eastAsia="08SeoulNamsan M" w:hAnsi="Arial" w:cs="08SeoulNamsan M" w:hint="eastAsia"/>
          <w:color w:val="535353"/>
          <w:sz w:val="20"/>
          <w:szCs w:val="36"/>
        </w:rPr>
        <w:t>보유해야</w:t>
      </w:r>
      <w:r w:rsidRPr="00913C6A">
        <w:rPr>
          <w:rFonts w:ascii="08SeoulNamsan M" w:eastAsia="08SeoulNamsan M" w:hAnsi="Arial" w:cs="08SeoulNamsan M"/>
          <w:color w:val="535353"/>
          <w:sz w:val="20"/>
          <w:szCs w:val="36"/>
        </w:rPr>
        <w:t xml:space="preserve"> </w:t>
      </w:r>
      <w:r w:rsidRPr="00913C6A">
        <w:rPr>
          <w:rFonts w:ascii="08SeoulNamsan M" w:eastAsia="08SeoulNamsan M" w:hAnsi="Arial" w:cs="08SeoulNamsan M" w:hint="eastAsia"/>
          <w:color w:val="535353"/>
          <w:sz w:val="20"/>
          <w:szCs w:val="36"/>
        </w:rPr>
        <w:t>하며</w:t>
      </w:r>
      <w:r w:rsidRPr="00913C6A">
        <w:rPr>
          <w:rFonts w:ascii="08SeoulNamsan M" w:eastAsia="08SeoulNamsan M" w:hAnsi="Arial" w:cs="08SeoulNamsan M"/>
          <w:color w:val="535353"/>
          <w:sz w:val="20"/>
          <w:szCs w:val="36"/>
        </w:rPr>
        <w:t xml:space="preserve">, </w:t>
      </w:r>
      <w:r w:rsidRPr="00913C6A">
        <w:rPr>
          <w:rFonts w:ascii="08SeoulNamsan M" w:eastAsia="08SeoulNamsan M" w:hAnsi="Arial" w:cs="08SeoulNamsan M" w:hint="eastAsia"/>
          <w:color w:val="535353"/>
          <w:sz w:val="20"/>
          <w:szCs w:val="36"/>
        </w:rPr>
        <w:t>이에</w:t>
      </w:r>
      <w:r w:rsidRPr="00913C6A">
        <w:rPr>
          <w:rFonts w:ascii="08SeoulNamsan M" w:eastAsia="08SeoulNamsan M" w:hAnsi="Arial" w:cs="08SeoulNamsan M"/>
          <w:color w:val="535353"/>
          <w:sz w:val="20"/>
          <w:szCs w:val="36"/>
        </w:rPr>
        <w:t xml:space="preserve"> </w:t>
      </w:r>
      <w:r w:rsidRPr="00913C6A">
        <w:rPr>
          <w:rFonts w:ascii="08SeoulNamsan M" w:eastAsia="08SeoulNamsan M" w:hAnsi="Arial" w:cs="08SeoulNamsan M" w:hint="eastAsia"/>
          <w:color w:val="535353"/>
          <w:sz w:val="20"/>
          <w:szCs w:val="36"/>
        </w:rPr>
        <w:t>어긋나는</w:t>
      </w:r>
      <w:r w:rsidRPr="00913C6A">
        <w:rPr>
          <w:rFonts w:ascii="08SeoulNamsan M" w:eastAsia="08SeoulNamsan M" w:hAnsi="Arial" w:cs="08SeoulNamsan M"/>
          <w:color w:val="535353"/>
          <w:sz w:val="20"/>
          <w:szCs w:val="36"/>
        </w:rPr>
        <w:t xml:space="preserve"> </w:t>
      </w:r>
      <w:r w:rsidRPr="00913C6A">
        <w:rPr>
          <w:rFonts w:ascii="08SeoulNamsan M" w:eastAsia="08SeoulNamsan M" w:hAnsi="Arial" w:cs="08SeoulNamsan M" w:hint="eastAsia"/>
          <w:color w:val="535353"/>
          <w:sz w:val="20"/>
          <w:szCs w:val="36"/>
        </w:rPr>
        <w:t>경우에</w:t>
      </w:r>
      <w:r w:rsidRPr="00913C6A">
        <w:rPr>
          <w:rFonts w:ascii="08SeoulNamsan M" w:eastAsia="08SeoulNamsan M" w:hAnsi="Arial" w:cs="08SeoulNamsan M"/>
          <w:color w:val="535353"/>
          <w:sz w:val="20"/>
          <w:szCs w:val="36"/>
        </w:rPr>
        <w:t xml:space="preserve"> </w:t>
      </w:r>
      <w:r w:rsidRPr="00913C6A">
        <w:rPr>
          <w:rFonts w:ascii="08SeoulNamsan M" w:eastAsia="08SeoulNamsan M" w:hAnsi="Arial" w:cs="08SeoulNamsan M" w:hint="eastAsia"/>
          <w:color w:val="535353"/>
          <w:sz w:val="20"/>
          <w:szCs w:val="36"/>
        </w:rPr>
        <w:t>작품의</w:t>
      </w:r>
      <w:r w:rsidRPr="00913C6A">
        <w:rPr>
          <w:rFonts w:ascii="08SeoulNamsan M" w:eastAsia="08SeoulNamsan M" w:hAnsi="Arial" w:cs="08SeoulNamsan M"/>
          <w:color w:val="535353"/>
          <w:sz w:val="20"/>
          <w:szCs w:val="36"/>
        </w:rPr>
        <w:t xml:space="preserve"> </w:t>
      </w:r>
      <w:r w:rsidRPr="00913C6A">
        <w:rPr>
          <w:rFonts w:ascii="08SeoulNamsan M" w:eastAsia="08SeoulNamsan M" w:hAnsi="Arial" w:cs="08SeoulNamsan M" w:hint="eastAsia"/>
          <w:color w:val="535353"/>
          <w:sz w:val="20"/>
          <w:szCs w:val="36"/>
        </w:rPr>
        <w:t>출품자격이</w:t>
      </w:r>
      <w:r w:rsidRPr="00913C6A">
        <w:rPr>
          <w:rFonts w:ascii="08SeoulNamsan M" w:eastAsia="08SeoulNamsan M" w:hAnsi="Arial" w:cs="08SeoulNamsan M"/>
          <w:color w:val="535353"/>
          <w:sz w:val="20"/>
          <w:szCs w:val="36"/>
        </w:rPr>
        <w:t xml:space="preserve"> </w:t>
      </w:r>
      <w:r w:rsidRPr="00913C6A">
        <w:rPr>
          <w:rFonts w:ascii="08SeoulNamsan M" w:eastAsia="08SeoulNamsan M" w:hAnsi="Arial" w:cs="08SeoulNamsan M" w:hint="eastAsia"/>
          <w:color w:val="535353"/>
          <w:sz w:val="20"/>
          <w:szCs w:val="36"/>
        </w:rPr>
        <w:t>상실됩니다</w:t>
      </w:r>
      <w:r w:rsidRPr="00913C6A">
        <w:rPr>
          <w:rFonts w:ascii="08SeoulNamsan M" w:eastAsia="08SeoulNamsan M" w:hAnsi="Arial" w:cs="08SeoulNamsan M"/>
          <w:color w:val="535353"/>
          <w:sz w:val="20"/>
          <w:szCs w:val="36"/>
        </w:rPr>
        <w:t>.</w:t>
      </w:r>
    </w:p>
    <w:p w14:paraId="01E99825" w14:textId="77777777" w:rsidR="00941A11" w:rsidRPr="00941A11" w:rsidRDefault="00941A11" w:rsidP="00913C6A">
      <w:pPr>
        <w:widowControl w:val="0"/>
        <w:autoSpaceDE w:val="0"/>
        <w:autoSpaceDN w:val="0"/>
        <w:adjustRightInd w:val="0"/>
        <w:rPr>
          <w:rFonts w:ascii="08SeoulNamsan M" w:eastAsia="08SeoulNamsan M" w:hAnsi="Arial" w:cs="08SeoulNamsan M"/>
          <w:color w:val="535353"/>
          <w:sz w:val="20"/>
          <w:szCs w:val="36"/>
        </w:rPr>
      </w:pPr>
    </w:p>
    <w:p w14:paraId="797E6634" w14:textId="77777777" w:rsidR="00913C6A" w:rsidRDefault="00913C6A" w:rsidP="00913C6A">
      <w:pPr>
        <w:widowControl w:val="0"/>
        <w:autoSpaceDE w:val="0"/>
        <w:autoSpaceDN w:val="0"/>
        <w:adjustRightInd w:val="0"/>
        <w:rPr>
          <w:rFonts w:ascii="08SeoulNamsan M" w:eastAsia="08SeoulNamsan M" w:hAnsi="Arial" w:cs="08SeoulNamsan M"/>
        </w:rPr>
      </w:pPr>
      <w:r>
        <w:rPr>
          <w:rFonts w:ascii="08SeoulNamsan M" w:eastAsia="08SeoulNamsan M" w:hAnsi="Arial" w:cs="08SeoulNamsan M" w:hint="eastAsia"/>
          <w:noProof/>
        </w:rPr>
        <w:drawing>
          <wp:inline distT="0" distB="0" distL="0" distR="0" wp14:anchorId="481510B6" wp14:editId="6B2EE3AA">
            <wp:extent cx="1651635" cy="139889"/>
            <wp:effectExtent l="0" t="0" r="0" b="12700"/>
            <wp:docPr id="38" name="Picture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6509" cy="1563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23E3E4" w14:textId="77777777" w:rsidR="0056361B" w:rsidRDefault="00913C6A" w:rsidP="00913C6A">
      <w:pPr>
        <w:widowControl w:val="0"/>
        <w:autoSpaceDE w:val="0"/>
        <w:autoSpaceDN w:val="0"/>
        <w:adjustRightInd w:val="0"/>
        <w:rPr>
          <w:rFonts w:ascii="08SeoulNamsan M" w:eastAsia="08SeoulNamsan M" w:hAnsi="Arial" w:cs="08SeoulNamsan M"/>
          <w:b/>
          <w:color w:val="535353"/>
          <w:szCs w:val="36"/>
        </w:rPr>
      </w:pPr>
      <w:r>
        <w:rPr>
          <w:rFonts w:ascii="08SeoulNamsan M" w:eastAsia="08SeoulNamsan M" w:hAnsi="Arial" w:cs="08SeoulNamsan M"/>
          <w:color w:val="535353"/>
          <w:sz w:val="36"/>
          <w:szCs w:val="36"/>
        </w:rPr>
        <w:t xml:space="preserve"> </w:t>
      </w:r>
      <w:r w:rsidRPr="0056361B">
        <w:rPr>
          <w:rFonts w:ascii="08SeoulNamsan M" w:eastAsia="08SeoulNamsan M" w:hAnsi="Arial" w:cs="08SeoulNamsan M"/>
          <w:b/>
          <w:color w:val="535353"/>
          <w:szCs w:val="36"/>
        </w:rPr>
        <w:t>2016</w:t>
      </w:r>
      <w:r w:rsidRPr="0056361B">
        <w:rPr>
          <w:rFonts w:ascii="08SeoulNamsan M" w:eastAsia="08SeoulNamsan M" w:hAnsi="Arial" w:cs="08SeoulNamsan M" w:hint="eastAsia"/>
          <w:b/>
          <w:color w:val="535353"/>
          <w:szCs w:val="36"/>
        </w:rPr>
        <w:t>년</w:t>
      </w:r>
      <w:r w:rsidRPr="0056361B">
        <w:rPr>
          <w:rFonts w:ascii="08SeoulNamsan M" w:eastAsia="08SeoulNamsan M" w:hAnsi="Arial" w:cs="08SeoulNamsan M"/>
          <w:b/>
          <w:color w:val="535353"/>
          <w:szCs w:val="36"/>
        </w:rPr>
        <w:t xml:space="preserve"> 3</w:t>
      </w:r>
      <w:r w:rsidRPr="0056361B">
        <w:rPr>
          <w:rFonts w:ascii="08SeoulNamsan M" w:eastAsia="08SeoulNamsan M" w:hAnsi="Arial" w:cs="08SeoulNamsan M" w:hint="eastAsia"/>
          <w:b/>
          <w:color w:val="535353"/>
          <w:szCs w:val="36"/>
        </w:rPr>
        <w:t>월</w:t>
      </w:r>
      <w:r w:rsidRPr="0056361B">
        <w:rPr>
          <w:rFonts w:ascii="08SeoulNamsan M" w:eastAsia="08SeoulNamsan M" w:hAnsi="Arial" w:cs="08SeoulNamsan M"/>
          <w:b/>
          <w:color w:val="535353"/>
          <w:szCs w:val="36"/>
        </w:rPr>
        <w:t xml:space="preserve"> 20</w:t>
      </w:r>
      <w:r w:rsidRPr="0056361B">
        <w:rPr>
          <w:rFonts w:ascii="08SeoulNamsan M" w:eastAsia="08SeoulNamsan M" w:hAnsi="Arial" w:cs="08SeoulNamsan M" w:hint="eastAsia"/>
          <w:b/>
          <w:color w:val="535353"/>
          <w:szCs w:val="36"/>
        </w:rPr>
        <w:t>일</w:t>
      </w:r>
      <w:r w:rsidRPr="0056361B">
        <w:rPr>
          <w:rFonts w:ascii="08SeoulNamsan M" w:eastAsia="08SeoulNamsan M" w:hAnsi="Arial" w:cs="08SeoulNamsan M"/>
          <w:b/>
          <w:color w:val="535353"/>
          <w:szCs w:val="36"/>
        </w:rPr>
        <w:t>(</w:t>
      </w:r>
      <w:r w:rsidRPr="0056361B">
        <w:rPr>
          <w:rFonts w:ascii="08SeoulNamsan M" w:eastAsia="08SeoulNamsan M" w:hAnsi="Arial" w:cs="08SeoulNamsan M" w:hint="eastAsia"/>
          <w:b/>
          <w:color w:val="535353"/>
          <w:szCs w:val="36"/>
        </w:rPr>
        <w:t>일</w:t>
      </w:r>
      <w:r w:rsidRPr="0056361B">
        <w:rPr>
          <w:rFonts w:ascii="08SeoulNamsan M" w:eastAsia="08SeoulNamsan M" w:hAnsi="Arial" w:cs="08SeoulNamsan M"/>
          <w:b/>
          <w:color w:val="535353"/>
          <w:szCs w:val="36"/>
        </w:rPr>
        <w:t xml:space="preserve">) </w:t>
      </w:r>
      <w:r w:rsidRPr="0056361B">
        <w:rPr>
          <w:rFonts w:ascii="08SeoulNamsan M" w:eastAsia="08SeoulNamsan M" w:hAnsi="Arial" w:cs="08SeoulNamsan M" w:hint="eastAsia"/>
          <w:b/>
          <w:color w:val="535353"/>
          <w:szCs w:val="36"/>
        </w:rPr>
        <w:t>오후</w:t>
      </w:r>
      <w:r w:rsidRPr="0056361B">
        <w:rPr>
          <w:rFonts w:ascii="08SeoulNamsan M" w:eastAsia="08SeoulNamsan M" w:hAnsi="Arial" w:cs="08SeoulNamsan M"/>
          <w:b/>
          <w:color w:val="535353"/>
          <w:szCs w:val="36"/>
        </w:rPr>
        <w:t xml:space="preserve"> 5</w:t>
      </w:r>
      <w:r w:rsidRPr="0056361B">
        <w:rPr>
          <w:rFonts w:ascii="08SeoulNamsan M" w:eastAsia="08SeoulNamsan M" w:hAnsi="Arial" w:cs="08SeoulNamsan M" w:hint="eastAsia"/>
          <w:b/>
          <w:color w:val="535353"/>
          <w:szCs w:val="36"/>
        </w:rPr>
        <w:t>시</w:t>
      </w:r>
    </w:p>
    <w:p w14:paraId="58EA43C5" w14:textId="77777777" w:rsidR="00941A11" w:rsidRPr="00941A11" w:rsidRDefault="00941A11" w:rsidP="00913C6A">
      <w:pPr>
        <w:widowControl w:val="0"/>
        <w:autoSpaceDE w:val="0"/>
        <w:autoSpaceDN w:val="0"/>
        <w:adjustRightInd w:val="0"/>
        <w:rPr>
          <w:rFonts w:ascii="08SeoulNamsan M" w:eastAsia="08SeoulNamsan M" w:hAnsi="Arial" w:cs="08SeoulNamsan M"/>
          <w:b/>
          <w:color w:val="535353"/>
          <w:szCs w:val="36"/>
        </w:rPr>
      </w:pPr>
    </w:p>
    <w:p w14:paraId="2E36C146" w14:textId="77777777" w:rsidR="00913C6A" w:rsidRDefault="00913C6A" w:rsidP="00913C6A">
      <w:pPr>
        <w:widowControl w:val="0"/>
        <w:autoSpaceDE w:val="0"/>
        <w:autoSpaceDN w:val="0"/>
        <w:adjustRightInd w:val="0"/>
        <w:rPr>
          <w:rFonts w:ascii="08SeoulNamsan M" w:eastAsia="08SeoulNamsan M" w:hAnsi="Arial" w:cs="08SeoulNamsan M"/>
        </w:rPr>
      </w:pPr>
      <w:r>
        <w:rPr>
          <w:rFonts w:ascii="08SeoulNamsan M" w:eastAsia="08SeoulNamsan M" w:hAnsi="Arial" w:cs="08SeoulNamsan M" w:hint="eastAsia"/>
          <w:noProof/>
        </w:rPr>
        <w:drawing>
          <wp:inline distT="0" distB="0" distL="0" distR="0" wp14:anchorId="00E0F0E4" wp14:editId="5085FF51">
            <wp:extent cx="1651635" cy="139889"/>
            <wp:effectExtent l="0" t="0" r="0" b="12700"/>
            <wp:docPr id="34" name="Pictur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7900" cy="1497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A15E2B" w14:textId="77777777" w:rsidR="00913C6A" w:rsidRPr="00941A11" w:rsidRDefault="00913C6A" w:rsidP="00913C6A">
      <w:pPr>
        <w:widowControl w:val="0"/>
        <w:autoSpaceDE w:val="0"/>
        <w:autoSpaceDN w:val="0"/>
        <w:adjustRightInd w:val="0"/>
        <w:rPr>
          <w:rFonts w:ascii="Arial" w:eastAsia="08SeoulNamsan M" w:hAnsi="Arial" w:cs="Arial"/>
          <w:color w:val="535353"/>
          <w:sz w:val="21"/>
          <w:szCs w:val="36"/>
        </w:rPr>
      </w:pPr>
      <w:r w:rsidRPr="00941A11">
        <w:rPr>
          <w:rFonts w:ascii="08SeoulNamsan M" w:eastAsia="08SeoulNamsan M" w:hAnsi="Arial" w:cs="08SeoulNamsan M"/>
          <w:color w:val="535353"/>
          <w:sz w:val="21"/>
          <w:szCs w:val="36"/>
        </w:rPr>
        <w:t xml:space="preserve"> </w:t>
      </w:r>
      <w:r w:rsidRPr="00941A11">
        <w:rPr>
          <w:rFonts w:ascii="08SeoulNamsan M" w:eastAsia="08SeoulNamsan M" w:hAnsi="Arial" w:cs="08SeoulNamsan M"/>
          <w:color w:val="F5003D"/>
          <w:sz w:val="21"/>
          <w:szCs w:val="36"/>
        </w:rPr>
        <w:t xml:space="preserve">SICAF2016 </w:t>
      </w:r>
      <w:proofErr w:type="spellStart"/>
      <w:r w:rsidRPr="00941A11">
        <w:rPr>
          <w:rFonts w:ascii="08SeoulNamsan M" w:eastAsia="08SeoulNamsan M" w:hAnsi="Arial" w:cs="08SeoulNamsan M"/>
          <w:color w:val="F5003D"/>
          <w:sz w:val="21"/>
          <w:szCs w:val="36"/>
        </w:rPr>
        <w:t>SSFF_Regulation&amp;Entry</w:t>
      </w:r>
      <w:proofErr w:type="spellEnd"/>
      <w:r w:rsidRPr="00941A11">
        <w:rPr>
          <w:rFonts w:ascii="08SeoulNamsan M" w:eastAsia="08SeoulNamsan M" w:hAnsi="Arial" w:cs="08SeoulNamsan M"/>
          <w:color w:val="F5003D"/>
          <w:sz w:val="21"/>
          <w:szCs w:val="36"/>
        </w:rPr>
        <w:t xml:space="preserve"> Form.pdf</w:t>
      </w:r>
      <w:r w:rsidRPr="00941A11">
        <w:rPr>
          <w:rFonts w:ascii="08SeoulNamsan M" w:eastAsia="08SeoulNamsan M" w:hAnsi="Arial" w:cs="08SeoulNamsan M"/>
          <w:color w:val="535353"/>
          <w:sz w:val="21"/>
          <w:szCs w:val="36"/>
        </w:rPr>
        <w:t xml:space="preserve"> </w:t>
      </w:r>
      <w:r w:rsidRPr="00941A11">
        <w:rPr>
          <w:rFonts w:ascii="08SeoulNamsan M" w:eastAsia="08SeoulNamsan M" w:hAnsi="Arial" w:cs="08SeoulNamsan M" w:hint="eastAsia"/>
          <w:noProof/>
          <w:sz w:val="16"/>
        </w:rPr>
        <w:drawing>
          <wp:inline distT="0" distB="0" distL="0" distR="0" wp14:anchorId="3FA0B1E0" wp14:editId="12D4AF73">
            <wp:extent cx="999490" cy="266065"/>
            <wp:effectExtent l="0" t="0" r="0" b="0"/>
            <wp:docPr id="32" name="Picture 32">
              <a:hlinkClick xmlns:a="http://schemas.openxmlformats.org/drawingml/2006/main" r:id="rId1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9490" cy="266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AA652E4" w14:textId="77777777" w:rsidR="0056361B" w:rsidRPr="000126E0" w:rsidRDefault="00913C6A" w:rsidP="00913C6A">
      <w:pPr>
        <w:widowControl w:val="0"/>
        <w:autoSpaceDE w:val="0"/>
        <w:autoSpaceDN w:val="0"/>
        <w:adjustRightInd w:val="0"/>
        <w:rPr>
          <w:rFonts w:ascii="Arial" w:eastAsia="08SeoulNamsan M" w:hAnsi="Arial" w:cs="Arial"/>
          <w:color w:val="535353"/>
          <w:szCs w:val="36"/>
        </w:rPr>
      </w:pPr>
      <w:r w:rsidRPr="00941A11">
        <w:rPr>
          <w:rFonts w:ascii="08SeoulNamsan M" w:eastAsia="08SeoulNamsan M" w:hAnsi="Arial" w:cs="08SeoulNamsan M"/>
          <w:color w:val="535353"/>
          <w:sz w:val="21"/>
          <w:szCs w:val="36"/>
        </w:rPr>
        <w:t xml:space="preserve"> </w:t>
      </w:r>
      <w:r w:rsidRPr="00941A11">
        <w:rPr>
          <w:rFonts w:ascii="08SeoulNamsan M" w:eastAsia="08SeoulNamsan M" w:hAnsi="Arial" w:cs="08SeoulNamsan M"/>
          <w:color w:val="F5003D"/>
          <w:sz w:val="21"/>
          <w:szCs w:val="36"/>
        </w:rPr>
        <w:t xml:space="preserve">SICAF2016 </w:t>
      </w:r>
      <w:proofErr w:type="spellStart"/>
      <w:r w:rsidRPr="00941A11">
        <w:rPr>
          <w:rFonts w:ascii="08SeoulNamsan M" w:eastAsia="08SeoulNamsan M" w:hAnsi="Arial" w:cs="08SeoulNamsan M"/>
          <w:color w:val="F5003D"/>
          <w:sz w:val="21"/>
          <w:szCs w:val="36"/>
        </w:rPr>
        <w:t>SSFF_Regulation&amp;Entry</w:t>
      </w:r>
      <w:proofErr w:type="spellEnd"/>
      <w:r w:rsidRPr="00941A11">
        <w:rPr>
          <w:rFonts w:ascii="08SeoulNamsan M" w:eastAsia="08SeoulNamsan M" w:hAnsi="Arial" w:cs="08SeoulNamsan M"/>
          <w:color w:val="F5003D"/>
          <w:sz w:val="21"/>
          <w:szCs w:val="36"/>
        </w:rPr>
        <w:t xml:space="preserve"> Form.doc</w:t>
      </w:r>
      <w:r w:rsidRPr="00941A11">
        <w:rPr>
          <w:rFonts w:ascii="08SeoulNamsan M" w:eastAsia="08SeoulNamsan M" w:hAnsi="Arial" w:cs="08SeoulNamsan M"/>
          <w:color w:val="535353"/>
          <w:sz w:val="21"/>
          <w:szCs w:val="36"/>
        </w:rPr>
        <w:t xml:space="preserve"> </w:t>
      </w:r>
      <w:r w:rsidRPr="00913C6A">
        <w:rPr>
          <w:rFonts w:ascii="08SeoulNamsan M" w:eastAsia="08SeoulNamsan M" w:hAnsi="Arial" w:cs="08SeoulNamsan M" w:hint="eastAsia"/>
          <w:noProof/>
          <w:sz w:val="20"/>
        </w:rPr>
        <w:drawing>
          <wp:inline distT="0" distB="0" distL="0" distR="0" wp14:anchorId="045B96CA" wp14:editId="48B465DA">
            <wp:extent cx="999490" cy="266065"/>
            <wp:effectExtent l="0" t="0" r="0" b="0"/>
            <wp:docPr id="30" name="Picture 30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9490" cy="266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9C6C24D" w14:textId="77777777" w:rsidR="00941A11" w:rsidRDefault="00941A11" w:rsidP="00913C6A">
      <w:pPr>
        <w:widowControl w:val="0"/>
        <w:autoSpaceDE w:val="0"/>
        <w:autoSpaceDN w:val="0"/>
        <w:adjustRightInd w:val="0"/>
        <w:rPr>
          <w:rFonts w:ascii="08SeoulNamsan M" w:eastAsia="08SeoulNamsan M" w:hAnsi="Arial" w:cs="08SeoulNamsan M"/>
        </w:rPr>
      </w:pPr>
    </w:p>
    <w:p w14:paraId="5918FD21" w14:textId="77777777" w:rsidR="00913C6A" w:rsidRDefault="00913C6A" w:rsidP="00913C6A">
      <w:pPr>
        <w:widowControl w:val="0"/>
        <w:autoSpaceDE w:val="0"/>
        <w:autoSpaceDN w:val="0"/>
        <w:adjustRightInd w:val="0"/>
        <w:rPr>
          <w:rFonts w:ascii="08SeoulNamsan M" w:eastAsia="08SeoulNamsan M" w:hAnsi="Arial" w:cs="08SeoulNamsan M"/>
        </w:rPr>
      </w:pPr>
      <w:r>
        <w:rPr>
          <w:rFonts w:ascii="08SeoulNamsan M" w:eastAsia="08SeoulNamsan M" w:hAnsi="Arial" w:cs="08SeoulNamsan M" w:hint="eastAsia"/>
          <w:noProof/>
        </w:rPr>
        <w:lastRenderedPageBreak/>
        <w:drawing>
          <wp:inline distT="0" distB="0" distL="0" distR="0" wp14:anchorId="4BB424F3" wp14:editId="58FA666D">
            <wp:extent cx="1880235" cy="159251"/>
            <wp:effectExtent l="0" t="0" r="0" b="0"/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5736" cy="1639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EB3D041" w14:textId="77777777" w:rsidR="00A23DB6" w:rsidRDefault="00A23DB6" w:rsidP="00913C6A">
      <w:pPr>
        <w:widowControl w:val="0"/>
        <w:autoSpaceDE w:val="0"/>
        <w:autoSpaceDN w:val="0"/>
        <w:adjustRightInd w:val="0"/>
        <w:rPr>
          <w:rFonts w:ascii="08SeoulNamsan M" w:eastAsia="08SeoulNamsan M" w:hAnsi="Arial" w:cs="08SeoulNamsan M"/>
        </w:rPr>
      </w:pPr>
    </w:p>
    <w:p w14:paraId="43490B5B" w14:textId="77777777" w:rsidR="00913C6A" w:rsidRPr="00957F29" w:rsidRDefault="00913C6A" w:rsidP="00F83C71">
      <w:pPr>
        <w:widowControl w:val="0"/>
        <w:autoSpaceDE w:val="0"/>
        <w:autoSpaceDN w:val="0"/>
        <w:adjustRightInd w:val="0"/>
        <w:spacing w:line="360" w:lineRule="auto"/>
        <w:rPr>
          <w:rFonts w:ascii="08SeoulNamsan M" w:eastAsia="08SeoulNamsan M" w:hAnsi="Arial" w:cs="08SeoulNamsan M"/>
          <w:color w:val="535353"/>
          <w:sz w:val="21"/>
          <w:szCs w:val="36"/>
          <w:lang w:val="en-GB"/>
        </w:rPr>
      </w:pPr>
      <w:r w:rsidRPr="00553661">
        <w:rPr>
          <w:rFonts w:ascii="08SeoulNamsan M" w:eastAsia="08SeoulNamsan M" w:hAnsi="Arial" w:cs="08SeoulNamsan M"/>
          <w:color w:val="535353"/>
          <w:sz w:val="21"/>
          <w:szCs w:val="36"/>
        </w:rPr>
        <w:t xml:space="preserve">1. </w:t>
      </w:r>
      <w:r w:rsidRPr="00553661">
        <w:rPr>
          <w:rFonts w:ascii="08SeoulNamsan M" w:eastAsia="08SeoulNamsan M" w:hAnsi="Arial" w:cs="08SeoulNamsan M" w:hint="eastAsia"/>
          <w:color w:val="535353"/>
          <w:sz w:val="21"/>
          <w:szCs w:val="36"/>
        </w:rPr>
        <w:t>자신의</w:t>
      </w:r>
      <w:r w:rsidRPr="00553661">
        <w:rPr>
          <w:rFonts w:ascii="08SeoulNamsan M" w:eastAsia="08SeoulNamsan M" w:hAnsi="Arial" w:cs="08SeoulNamsan M"/>
          <w:color w:val="535353"/>
          <w:sz w:val="21"/>
          <w:szCs w:val="36"/>
        </w:rPr>
        <w:t xml:space="preserve"> </w:t>
      </w:r>
      <w:r w:rsidRPr="00553661">
        <w:rPr>
          <w:rFonts w:ascii="08SeoulNamsan M" w:eastAsia="08SeoulNamsan M" w:hAnsi="Arial" w:cs="08SeoulNamsan M" w:hint="eastAsia"/>
          <w:color w:val="535353"/>
          <w:sz w:val="21"/>
          <w:szCs w:val="36"/>
        </w:rPr>
        <w:t>작품에</w:t>
      </w:r>
      <w:r w:rsidRPr="00553661">
        <w:rPr>
          <w:rFonts w:ascii="08SeoulNamsan M" w:eastAsia="08SeoulNamsan M" w:hAnsi="Arial" w:cs="08SeoulNamsan M"/>
          <w:color w:val="535353"/>
          <w:sz w:val="21"/>
          <w:szCs w:val="36"/>
        </w:rPr>
        <w:t xml:space="preserve"> </w:t>
      </w:r>
      <w:r w:rsidRPr="00553661">
        <w:rPr>
          <w:rFonts w:ascii="08SeoulNamsan M" w:eastAsia="08SeoulNamsan M" w:hAnsi="Arial" w:cs="08SeoulNamsan M" w:hint="eastAsia"/>
          <w:color w:val="535353"/>
          <w:sz w:val="21"/>
          <w:szCs w:val="36"/>
        </w:rPr>
        <w:t>맞는</w:t>
      </w:r>
      <w:r w:rsidRPr="00553661">
        <w:rPr>
          <w:rFonts w:ascii="08SeoulNamsan M" w:eastAsia="08SeoulNamsan M" w:hAnsi="Arial" w:cs="08SeoulNamsan M"/>
          <w:color w:val="535353"/>
          <w:sz w:val="21"/>
          <w:szCs w:val="36"/>
        </w:rPr>
        <w:t xml:space="preserve"> </w:t>
      </w:r>
      <w:r w:rsidRPr="00553661">
        <w:rPr>
          <w:rFonts w:ascii="08SeoulNamsan M" w:eastAsia="08SeoulNamsan M" w:hAnsi="Arial" w:cs="08SeoulNamsan M" w:hint="eastAsia"/>
          <w:color w:val="535353"/>
          <w:sz w:val="21"/>
          <w:szCs w:val="36"/>
        </w:rPr>
        <w:t>공모부문</w:t>
      </w:r>
      <w:r w:rsidRPr="00553661">
        <w:rPr>
          <w:rFonts w:ascii="08SeoulNamsan M" w:eastAsia="08SeoulNamsan M" w:hAnsi="Arial" w:cs="08SeoulNamsan M"/>
          <w:color w:val="535353"/>
          <w:sz w:val="21"/>
          <w:szCs w:val="36"/>
        </w:rPr>
        <w:t xml:space="preserve"> </w:t>
      </w:r>
      <w:r w:rsidRPr="00553661">
        <w:rPr>
          <w:rFonts w:ascii="08SeoulNamsan M" w:eastAsia="08SeoulNamsan M" w:hAnsi="Arial" w:cs="08SeoulNamsan M" w:hint="eastAsia"/>
          <w:color w:val="535353"/>
          <w:sz w:val="21"/>
          <w:szCs w:val="36"/>
        </w:rPr>
        <w:t>선택</w:t>
      </w:r>
      <w:r w:rsidRPr="00553661">
        <w:rPr>
          <w:rFonts w:ascii="08SeoulNamsan M" w:eastAsia="08SeoulNamsan M" w:hAnsi="Arial" w:cs="08SeoulNamsan M"/>
          <w:color w:val="535353"/>
          <w:sz w:val="21"/>
          <w:szCs w:val="36"/>
        </w:rPr>
        <w:t>. ( 4</w:t>
      </w:r>
      <w:r w:rsidRPr="00553661">
        <w:rPr>
          <w:rFonts w:ascii="08SeoulNamsan M" w:eastAsia="08SeoulNamsan M" w:hAnsi="Arial" w:cs="08SeoulNamsan M" w:hint="eastAsia"/>
          <w:color w:val="535353"/>
          <w:sz w:val="21"/>
          <w:szCs w:val="36"/>
        </w:rPr>
        <w:t>개</w:t>
      </w:r>
      <w:r w:rsidRPr="00553661">
        <w:rPr>
          <w:rFonts w:ascii="08SeoulNamsan M" w:eastAsia="08SeoulNamsan M" w:hAnsi="Arial" w:cs="08SeoulNamsan M"/>
          <w:color w:val="535353"/>
          <w:sz w:val="21"/>
          <w:szCs w:val="36"/>
        </w:rPr>
        <w:t xml:space="preserve"> </w:t>
      </w:r>
      <w:r w:rsidRPr="00553661">
        <w:rPr>
          <w:rFonts w:ascii="08SeoulNamsan M" w:eastAsia="08SeoulNamsan M" w:hAnsi="Arial" w:cs="08SeoulNamsan M" w:hint="eastAsia"/>
          <w:color w:val="535353"/>
          <w:sz w:val="21"/>
          <w:szCs w:val="36"/>
        </w:rPr>
        <w:t>부문중</w:t>
      </w:r>
      <w:r w:rsidRPr="00553661">
        <w:rPr>
          <w:rFonts w:ascii="08SeoulNamsan M" w:eastAsia="08SeoulNamsan M" w:hAnsi="Arial" w:cs="08SeoulNamsan M"/>
          <w:color w:val="535353"/>
          <w:sz w:val="21"/>
          <w:szCs w:val="36"/>
        </w:rPr>
        <w:t xml:space="preserve"> </w:t>
      </w:r>
      <w:r w:rsidRPr="00553661">
        <w:rPr>
          <w:rFonts w:ascii="08SeoulNamsan M" w:eastAsia="08SeoulNamsan M" w:hAnsi="Arial" w:cs="08SeoulNamsan M" w:hint="eastAsia"/>
          <w:color w:val="535353"/>
          <w:sz w:val="21"/>
          <w:szCs w:val="36"/>
        </w:rPr>
        <w:t>택</w:t>
      </w:r>
      <w:r w:rsidRPr="00553661">
        <w:rPr>
          <w:rFonts w:ascii="08SeoulNamsan M" w:eastAsia="08SeoulNamsan M" w:hAnsi="Arial" w:cs="08SeoulNamsan M"/>
          <w:color w:val="535353"/>
          <w:sz w:val="21"/>
          <w:szCs w:val="36"/>
        </w:rPr>
        <w:t>1)</w:t>
      </w:r>
    </w:p>
    <w:p w14:paraId="64456F4F" w14:textId="77777777" w:rsidR="00913C6A" w:rsidRPr="00553661" w:rsidRDefault="00913C6A" w:rsidP="00F83C71">
      <w:pPr>
        <w:widowControl w:val="0"/>
        <w:autoSpaceDE w:val="0"/>
        <w:autoSpaceDN w:val="0"/>
        <w:adjustRightInd w:val="0"/>
        <w:spacing w:line="360" w:lineRule="auto"/>
        <w:rPr>
          <w:rFonts w:ascii="Arial" w:eastAsia="08SeoulNamsan M" w:hAnsi="Arial" w:cs="Arial"/>
          <w:color w:val="535353"/>
          <w:sz w:val="21"/>
          <w:szCs w:val="36"/>
        </w:rPr>
      </w:pPr>
      <w:r w:rsidRPr="00553661">
        <w:rPr>
          <w:rFonts w:ascii="08SeoulNamsan M" w:eastAsia="08SeoulNamsan M" w:hAnsi="Arial" w:cs="08SeoulNamsan M"/>
          <w:color w:val="535353"/>
          <w:sz w:val="21"/>
          <w:szCs w:val="36"/>
        </w:rPr>
        <w:t xml:space="preserve">2. </w:t>
      </w:r>
      <w:r w:rsidRPr="00553661">
        <w:rPr>
          <w:rFonts w:ascii="08SeoulNamsan M" w:eastAsia="08SeoulNamsan M" w:hAnsi="Arial" w:cs="08SeoulNamsan M" w:hint="eastAsia"/>
          <w:color w:val="535353"/>
          <w:sz w:val="21"/>
          <w:szCs w:val="36"/>
        </w:rPr>
        <w:t>심사용파일을</w:t>
      </w:r>
      <w:r w:rsidRPr="00553661">
        <w:rPr>
          <w:rFonts w:ascii="08SeoulNamsan M" w:eastAsia="08SeoulNamsan M" w:hAnsi="Arial" w:cs="08SeoulNamsan M"/>
          <w:color w:val="535353"/>
          <w:sz w:val="21"/>
          <w:szCs w:val="36"/>
        </w:rPr>
        <w:t xml:space="preserve"> </w:t>
      </w:r>
      <w:r w:rsidRPr="00553661">
        <w:rPr>
          <w:rFonts w:ascii="08SeoulNamsan M" w:eastAsia="08SeoulNamsan M" w:hAnsi="Arial" w:cs="08SeoulNamsan M" w:hint="eastAsia"/>
          <w:color w:val="535353"/>
          <w:sz w:val="21"/>
          <w:szCs w:val="36"/>
        </w:rPr>
        <w:t>웹에</w:t>
      </w:r>
      <w:r w:rsidRPr="00553661">
        <w:rPr>
          <w:rFonts w:ascii="08SeoulNamsan M" w:eastAsia="08SeoulNamsan M" w:hAnsi="Arial" w:cs="08SeoulNamsan M"/>
          <w:color w:val="535353"/>
          <w:sz w:val="21"/>
          <w:szCs w:val="36"/>
        </w:rPr>
        <w:t xml:space="preserve"> </w:t>
      </w:r>
      <w:r w:rsidRPr="00553661">
        <w:rPr>
          <w:rFonts w:ascii="08SeoulNamsan M" w:eastAsia="08SeoulNamsan M" w:hAnsi="Arial" w:cs="08SeoulNamsan M" w:hint="eastAsia"/>
          <w:color w:val="535353"/>
          <w:sz w:val="21"/>
          <w:szCs w:val="36"/>
        </w:rPr>
        <w:t>업로드</w:t>
      </w:r>
      <w:r w:rsidRPr="00553661">
        <w:rPr>
          <w:rFonts w:ascii="08SeoulNamsan M" w:eastAsia="08SeoulNamsan M" w:hAnsi="Arial" w:cs="08SeoulNamsan M"/>
          <w:color w:val="535353"/>
          <w:sz w:val="21"/>
          <w:szCs w:val="36"/>
        </w:rPr>
        <w:t xml:space="preserve"> </w:t>
      </w:r>
      <w:r w:rsidRPr="00553661">
        <w:rPr>
          <w:rFonts w:ascii="08SeoulNamsan M" w:eastAsia="08SeoulNamsan M" w:hAnsi="Arial" w:cs="08SeoulNamsan M" w:hint="eastAsia"/>
          <w:color w:val="535353"/>
          <w:sz w:val="21"/>
          <w:szCs w:val="36"/>
        </w:rPr>
        <w:t>후</w:t>
      </w:r>
      <w:r w:rsidRPr="00553661">
        <w:rPr>
          <w:rFonts w:ascii="08SeoulNamsan M" w:eastAsia="08SeoulNamsan M" w:hAnsi="Arial" w:cs="08SeoulNamsan M"/>
          <w:color w:val="535353"/>
          <w:sz w:val="21"/>
          <w:szCs w:val="36"/>
        </w:rPr>
        <w:t xml:space="preserve">, </w:t>
      </w:r>
      <w:r w:rsidRPr="00553661">
        <w:rPr>
          <w:rFonts w:ascii="08SeoulNamsan M" w:eastAsia="08SeoulNamsan M" w:hAnsi="Arial" w:cs="08SeoulNamsan M" w:hint="eastAsia"/>
          <w:color w:val="535353"/>
          <w:sz w:val="21"/>
          <w:szCs w:val="36"/>
        </w:rPr>
        <w:t>파일</w:t>
      </w:r>
      <w:r w:rsidRPr="00553661">
        <w:rPr>
          <w:rFonts w:ascii="08SeoulNamsan M" w:eastAsia="08SeoulNamsan M" w:hAnsi="Arial" w:cs="08SeoulNamsan M"/>
          <w:color w:val="535353"/>
          <w:sz w:val="21"/>
          <w:szCs w:val="36"/>
        </w:rPr>
        <w:t xml:space="preserve"> </w:t>
      </w:r>
      <w:r w:rsidRPr="00553661">
        <w:rPr>
          <w:rFonts w:ascii="08SeoulNamsan M" w:eastAsia="08SeoulNamsan M" w:hAnsi="Arial" w:cs="08SeoulNamsan M" w:hint="eastAsia"/>
          <w:color w:val="535353"/>
          <w:sz w:val="21"/>
          <w:szCs w:val="36"/>
        </w:rPr>
        <w:t>다운로드가</w:t>
      </w:r>
      <w:r w:rsidRPr="00553661">
        <w:rPr>
          <w:rFonts w:ascii="08SeoulNamsan M" w:eastAsia="08SeoulNamsan M" w:hAnsi="Arial" w:cs="08SeoulNamsan M"/>
          <w:color w:val="535353"/>
          <w:sz w:val="21"/>
          <w:szCs w:val="36"/>
        </w:rPr>
        <w:t xml:space="preserve"> </w:t>
      </w:r>
      <w:r w:rsidRPr="00553661">
        <w:rPr>
          <w:rFonts w:ascii="08SeoulNamsan M" w:eastAsia="08SeoulNamsan M" w:hAnsi="Arial" w:cs="08SeoulNamsan M" w:hint="eastAsia"/>
          <w:color w:val="535353"/>
          <w:sz w:val="21"/>
          <w:szCs w:val="36"/>
        </w:rPr>
        <w:t>가능한</w:t>
      </w:r>
      <w:r w:rsidRPr="00553661">
        <w:rPr>
          <w:rFonts w:ascii="08SeoulNamsan M" w:eastAsia="08SeoulNamsan M" w:hAnsi="Arial" w:cs="08SeoulNamsan M"/>
          <w:color w:val="535353"/>
          <w:sz w:val="21"/>
          <w:szCs w:val="36"/>
        </w:rPr>
        <w:t xml:space="preserve"> </w:t>
      </w:r>
      <w:r w:rsidRPr="00553661">
        <w:rPr>
          <w:rFonts w:ascii="08SeoulNamsan M" w:eastAsia="08SeoulNamsan M" w:hAnsi="Arial" w:cs="08SeoulNamsan M" w:hint="eastAsia"/>
          <w:color w:val="535353"/>
          <w:sz w:val="21"/>
          <w:szCs w:val="36"/>
        </w:rPr>
        <w:t>링크</w:t>
      </w:r>
      <w:r w:rsidRPr="00553661">
        <w:rPr>
          <w:rFonts w:ascii="08SeoulNamsan M" w:eastAsia="08SeoulNamsan M" w:hAnsi="Arial" w:cs="08SeoulNamsan M"/>
          <w:color w:val="535353"/>
          <w:sz w:val="21"/>
          <w:szCs w:val="36"/>
        </w:rPr>
        <w:t xml:space="preserve">(URL) </w:t>
      </w:r>
      <w:r w:rsidRPr="00553661">
        <w:rPr>
          <w:rFonts w:ascii="08SeoulNamsan M" w:eastAsia="08SeoulNamsan M" w:hAnsi="Arial" w:cs="08SeoulNamsan M" w:hint="eastAsia"/>
          <w:color w:val="535353"/>
          <w:sz w:val="21"/>
          <w:szCs w:val="36"/>
        </w:rPr>
        <w:t>준비</w:t>
      </w:r>
      <w:r w:rsidRPr="00553661">
        <w:rPr>
          <w:rFonts w:ascii="08SeoulNamsan M" w:eastAsia="08SeoulNamsan M" w:hAnsi="Arial" w:cs="08SeoulNamsan M"/>
          <w:color w:val="535353"/>
          <w:sz w:val="21"/>
          <w:szCs w:val="36"/>
        </w:rPr>
        <w:t>.</w:t>
      </w:r>
    </w:p>
    <w:p w14:paraId="56CC0DF4" w14:textId="77777777" w:rsidR="00913C6A" w:rsidRPr="00553661" w:rsidRDefault="00913C6A" w:rsidP="00F83C71">
      <w:pPr>
        <w:widowControl w:val="0"/>
        <w:autoSpaceDE w:val="0"/>
        <w:autoSpaceDN w:val="0"/>
        <w:adjustRightInd w:val="0"/>
        <w:spacing w:line="360" w:lineRule="auto"/>
        <w:rPr>
          <w:rFonts w:ascii="08SeoulNamsan M" w:eastAsia="08SeoulNamsan M" w:hAnsi="Arial" w:cs="08SeoulNamsan M"/>
          <w:color w:val="535353"/>
          <w:sz w:val="21"/>
          <w:szCs w:val="36"/>
        </w:rPr>
      </w:pPr>
      <w:r w:rsidRPr="00553661">
        <w:rPr>
          <w:rFonts w:ascii="08SeoulNamsan M" w:eastAsia="08SeoulNamsan M" w:hAnsi="Arial" w:cs="08SeoulNamsan M"/>
          <w:color w:val="F5003D"/>
          <w:sz w:val="18"/>
          <w:szCs w:val="26"/>
        </w:rPr>
        <w:t xml:space="preserve">* </w:t>
      </w:r>
      <w:r w:rsidRPr="00553661">
        <w:rPr>
          <w:rFonts w:ascii="08SeoulNamsan M" w:eastAsia="08SeoulNamsan M" w:hAnsi="Arial" w:cs="08SeoulNamsan M" w:hint="eastAsia"/>
          <w:color w:val="F5003D"/>
          <w:sz w:val="18"/>
          <w:szCs w:val="26"/>
        </w:rPr>
        <w:t>출품</w:t>
      </w:r>
      <w:r w:rsidRPr="00553661">
        <w:rPr>
          <w:rFonts w:ascii="08SeoulNamsan M" w:eastAsia="08SeoulNamsan M" w:hAnsi="Arial" w:cs="08SeoulNamsan M"/>
          <w:color w:val="F5003D"/>
          <w:sz w:val="18"/>
          <w:szCs w:val="26"/>
        </w:rPr>
        <w:t xml:space="preserve"> </w:t>
      </w:r>
      <w:r w:rsidRPr="00553661">
        <w:rPr>
          <w:rFonts w:ascii="08SeoulNamsan M" w:eastAsia="08SeoulNamsan M" w:hAnsi="Arial" w:cs="08SeoulNamsan M" w:hint="eastAsia"/>
          <w:color w:val="F5003D"/>
          <w:sz w:val="18"/>
          <w:szCs w:val="26"/>
        </w:rPr>
        <w:t>파일은</w:t>
      </w:r>
      <w:r w:rsidRPr="00553661">
        <w:rPr>
          <w:rFonts w:ascii="08SeoulNamsan M" w:eastAsia="08SeoulNamsan M" w:hAnsi="Arial" w:cs="08SeoulNamsan M"/>
          <w:color w:val="F5003D"/>
          <w:sz w:val="18"/>
          <w:szCs w:val="26"/>
        </w:rPr>
        <w:t xml:space="preserve"> </w:t>
      </w:r>
      <w:r w:rsidRPr="00553661">
        <w:rPr>
          <w:rFonts w:ascii="08SeoulNamsan M" w:eastAsia="08SeoulNamsan M" w:hAnsi="Arial" w:cs="08SeoulNamsan M" w:hint="eastAsia"/>
          <w:color w:val="F5003D"/>
          <w:sz w:val="18"/>
          <w:szCs w:val="26"/>
        </w:rPr>
        <w:t>반드시</w:t>
      </w:r>
      <w:r w:rsidRPr="00553661">
        <w:rPr>
          <w:rFonts w:ascii="08SeoulNamsan M" w:eastAsia="08SeoulNamsan M" w:hAnsi="Arial" w:cs="08SeoulNamsan M"/>
          <w:color w:val="F5003D"/>
          <w:sz w:val="18"/>
          <w:szCs w:val="26"/>
        </w:rPr>
        <w:t xml:space="preserve"> </w:t>
      </w:r>
      <w:r w:rsidRPr="00553661">
        <w:rPr>
          <w:rFonts w:ascii="08SeoulNamsan M" w:eastAsia="08SeoulNamsan M" w:hAnsi="Arial" w:cs="08SeoulNamsan M" w:hint="eastAsia"/>
          <w:color w:val="F5003D"/>
          <w:sz w:val="18"/>
          <w:szCs w:val="26"/>
        </w:rPr>
        <w:t>드롭박스</w:t>
      </w:r>
      <w:r w:rsidRPr="00553661">
        <w:rPr>
          <w:rFonts w:ascii="08SeoulNamsan M" w:eastAsia="08SeoulNamsan M" w:hAnsi="Arial" w:cs="08SeoulNamsan M"/>
          <w:color w:val="F5003D"/>
          <w:sz w:val="18"/>
          <w:szCs w:val="26"/>
        </w:rPr>
        <w:t xml:space="preserve">(Dropbox), </w:t>
      </w:r>
      <w:r w:rsidRPr="00553661">
        <w:rPr>
          <w:rFonts w:ascii="08SeoulNamsan M" w:eastAsia="08SeoulNamsan M" w:hAnsi="Arial" w:cs="08SeoulNamsan M" w:hint="eastAsia"/>
          <w:color w:val="F5003D"/>
          <w:sz w:val="18"/>
          <w:szCs w:val="26"/>
        </w:rPr>
        <w:t>유투브</w:t>
      </w:r>
      <w:r w:rsidRPr="00553661">
        <w:rPr>
          <w:rFonts w:ascii="08SeoulNamsan M" w:eastAsia="08SeoulNamsan M" w:hAnsi="Arial" w:cs="08SeoulNamsan M"/>
          <w:color w:val="F5003D"/>
          <w:sz w:val="18"/>
          <w:szCs w:val="26"/>
        </w:rPr>
        <w:t>(</w:t>
      </w:r>
      <w:proofErr w:type="spellStart"/>
      <w:r w:rsidRPr="00553661">
        <w:rPr>
          <w:rFonts w:ascii="08SeoulNamsan M" w:eastAsia="08SeoulNamsan M" w:hAnsi="Arial" w:cs="08SeoulNamsan M"/>
          <w:color w:val="F5003D"/>
          <w:sz w:val="18"/>
          <w:szCs w:val="26"/>
        </w:rPr>
        <w:t>Youtube</w:t>
      </w:r>
      <w:proofErr w:type="spellEnd"/>
      <w:r w:rsidRPr="00553661">
        <w:rPr>
          <w:rFonts w:ascii="08SeoulNamsan M" w:eastAsia="08SeoulNamsan M" w:hAnsi="Arial" w:cs="08SeoulNamsan M"/>
          <w:color w:val="F5003D"/>
          <w:sz w:val="18"/>
          <w:szCs w:val="26"/>
        </w:rPr>
        <w:t xml:space="preserve">), </w:t>
      </w:r>
      <w:r w:rsidRPr="00553661">
        <w:rPr>
          <w:rFonts w:ascii="08SeoulNamsan M" w:eastAsia="08SeoulNamsan M" w:hAnsi="Arial" w:cs="08SeoulNamsan M" w:hint="eastAsia"/>
          <w:color w:val="F5003D"/>
          <w:sz w:val="18"/>
          <w:szCs w:val="26"/>
        </w:rPr>
        <w:t>비메오</w:t>
      </w:r>
      <w:r w:rsidRPr="00553661">
        <w:rPr>
          <w:rFonts w:ascii="08SeoulNamsan M" w:eastAsia="08SeoulNamsan M" w:hAnsi="Arial" w:cs="08SeoulNamsan M"/>
          <w:color w:val="F5003D"/>
          <w:sz w:val="18"/>
          <w:szCs w:val="26"/>
        </w:rPr>
        <w:t>(</w:t>
      </w:r>
      <w:proofErr w:type="spellStart"/>
      <w:r w:rsidRPr="00553661">
        <w:rPr>
          <w:rFonts w:ascii="08SeoulNamsan M" w:eastAsia="08SeoulNamsan M" w:hAnsi="Arial" w:cs="08SeoulNamsan M"/>
          <w:color w:val="F5003D"/>
          <w:sz w:val="18"/>
          <w:szCs w:val="26"/>
        </w:rPr>
        <w:t>Vimeo</w:t>
      </w:r>
      <w:proofErr w:type="spellEnd"/>
      <w:r w:rsidRPr="00553661">
        <w:rPr>
          <w:rFonts w:ascii="08SeoulNamsan M" w:eastAsia="08SeoulNamsan M" w:hAnsi="Arial" w:cs="08SeoulNamsan M"/>
          <w:color w:val="F5003D"/>
          <w:sz w:val="18"/>
          <w:szCs w:val="26"/>
        </w:rPr>
        <w:t xml:space="preserve">), </w:t>
      </w:r>
      <w:r w:rsidRPr="00553661">
        <w:rPr>
          <w:rFonts w:ascii="08SeoulNamsan M" w:eastAsia="08SeoulNamsan M" w:hAnsi="Arial" w:cs="08SeoulNamsan M" w:hint="eastAsia"/>
          <w:color w:val="F5003D"/>
          <w:sz w:val="18"/>
          <w:szCs w:val="26"/>
        </w:rPr>
        <w:t>구글</w:t>
      </w:r>
      <w:r w:rsidRPr="00553661">
        <w:rPr>
          <w:rFonts w:ascii="08SeoulNamsan M" w:eastAsia="08SeoulNamsan M" w:hAnsi="Arial" w:cs="08SeoulNamsan M"/>
          <w:color w:val="F5003D"/>
          <w:sz w:val="18"/>
          <w:szCs w:val="26"/>
        </w:rPr>
        <w:t xml:space="preserve"> </w:t>
      </w:r>
      <w:r w:rsidRPr="00553661">
        <w:rPr>
          <w:rFonts w:ascii="08SeoulNamsan M" w:eastAsia="08SeoulNamsan M" w:hAnsi="Arial" w:cs="08SeoulNamsan M" w:hint="eastAsia"/>
          <w:color w:val="F5003D"/>
          <w:sz w:val="18"/>
          <w:szCs w:val="26"/>
        </w:rPr>
        <w:t>드라이브</w:t>
      </w:r>
      <w:r w:rsidRPr="00553661">
        <w:rPr>
          <w:rFonts w:ascii="08SeoulNamsan M" w:eastAsia="08SeoulNamsan M" w:hAnsi="Arial" w:cs="08SeoulNamsan M"/>
          <w:color w:val="F5003D"/>
          <w:sz w:val="18"/>
          <w:szCs w:val="26"/>
        </w:rPr>
        <w:t xml:space="preserve">(Google Drive), </w:t>
      </w:r>
      <w:r w:rsidRPr="00553661">
        <w:rPr>
          <w:rFonts w:ascii="08SeoulNamsan M" w:eastAsia="08SeoulNamsan M" w:hAnsi="Arial" w:cs="08SeoulNamsan M" w:hint="eastAsia"/>
          <w:color w:val="F5003D"/>
          <w:sz w:val="18"/>
          <w:szCs w:val="26"/>
        </w:rPr>
        <w:t>위트랜스퍼</w:t>
      </w:r>
      <w:r w:rsidRPr="00553661">
        <w:rPr>
          <w:rFonts w:ascii="08SeoulNamsan M" w:eastAsia="08SeoulNamsan M" w:hAnsi="Arial" w:cs="08SeoulNamsan M"/>
          <w:color w:val="F5003D"/>
          <w:sz w:val="18"/>
          <w:szCs w:val="26"/>
        </w:rPr>
        <w:t xml:space="preserve"> </w:t>
      </w:r>
      <w:r w:rsidRPr="00553661">
        <w:rPr>
          <w:rFonts w:ascii="08SeoulNamsan M" w:eastAsia="08SeoulNamsan M" w:hAnsi="Arial" w:cs="08SeoulNamsan M" w:hint="eastAsia"/>
          <w:color w:val="F5003D"/>
          <w:sz w:val="18"/>
          <w:szCs w:val="26"/>
        </w:rPr>
        <w:t>등</w:t>
      </w:r>
      <w:r w:rsidRPr="00553661">
        <w:rPr>
          <w:rFonts w:ascii="08SeoulNamsan M" w:eastAsia="08SeoulNamsan M" w:hAnsi="Arial" w:cs="08SeoulNamsan M"/>
          <w:color w:val="F5003D"/>
          <w:sz w:val="18"/>
          <w:szCs w:val="26"/>
        </w:rPr>
        <w:t xml:space="preserve"> </w:t>
      </w:r>
      <w:proofErr w:type="spellStart"/>
      <w:r w:rsidRPr="00553661">
        <w:rPr>
          <w:rFonts w:ascii="08SeoulNamsan M" w:eastAsia="08SeoulNamsan M" w:hAnsi="Arial" w:cs="08SeoulNamsan M"/>
          <w:color w:val="F5003D"/>
          <w:sz w:val="18"/>
          <w:szCs w:val="26"/>
        </w:rPr>
        <w:t>WeTransfer</w:t>
      </w:r>
      <w:proofErr w:type="spellEnd"/>
      <w:r w:rsidRPr="00553661">
        <w:rPr>
          <w:rFonts w:ascii="08SeoulNamsan M" w:eastAsia="08SeoulNamsan M" w:hAnsi="Arial" w:cs="08SeoulNamsan M"/>
          <w:color w:val="F5003D"/>
          <w:sz w:val="18"/>
          <w:szCs w:val="26"/>
        </w:rPr>
        <w:t xml:space="preserve"> </w:t>
      </w:r>
      <w:r w:rsidRPr="00553661">
        <w:rPr>
          <w:rFonts w:ascii="08SeoulNamsan M" w:eastAsia="08SeoulNamsan M" w:hAnsi="Arial" w:cs="08SeoulNamsan M" w:hint="eastAsia"/>
          <w:color w:val="F5003D"/>
          <w:sz w:val="18"/>
          <w:szCs w:val="26"/>
        </w:rPr>
        <w:t>등</w:t>
      </w:r>
      <w:r w:rsidRPr="00553661">
        <w:rPr>
          <w:rFonts w:ascii="08SeoulNamsan M" w:eastAsia="08SeoulNamsan M" w:hAnsi="Arial" w:cs="08SeoulNamsan M"/>
          <w:color w:val="F5003D"/>
          <w:sz w:val="18"/>
          <w:szCs w:val="26"/>
        </w:rPr>
        <w:t xml:space="preserve"> </w:t>
      </w:r>
      <w:r w:rsidRPr="00553661">
        <w:rPr>
          <w:rFonts w:ascii="08SeoulNamsan M" w:eastAsia="08SeoulNamsan M" w:hAnsi="Arial" w:cs="08SeoulNamsan M" w:hint="eastAsia"/>
          <w:color w:val="F5003D"/>
          <w:sz w:val="18"/>
          <w:szCs w:val="26"/>
        </w:rPr>
        <w:t>파일</w:t>
      </w:r>
      <w:r w:rsidRPr="00553661">
        <w:rPr>
          <w:rFonts w:ascii="08SeoulNamsan M" w:eastAsia="08SeoulNamsan M" w:hAnsi="Arial" w:cs="08SeoulNamsan M"/>
          <w:color w:val="F5003D"/>
          <w:sz w:val="18"/>
          <w:szCs w:val="26"/>
        </w:rPr>
        <w:t xml:space="preserve"> </w:t>
      </w:r>
      <w:r w:rsidRPr="00553661">
        <w:rPr>
          <w:rFonts w:ascii="08SeoulNamsan M" w:eastAsia="08SeoulNamsan M" w:hAnsi="Arial" w:cs="08SeoulNamsan M" w:hint="eastAsia"/>
          <w:color w:val="F5003D"/>
          <w:sz w:val="18"/>
          <w:szCs w:val="26"/>
        </w:rPr>
        <w:t>다운로드가</w:t>
      </w:r>
      <w:r w:rsidRPr="00553661">
        <w:rPr>
          <w:rFonts w:ascii="08SeoulNamsan M" w:eastAsia="08SeoulNamsan M" w:hAnsi="Arial" w:cs="08SeoulNamsan M"/>
          <w:color w:val="F5003D"/>
          <w:sz w:val="18"/>
          <w:szCs w:val="26"/>
        </w:rPr>
        <w:t xml:space="preserve"> </w:t>
      </w:r>
      <w:r w:rsidRPr="00553661">
        <w:rPr>
          <w:rFonts w:ascii="08SeoulNamsan M" w:eastAsia="08SeoulNamsan M" w:hAnsi="Arial" w:cs="08SeoulNamsan M" w:hint="eastAsia"/>
          <w:color w:val="F5003D"/>
          <w:sz w:val="18"/>
          <w:szCs w:val="26"/>
        </w:rPr>
        <w:t>가능한</w:t>
      </w:r>
      <w:r w:rsidRPr="00553661">
        <w:rPr>
          <w:rFonts w:ascii="08SeoulNamsan M" w:eastAsia="08SeoulNamsan M" w:hAnsi="Arial" w:cs="08SeoulNamsan M"/>
          <w:color w:val="F5003D"/>
          <w:sz w:val="18"/>
          <w:szCs w:val="26"/>
        </w:rPr>
        <w:t xml:space="preserve"> </w:t>
      </w:r>
      <w:r w:rsidRPr="00553661">
        <w:rPr>
          <w:rFonts w:ascii="08SeoulNamsan M" w:eastAsia="08SeoulNamsan M" w:hAnsi="Arial" w:cs="08SeoulNamsan M" w:hint="eastAsia"/>
          <w:color w:val="F5003D"/>
          <w:sz w:val="18"/>
          <w:szCs w:val="26"/>
        </w:rPr>
        <w:t>링크로</w:t>
      </w:r>
      <w:r w:rsidRPr="00553661">
        <w:rPr>
          <w:rFonts w:ascii="08SeoulNamsan M" w:eastAsia="08SeoulNamsan M" w:hAnsi="Arial" w:cs="08SeoulNamsan M"/>
          <w:color w:val="F5003D"/>
          <w:sz w:val="18"/>
          <w:szCs w:val="26"/>
        </w:rPr>
        <w:t xml:space="preserve"> </w:t>
      </w:r>
      <w:r w:rsidRPr="00553661">
        <w:rPr>
          <w:rFonts w:ascii="08SeoulNamsan M" w:eastAsia="08SeoulNamsan M" w:hAnsi="Arial" w:cs="08SeoulNamsan M" w:hint="eastAsia"/>
          <w:color w:val="F5003D"/>
          <w:sz w:val="18"/>
          <w:szCs w:val="26"/>
        </w:rPr>
        <w:t>제출</w:t>
      </w:r>
    </w:p>
    <w:p w14:paraId="6D4024D3" w14:textId="77777777" w:rsidR="00913C6A" w:rsidRPr="00553661" w:rsidRDefault="00913C6A" w:rsidP="00F83C71">
      <w:pPr>
        <w:widowControl w:val="0"/>
        <w:autoSpaceDE w:val="0"/>
        <w:autoSpaceDN w:val="0"/>
        <w:adjustRightInd w:val="0"/>
        <w:spacing w:line="360" w:lineRule="auto"/>
        <w:rPr>
          <w:rFonts w:ascii="08SeoulNamsan M" w:eastAsia="08SeoulNamsan M" w:hAnsi="Arial" w:cs="08SeoulNamsan M"/>
          <w:color w:val="535353"/>
          <w:sz w:val="21"/>
          <w:szCs w:val="36"/>
        </w:rPr>
      </w:pPr>
      <w:r w:rsidRPr="00553661">
        <w:rPr>
          <w:rFonts w:ascii="08SeoulNamsan M" w:eastAsia="08SeoulNamsan M" w:hAnsi="Arial" w:cs="08SeoulNamsan M"/>
          <w:color w:val="535353"/>
          <w:sz w:val="21"/>
          <w:szCs w:val="36"/>
        </w:rPr>
        <w:t xml:space="preserve">3. </w:t>
      </w:r>
      <w:r w:rsidRPr="00553661">
        <w:rPr>
          <w:rFonts w:ascii="08SeoulNamsan M" w:eastAsia="08SeoulNamsan M" w:hAnsi="Arial" w:cs="08SeoulNamsan M" w:hint="eastAsia"/>
          <w:color w:val="535353"/>
          <w:sz w:val="21"/>
          <w:szCs w:val="36"/>
        </w:rPr>
        <w:t>출품</w:t>
      </w:r>
      <w:r w:rsidRPr="00553661">
        <w:rPr>
          <w:rFonts w:ascii="08SeoulNamsan M" w:eastAsia="08SeoulNamsan M" w:hAnsi="Arial" w:cs="08SeoulNamsan M"/>
          <w:color w:val="535353"/>
          <w:sz w:val="21"/>
          <w:szCs w:val="36"/>
        </w:rPr>
        <w:t xml:space="preserve"> </w:t>
      </w:r>
      <w:r w:rsidRPr="00553661">
        <w:rPr>
          <w:rFonts w:ascii="08SeoulNamsan M" w:eastAsia="08SeoulNamsan M" w:hAnsi="Arial" w:cs="08SeoulNamsan M" w:hint="eastAsia"/>
          <w:color w:val="535353"/>
          <w:sz w:val="21"/>
          <w:szCs w:val="36"/>
        </w:rPr>
        <w:t>규약을</w:t>
      </w:r>
      <w:r w:rsidRPr="00553661">
        <w:rPr>
          <w:rFonts w:ascii="08SeoulNamsan M" w:eastAsia="08SeoulNamsan M" w:hAnsi="Arial" w:cs="08SeoulNamsan M"/>
          <w:color w:val="535353"/>
          <w:sz w:val="21"/>
          <w:szCs w:val="36"/>
        </w:rPr>
        <w:t xml:space="preserve"> </w:t>
      </w:r>
      <w:r w:rsidRPr="00553661">
        <w:rPr>
          <w:rFonts w:ascii="08SeoulNamsan M" w:eastAsia="08SeoulNamsan M" w:hAnsi="Arial" w:cs="08SeoulNamsan M" w:hint="eastAsia"/>
          <w:color w:val="535353"/>
          <w:sz w:val="21"/>
          <w:szCs w:val="36"/>
        </w:rPr>
        <w:t>필독</w:t>
      </w:r>
      <w:r w:rsidRPr="00553661">
        <w:rPr>
          <w:rFonts w:ascii="08SeoulNamsan M" w:eastAsia="08SeoulNamsan M" w:hAnsi="Arial" w:cs="08SeoulNamsan M"/>
          <w:color w:val="535353"/>
          <w:sz w:val="21"/>
          <w:szCs w:val="36"/>
        </w:rPr>
        <w:t xml:space="preserve"> </w:t>
      </w:r>
      <w:r w:rsidRPr="00553661">
        <w:rPr>
          <w:rFonts w:ascii="08SeoulNamsan M" w:eastAsia="08SeoulNamsan M" w:hAnsi="Arial" w:cs="08SeoulNamsan M" w:hint="eastAsia"/>
          <w:color w:val="535353"/>
          <w:sz w:val="21"/>
          <w:szCs w:val="36"/>
        </w:rPr>
        <w:t>후</w:t>
      </w:r>
      <w:r w:rsidRPr="00553661">
        <w:rPr>
          <w:rFonts w:ascii="08SeoulNamsan M" w:eastAsia="08SeoulNamsan M" w:hAnsi="Arial" w:cs="08SeoulNamsan M"/>
          <w:color w:val="535353"/>
          <w:sz w:val="21"/>
          <w:szCs w:val="36"/>
        </w:rPr>
        <w:t xml:space="preserve"> </w:t>
      </w:r>
      <w:r w:rsidRPr="00553661">
        <w:rPr>
          <w:rFonts w:ascii="08SeoulNamsan M" w:eastAsia="08SeoulNamsan M" w:hAnsi="Arial" w:cs="08SeoulNamsan M" w:hint="eastAsia"/>
          <w:color w:val="535353"/>
          <w:sz w:val="21"/>
          <w:szCs w:val="36"/>
        </w:rPr>
        <w:t>신청서</w:t>
      </w:r>
      <w:r w:rsidRPr="00553661">
        <w:rPr>
          <w:rFonts w:ascii="08SeoulNamsan M" w:eastAsia="08SeoulNamsan M" w:hAnsi="Arial" w:cs="08SeoulNamsan M"/>
          <w:color w:val="535353"/>
          <w:sz w:val="21"/>
          <w:szCs w:val="36"/>
        </w:rPr>
        <w:t xml:space="preserve"> </w:t>
      </w:r>
      <w:r w:rsidRPr="00553661">
        <w:rPr>
          <w:rFonts w:ascii="08SeoulNamsan M" w:eastAsia="08SeoulNamsan M" w:hAnsi="Arial" w:cs="08SeoulNamsan M" w:hint="eastAsia"/>
          <w:color w:val="535353"/>
          <w:sz w:val="21"/>
          <w:szCs w:val="36"/>
        </w:rPr>
        <w:t>작성</w:t>
      </w:r>
      <w:r w:rsidRPr="00553661">
        <w:rPr>
          <w:rFonts w:ascii="08SeoulNamsan M" w:eastAsia="08SeoulNamsan M" w:hAnsi="Arial" w:cs="08SeoulNamsan M"/>
          <w:color w:val="535353"/>
          <w:sz w:val="21"/>
          <w:szCs w:val="36"/>
        </w:rPr>
        <w:t>.</w:t>
      </w:r>
    </w:p>
    <w:p w14:paraId="50D1B507" w14:textId="77777777" w:rsidR="00913C6A" w:rsidRPr="00553661" w:rsidRDefault="00913C6A" w:rsidP="00F83C71">
      <w:pPr>
        <w:pStyle w:val="ListParagraph"/>
        <w:widowControl w:val="0"/>
        <w:numPr>
          <w:ilvl w:val="0"/>
          <w:numId w:val="6"/>
        </w:numPr>
        <w:autoSpaceDE w:val="0"/>
        <w:autoSpaceDN w:val="0"/>
        <w:adjustRightInd w:val="0"/>
        <w:spacing w:line="360" w:lineRule="auto"/>
        <w:rPr>
          <w:rFonts w:ascii="08SeoulNamsan M" w:eastAsia="08SeoulNamsan M" w:hAnsi="Arial" w:cs="08SeoulNamsan M"/>
          <w:color w:val="F5003D"/>
          <w:sz w:val="21"/>
          <w:szCs w:val="36"/>
        </w:rPr>
      </w:pPr>
      <w:r w:rsidRPr="00553661">
        <w:rPr>
          <w:rFonts w:ascii="08SeoulNamsan M" w:eastAsia="08SeoulNamsan M" w:hAnsi="Arial" w:cs="08SeoulNamsan M" w:hint="eastAsia"/>
          <w:color w:val="F5003D"/>
          <w:sz w:val="21"/>
          <w:szCs w:val="36"/>
        </w:rPr>
        <w:t>출품신청서</w:t>
      </w:r>
      <w:r w:rsidR="00A23DB6" w:rsidRPr="00553661">
        <w:rPr>
          <w:rFonts w:ascii="08SeoulNamsan M" w:eastAsia="08SeoulNamsan M" w:hAnsi="Arial" w:cs="08SeoulNamsan M" w:hint="eastAsia"/>
          <w:color w:val="F5003D"/>
          <w:sz w:val="21"/>
          <w:szCs w:val="36"/>
        </w:rPr>
        <w:t xml:space="preserve">  </w:t>
      </w:r>
      <w:r w:rsidRPr="00553661">
        <w:rPr>
          <w:rFonts w:hint="eastAsia"/>
          <w:noProof/>
          <w:sz w:val="16"/>
        </w:rPr>
        <w:drawing>
          <wp:inline distT="0" distB="0" distL="0" distR="0" wp14:anchorId="038F45F9" wp14:editId="2A7C1F46">
            <wp:extent cx="999490" cy="266065"/>
            <wp:effectExtent l="0" t="0" r="0" b="0"/>
            <wp:docPr id="26" name="Picture 26">
              <a:hlinkClick xmlns:a="http://schemas.openxmlformats.org/drawingml/2006/main" r:id="rId1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9490" cy="266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81AA97C" w14:textId="77777777" w:rsidR="00913C6A" w:rsidRPr="00553661" w:rsidRDefault="00913C6A" w:rsidP="00F83C71">
      <w:pPr>
        <w:pStyle w:val="ListParagraph"/>
        <w:widowControl w:val="0"/>
        <w:numPr>
          <w:ilvl w:val="0"/>
          <w:numId w:val="6"/>
        </w:numPr>
        <w:autoSpaceDE w:val="0"/>
        <w:autoSpaceDN w:val="0"/>
        <w:adjustRightInd w:val="0"/>
        <w:spacing w:line="360" w:lineRule="auto"/>
        <w:rPr>
          <w:rFonts w:ascii="Arial" w:eastAsia="08SeoulNamsan M" w:hAnsi="Arial" w:cs="Arial"/>
          <w:color w:val="535353"/>
          <w:sz w:val="21"/>
          <w:szCs w:val="36"/>
        </w:rPr>
      </w:pPr>
      <w:r w:rsidRPr="00553661">
        <w:rPr>
          <w:rFonts w:ascii="08SeoulNamsan M" w:eastAsia="08SeoulNamsan M" w:hAnsi="Arial" w:cs="08SeoulNamsan M" w:hint="eastAsia"/>
          <w:color w:val="535353"/>
          <w:sz w:val="21"/>
          <w:szCs w:val="36"/>
        </w:rPr>
        <w:t>심사용</w:t>
      </w:r>
      <w:r w:rsidRPr="00553661">
        <w:rPr>
          <w:rFonts w:ascii="08SeoulNamsan M" w:eastAsia="08SeoulNamsan M" w:hAnsi="Arial" w:cs="08SeoulNamsan M"/>
          <w:color w:val="535353"/>
          <w:sz w:val="21"/>
          <w:szCs w:val="36"/>
        </w:rPr>
        <w:t xml:space="preserve"> </w:t>
      </w:r>
      <w:r w:rsidRPr="00553661">
        <w:rPr>
          <w:rFonts w:ascii="08SeoulNamsan M" w:eastAsia="08SeoulNamsan M" w:hAnsi="Arial" w:cs="08SeoulNamsan M" w:hint="eastAsia"/>
          <w:color w:val="535353"/>
          <w:sz w:val="21"/>
          <w:szCs w:val="36"/>
        </w:rPr>
        <w:t>파일</w:t>
      </w:r>
      <w:r w:rsidRPr="00553661">
        <w:rPr>
          <w:rFonts w:ascii="08SeoulNamsan M" w:eastAsia="08SeoulNamsan M" w:hAnsi="Arial" w:cs="08SeoulNamsan M"/>
          <w:color w:val="535353"/>
          <w:sz w:val="21"/>
          <w:szCs w:val="36"/>
        </w:rPr>
        <w:t xml:space="preserve"> </w:t>
      </w:r>
      <w:r w:rsidRPr="00553661">
        <w:rPr>
          <w:rFonts w:ascii="08SeoulNamsan M" w:eastAsia="08SeoulNamsan M" w:hAnsi="Arial" w:cs="08SeoulNamsan M" w:hint="eastAsia"/>
          <w:color w:val="535353"/>
          <w:sz w:val="21"/>
          <w:szCs w:val="36"/>
        </w:rPr>
        <w:t>링크</w:t>
      </w:r>
    </w:p>
    <w:p w14:paraId="51E4A8A7" w14:textId="77777777" w:rsidR="00913C6A" w:rsidRPr="00553661" w:rsidRDefault="00913C6A" w:rsidP="00F83C71">
      <w:pPr>
        <w:pStyle w:val="ListParagraph"/>
        <w:widowControl w:val="0"/>
        <w:numPr>
          <w:ilvl w:val="0"/>
          <w:numId w:val="6"/>
        </w:numPr>
        <w:autoSpaceDE w:val="0"/>
        <w:autoSpaceDN w:val="0"/>
        <w:adjustRightInd w:val="0"/>
        <w:spacing w:line="360" w:lineRule="auto"/>
        <w:rPr>
          <w:rFonts w:ascii="Arial" w:eastAsia="08SeoulNamsan M" w:hAnsi="Arial" w:cs="Arial"/>
          <w:color w:val="535353"/>
          <w:sz w:val="21"/>
          <w:szCs w:val="36"/>
        </w:rPr>
      </w:pPr>
      <w:r w:rsidRPr="00553661">
        <w:rPr>
          <w:rFonts w:ascii="08SeoulNamsan M" w:eastAsia="08SeoulNamsan M" w:hAnsi="Arial" w:cs="08SeoulNamsan M" w:hint="eastAsia"/>
          <w:color w:val="535353"/>
          <w:sz w:val="21"/>
          <w:szCs w:val="36"/>
        </w:rPr>
        <w:t>작품</w:t>
      </w:r>
      <w:r w:rsidRPr="00553661">
        <w:rPr>
          <w:rFonts w:ascii="08SeoulNamsan M" w:eastAsia="08SeoulNamsan M" w:hAnsi="Arial" w:cs="08SeoulNamsan M"/>
          <w:color w:val="535353"/>
          <w:sz w:val="21"/>
          <w:szCs w:val="36"/>
        </w:rPr>
        <w:t xml:space="preserve"> </w:t>
      </w:r>
      <w:r w:rsidRPr="00553661">
        <w:rPr>
          <w:rFonts w:ascii="08SeoulNamsan M" w:eastAsia="08SeoulNamsan M" w:hAnsi="Arial" w:cs="08SeoulNamsan M" w:hint="eastAsia"/>
          <w:color w:val="535353"/>
          <w:sz w:val="21"/>
          <w:szCs w:val="36"/>
        </w:rPr>
        <w:t>주요</w:t>
      </w:r>
      <w:r w:rsidRPr="00553661">
        <w:rPr>
          <w:rFonts w:ascii="08SeoulNamsan M" w:eastAsia="08SeoulNamsan M" w:hAnsi="Arial" w:cs="08SeoulNamsan M"/>
          <w:color w:val="535353"/>
          <w:sz w:val="21"/>
          <w:szCs w:val="36"/>
        </w:rPr>
        <w:t xml:space="preserve"> </w:t>
      </w:r>
      <w:r w:rsidRPr="00553661">
        <w:rPr>
          <w:rFonts w:ascii="08SeoulNamsan M" w:eastAsia="08SeoulNamsan M" w:hAnsi="Arial" w:cs="08SeoulNamsan M" w:hint="eastAsia"/>
          <w:color w:val="535353"/>
          <w:sz w:val="21"/>
          <w:szCs w:val="36"/>
        </w:rPr>
        <w:t>장면</w:t>
      </w:r>
      <w:r w:rsidRPr="00553661">
        <w:rPr>
          <w:rFonts w:ascii="08SeoulNamsan M" w:eastAsia="08SeoulNamsan M" w:hAnsi="Arial" w:cs="08SeoulNamsan M"/>
          <w:color w:val="535353"/>
          <w:sz w:val="21"/>
          <w:szCs w:val="36"/>
        </w:rPr>
        <w:t xml:space="preserve"> </w:t>
      </w:r>
      <w:r w:rsidRPr="00553661">
        <w:rPr>
          <w:rFonts w:ascii="08SeoulNamsan M" w:eastAsia="08SeoulNamsan M" w:hAnsi="Arial" w:cs="08SeoulNamsan M" w:hint="eastAsia"/>
          <w:color w:val="535353"/>
          <w:sz w:val="21"/>
          <w:szCs w:val="36"/>
        </w:rPr>
        <w:t>이미지</w:t>
      </w:r>
      <w:r w:rsidRPr="00553661">
        <w:rPr>
          <w:rFonts w:ascii="08SeoulNamsan M" w:eastAsia="08SeoulNamsan M" w:hAnsi="Arial" w:cs="08SeoulNamsan M"/>
          <w:color w:val="535353"/>
          <w:sz w:val="21"/>
          <w:szCs w:val="36"/>
        </w:rPr>
        <w:t xml:space="preserve"> 3</w:t>
      </w:r>
      <w:r w:rsidRPr="00553661">
        <w:rPr>
          <w:rFonts w:ascii="08SeoulNamsan M" w:eastAsia="08SeoulNamsan M" w:hAnsi="Arial" w:cs="08SeoulNamsan M" w:hint="eastAsia"/>
          <w:color w:val="535353"/>
          <w:sz w:val="21"/>
          <w:szCs w:val="36"/>
        </w:rPr>
        <w:t>장</w:t>
      </w:r>
      <w:r w:rsidRPr="00553661">
        <w:rPr>
          <w:rFonts w:ascii="08SeoulNamsan M" w:eastAsia="08SeoulNamsan M" w:hAnsi="Arial" w:cs="08SeoulNamsan M"/>
          <w:color w:val="535353"/>
          <w:sz w:val="21"/>
          <w:szCs w:val="36"/>
        </w:rPr>
        <w:t xml:space="preserve"> (</w:t>
      </w:r>
      <w:r w:rsidRPr="00553661">
        <w:rPr>
          <w:rFonts w:ascii="08SeoulNamsan M" w:eastAsia="08SeoulNamsan M" w:hAnsi="Arial" w:cs="08SeoulNamsan M" w:hint="eastAsia"/>
          <w:color w:val="535353"/>
          <w:sz w:val="21"/>
          <w:szCs w:val="36"/>
        </w:rPr>
        <w:t>출력</w:t>
      </w:r>
      <w:r w:rsidRPr="00553661">
        <w:rPr>
          <w:rFonts w:ascii="08SeoulNamsan M" w:eastAsia="08SeoulNamsan M" w:hAnsi="Arial" w:cs="08SeoulNamsan M"/>
          <w:color w:val="535353"/>
          <w:sz w:val="21"/>
          <w:szCs w:val="36"/>
        </w:rPr>
        <w:t xml:space="preserve"> </w:t>
      </w:r>
      <w:r w:rsidRPr="00553661">
        <w:rPr>
          <w:rFonts w:ascii="08SeoulNamsan M" w:eastAsia="08SeoulNamsan M" w:hAnsi="Arial" w:cs="08SeoulNamsan M" w:hint="eastAsia"/>
          <w:color w:val="535353"/>
          <w:sz w:val="21"/>
          <w:szCs w:val="36"/>
        </w:rPr>
        <w:t>가능한</w:t>
      </w:r>
      <w:r w:rsidRPr="00553661">
        <w:rPr>
          <w:rFonts w:ascii="08SeoulNamsan M" w:eastAsia="08SeoulNamsan M" w:hAnsi="Arial" w:cs="08SeoulNamsan M"/>
          <w:color w:val="535353"/>
          <w:sz w:val="21"/>
          <w:szCs w:val="36"/>
        </w:rPr>
        <w:t xml:space="preserve"> </w:t>
      </w:r>
      <w:r w:rsidRPr="00553661">
        <w:rPr>
          <w:rFonts w:ascii="08SeoulNamsan M" w:eastAsia="08SeoulNamsan M" w:hAnsi="Arial" w:cs="08SeoulNamsan M" w:hint="eastAsia"/>
          <w:color w:val="535353"/>
          <w:sz w:val="21"/>
          <w:szCs w:val="36"/>
        </w:rPr>
        <w:t>사이즈로</w:t>
      </w:r>
      <w:r w:rsidRPr="00553661">
        <w:rPr>
          <w:rFonts w:ascii="08SeoulNamsan M" w:eastAsia="08SeoulNamsan M" w:hAnsi="Arial" w:cs="08SeoulNamsan M"/>
          <w:color w:val="535353"/>
          <w:sz w:val="21"/>
          <w:szCs w:val="36"/>
        </w:rPr>
        <w:t xml:space="preserve"> </w:t>
      </w:r>
      <w:r w:rsidRPr="00553661">
        <w:rPr>
          <w:rFonts w:ascii="08SeoulNamsan M" w:eastAsia="08SeoulNamsan M" w:hAnsi="Arial" w:cs="08SeoulNamsan M" w:hint="eastAsia"/>
          <w:color w:val="535353"/>
          <w:sz w:val="21"/>
          <w:szCs w:val="36"/>
        </w:rPr>
        <w:t>최소</w:t>
      </w:r>
      <w:r w:rsidRPr="00553661">
        <w:rPr>
          <w:rFonts w:ascii="08SeoulNamsan M" w:eastAsia="08SeoulNamsan M" w:hAnsi="Arial" w:cs="08SeoulNamsan M"/>
          <w:color w:val="535353"/>
          <w:sz w:val="21"/>
          <w:szCs w:val="36"/>
        </w:rPr>
        <w:t xml:space="preserve"> </w:t>
      </w:r>
      <w:r w:rsidRPr="00553661">
        <w:rPr>
          <w:rFonts w:ascii="08SeoulNamsan M" w:eastAsia="08SeoulNamsan M" w:hAnsi="Arial" w:cs="08SeoulNamsan M" w:hint="eastAsia"/>
          <w:color w:val="535353"/>
          <w:sz w:val="21"/>
          <w:szCs w:val="36"/>
        </w:rPr>
        <w:t>한</w:t>
      </w:r>
      <w:r w:rsidRPr="00553661">
        <w:rPr>
          <w:rFonts w:ascii="08SeoulNamsan M" w:eastAsia="08SeoulNamsan M" w:hAnsi="Arial" w:cs="08SeoulNamsan M"/>
          <w:color w:val="535353"/>
          <w:sz w:val="21"/>
          <w:szCs w:val="36"/>
        </w:rPr>
        <w:t xml:space="preserve"> </w:t>
      </w:r>
      <w:r w:rsidRPr="00553661">
        <w:rPr>
          <w:rFonts w:ascii="08SeoulNamsan M" w:eastAsia="08SeoulNamsan M" w:hAnsi="Arial" w:cs="08SeoulNamsan M" w:hint="eastAsia"/>
          <w:color w:val="535353"/>
          <w:sz w:val="21"/>
          <w:szCs w:val="36"/>
        </w:rPr>
        <w:t>변의</w:t>
      </w:r>
      <w:r w:rsidRPr="00553661">
        <w:rPr>
          <w:rFonts w:ascii="08SeoulNamsan M" w:eastAsia="08SeoulNamsan M" w:hAnsi="Arial" w:cs="08SeoulNamsan M"/>
          <w:color w:val="535353"/>
          <w:sz w:val="21"/>
          <w:szCs w:val="36"/>
        </w:rPr>
        <w:t xml:space="preserve"> </w:t>
      </w:r>
      <w:r w:rsidRPr="00553661">
        <w:rPr>
          <w:rFonts w:ascii="08SeoulNamsan M" w:eastAsia="08SeoulNamsan M" w:hAnsi="Arial" w:cs="08SeoulNamsan M" w:hint="eastAsia"/>
          <w:color w:val="535353"/>
          <w:sz w:val="21"/>
          <w:szCs w:val="36"/>
        </w:rPr>
        <w:t>길이</w:t>
      </w:r>
      <w:r w:rsidRPr="00553661">
        <w:rPr>
          <w:rFonts w:ascii="08SeoulNamsan M" w:eastAsia="08SeoulNamsan M" w:hAnsi="Arial" w:cs="08SeoulNamsan M"/>
          <w:color w:val="535353"/>
          <w:sz w:val="21"/>
          <w:szCs w:val="36"/>
        </w:rPr>
        <w:t xml:space="preserve"> 6cm</w:t>
      </w:r>
      <w:r w:rsidRPr="00553661">
        <w:rPr>
          <w:rFonts w:ascii="08SeoulNamsan M" w:eastAsia="08SeoulNamsan M" w:hAnsi="Arial" w:cs="08SeoulNamsan M" w:hint="eastAsia"/>
          <w:color w:val="535353"/>
          <w:sz w:val="21"/>
          <w:szCs w:val="36"/>
        </w:rPr>
        <w:t>이상</w:t>
      </w:r>
      <w:r w:rsidRPr="00553661">
        <w:rPr>
          <w:rFonts w:ascii="08SeoulNamsan M" w:eastAsia="08SeoulNamsan M" w:hAnsi="Arial" w:cs="08SeoulNamsan M"/>
          <w:color w:val="535353"/>
          <w:sz w:val="21"/>
          <w:szCs w:val="36"/>
        </w:rPr>
        <w:t xml:space="preserve">, </w:t>
      </w:r>
      <w:r w:rsidRPr="00553661">
        <w:rPr>
          <w:rFonts w:ascii="08SeoulNamsan M" w:eastAsia="08SeoulNamsan M" w:hAnsi="Arial" w:cs="08SeoulNamsan M" w:hint="eastAsia"/>
          <w:color w:val="535353"/>
          <w:sz w:val="21"/>
          <w:szCs w:val="36"/>
        </w:rPr>
        <w:t>해상도</w:t>
      </w:r>
      <w:r w:rsidRPr="00553661">
        <w:rPr>
          <w:rFonts w:ascii="08SeoulNamsan M" w:eastAsia="08SeoulNamsan M" w:hAnsi="Arial" w:cs="08SeoulNamsan M"/>
          <w:color w:val="535353"/>
          <w:sz w:val="21"/>
          <w:szCs w:val="36"/>
        </w:rPr>
        <w:t xml:space="preserve"> 300dpi)</w:t>
      </w:r>
    </w:p>
    <w:p w14:paraId="4C26E7C2" w14:textId="77777777" w:rsidR="00913C6A" w:rsidRPr="00553661" w:rsidRDefault="00913C6A" w:rsidP="00F83C71">
      <w:pPr>
        <w:pStyle w:val="ListParagraph"/>
        <w:widowControl w:val="0"/>
        <w:numPr>
          <w:ilvl w:val="0"/>
          <w:numId w:val="6"/>
        </w:numPr>
        <w:autoSpaceDE w:val="0"/>
        <w:autoSpaceDN w:val="0"/>
        <w:adjustRightInd w:val="0"/>
        <w:spacing w:line="360" w:lineRule="auto"/>
        <w:rPr>
          <w:rFonts w:ascii="Arial" w:eastAsia="08SeoulNamsan M" w:hAnsi="Arial" w:cs="Arial"/>
          <w:color w:val="535353"/>
          <w:sz w:val="21"/>
          <w:szCs w:val="36"/>
        </w:rPr>
      </w:pPr>
      <w:r w:rsidRPr="00553661">
        <w:rPr>
          <w:rFonts w:ascii="08SeoulNamsan M" w:eastAsia="08SeoulNamsan M" w:hAnsi="Arial" w:cs="08SeoulNamsan M" w:hint="eastAsia"/>
          <w:color w:val="535353"/>
          <w:sz w:val="21"/>
          <w:szCs w:val="36"/>
        </w:rPr>
        <w:t>감독사진</w:t>
      </w:r>
      <w:r w:rsidRPr="00553661">
        <w:rPr>
          <w:rFonts w:ascii="08SeoulNamsan M" w:eastAsia="08SeoulNamsan M" w:hAnsi="Arial" w:cs="08SeoulNamsan M"/>
          <w:color w:val="535353"/>
          <w:sz w:val="21"/>
          <w:szCs w:val="36"/>
        </w:rPr>
        <w:t xml:space="preserve"> 1</w:t>
      </w:r>
      <w:r w:rsidRPr="00553661">
        <w:rPr>
          <w:rFonts w:ascii="08SeoulNamsan M" w:eastAsia="08SeoulNamsan M" w:hAnsi="Arial" w:cs="08SeoulNamsan M" w:hint="eastAsia"/>
          <w:color w:val="535353"/>
          <w:sz w:val="21"/>
          <w:szCs w:val="36"/>
        </w:rPr>
        <w:t>컷</w:t>
      </w:r>
      <w:r w:rsidRPr="00553661">
        <w:rPr>
          <w:rFonts w:ascii="08SeoulNamsan M" w:eastAsia="08SeoulNamsan M" w:hAnsi="Arial" w:cs="08SeoulNamsan M"/>
          <w:color w:val="535353"/>
          <w:sz w:val="21"/>
          <w:szCs w:val="36"/>
        </w:rPr>
        <w:t xml:space="preserve"> </w:t>
      </w:r>
      <w:r w:rsidRPr="00553661">
        <w:rPr>
          <w:rFonts w:ascii="08SeoulNamsan M" w:eastAsia="08SeoulNamsan M" w:hAnsi="Arial" w:cs="08SeoulNamsan M" w:hint="eastAsia"/>
          <w:color w:val="535353"/>
          <w:sz w:val="21"/>
          <w:szCs w:val="36"/>
        </w:rPr>
        <w:t>이상</w:t>
      </w:r>
      <w:r w:rsidRPr="00553661">
        <w:rPr>
          <w:rFonts w:ascii="08SeoulNamsan M" w:eastAsia="08SeoulNamsan M" w:hAnsi="Arial" w:cs="08SeoulNamsan M"/>
          <w:color w:val="535353"/>
          <w:sz w:val="21"/>
          <w:szCs w:val="36"/>
        </w:rPr>
        <w:t xml:space="preserve"> (</w:t>
      </w:r>
      <w:r w:rsidRPr="00553661">
        <w:rPr>
          <w:rFonts w:ascii="08SeoulNamsan M" w:eastAsia="08SeoulNamsan M" w:hAnsi="Arial" w:cs="08SeoulNamsan M" w:hint="eastAsia"/>
          <w:color w:val="535353"/>
          <w:sz w:val="21"/>
          <w:szCs w:val="36"/>
        </w:rPr>
        <w:t>출력</w:t>
      </w:r>
      <w:r w:rsidRPr="00553661">
        <w:rPr>
          <w:rFonts w:ascii="08SeoulNamsan M" w:eastAsia="08SeoulNamsan M" w:hAnsi="Arial" w:cs="08SeoulNamsan M"/>
          <w:color w:val="535353"/>
          <w:sz w:val="21"/>
          <w:szCs w:val="36"/>
        </w:rPr>
        <w:t xml:space="preserve"> </w:t>
      </w:r>
      <w:r w:rsidRPr="00553661">
        <w:rPr>
          <w:rFonts w:ascii="08SeoulNamsan M" w:eastAsia="08SeoulNamsan M" w:hAnsi="Arial" w:cs="08SeoulNamsan M" w:hint="eastAsia"/>
          <w:color w:val="535353"/>
          <w:sz w:val="21"/>
          <w:szCs w:val="36"/>
        </w:rPr>
        <w:t>가능한</w:t>
      </w:r>
      <w:r w:rsidRPr="00553661">
        <w:rPr>
          <w:rFonts w:ascii="08SeoulNamsan M" w:eastAsia="08SeoulNamsan M" w:hAnsi="Arial" w:cs="08SeoulNamsan M"/>
          <w:color w:val="535353"/>
          <w:sz w:val="21"/>
          <w:szCs w:val="36"/>
        </w:rPr>
        <w:t xml:space="preserve"> </w:t>
      </w:r>
      <w:r w:rsidRPr="00553661">
        <w:rPr>
          <w:rFonts w:ascii="08SeoulNamsan M" w:eastAsia="08SeoulNamsan M" w:hAnsi="Arial" w:cs="08SeoulNamsan M" w:hint="eastAsia"/>
          <w:color w:val="535353"/>
          <w:sz w:val="21"/>
          <w:szCs w:val="36"/>
        </w:rPr>
        <w:t>사이즈로</w:t>
      </w:r>
      <w:r w:rsidRPr="00553661">
        <w:rPr>
          <w:rFonts w:ascii="08SeoulNamsan M" w:eastAsia="08SeoulNamsan M" w:hAnsi="Arial" w:cs="08SeoulNamsan M"/>
          <w:color w:val="535353"/>
          <w:sz w:val="21"/>
          <w:szCs w:val="36"/>
        </w:rPr>
        <w:t xml:space="preserve"> </w:t>
      </w:r>
      <w:r w:rsidRPr="00553661">
        <w:rPr>
          <w:rFonts w:ascii="08SeoulNamsan M" w:eastAsia="08SeoulNamsan M" w:hAnsi="Arial" w:cs="08SeoulNamsan M" w:hint="eastAsia"/>
          <w:color w:val="535353"/>
          <w:sz w:val="21"/>
          <w:szCs w:val="36"/>
        </w:rPr>
        <w:t>최소</w:t>
      </w:r>
      <w:r w:rsidRPr="00553661">
        <w:rPr>
          <w:rFonts w:ascii="08SeoulNamsan M" w:eastAsia="08SeoulNamsan M" w:hAnsi="Arial" w:cs="08SeoulNamsan M"/>
          <w:color w:val="535353"/>
          <w:sz w:val="21"/>
          <w:szCs w:val="36"/>
        </w:rPr>
        <w:t xml:space="preserve"> 6cm x8cm, </w:t>
      </w:r>
      <w:r w:rsidRPr="00553661">
        <w:rPr>
          <w:rFonts w:ascii="08SeoulNamsan M" w:eastAsia="08SeoulNamsan M" w:hAnsi="Arial" w:cs="08SeoulNamsan M" w:hint="eastAsia"/>
          <w:color w:val="535353"/>
          <w:sz w:val="21"/>
          <w:szCs w:val="36"/>
        </w:rPr>
        <w:t>해상도</w:t>
      </w:r>
      <w:r w:rsidRPr="00553661">
        <w:rPr>
          <w:rFonts w:ascii="08SeoulNamsan M" w:eastAsia="08SeoulNamsan M" w:hAnsi="Arial" w:cs="08SeoulNamsan M"/>
          <w:color w:val="535353"/>
          <w:sz w:val="21"/>
          <w:szCs w:val="36"/>
        </w:rPr>
        <w:t xml:space="preserve"> 300 dpi )</w:t>
      </w:r>
    </w:p>
    <w:p w14:paraId="0B95D632" w14:textId="77777777" w:rsidR="00913C6A" w:rsidRPr="00553661" w:rsidRDefault="00913C6A" w:rsidP="00F83C71">
      <w:pPr>
        <w:pStyle w:val="ListParagraph"/>
        <w:widowControl w:val="0"/>
        <w:numPr>
          <w:ilvl w:val="0"/>
          <w:numId w:val="6"/>
        </w:numPr>
        <w:autoSpaceDE w:val="0"/>
        <w:autoSpaceDN w:val="0"/>
        <w:adjustRightInd w:val="0"/>
        <w:spacing w:line="360" w:lineRule="auto"/>
        <w:rPr>
          <w:rFonts w:ascii="08SeoulNamsan M" w:eastAsia="08SeoulNamsan M" w:hAnsi="Arial" w:cs="08SeoulNamsan M"/>
          <w:color w:val="535353"/>
          <w:sz w:val="21"/>
          <w:szCs w:val="36"/>
        </w:rPr>
      </w:pPr>
      <w:r w:rsidRPr="00553661">
        <w:rPr>
          <w:rFonts w:ascii="08SeoulNamsan M" w:eastAsia="08SeoulNamsan M" w:hAnsi="Arial" w:cs="08SeoulNamsan M" w:hint="eastAsia"/>
          <w:color w:val="535353"/>
          <w:sz w:val="21"/>
          <w:szCs w:val="36"/>
        </w:rPr>
        <w:t>원어</w:t>
      </w:r>
      <w:r w:rsidRPr="00553661">
        <w:rPr>
          <w:rFonts w:ascii="08SeoulNamsan M" w:eastAsia="08SeoulNamsan M" w:hAnsi="Arial" w:cs="08SeoulNamsan M"/>
          <w:color w:val="535353"/>
          <w:sz w:val="21"/>
          <w:szCs w:val="36"/>
        </w:rPr>
        <w:t xml:space="preserve"> </w:t>
      </w:r>
      <w:r w:rsidRPr="00553661">
        <w:rPr>
          <w:rFonts w:ascii="08SeoulNamsan M" w:eastAsia="08SeoulNamsan M" w:hAnsi="Arial" w:cs="08SeoulNamsan M" w:hint="eastAsia"/>
          <w:color w:val="535353"/>
          <w:sz w:val="21"/>
          <w:szCs w:val="36"/>
        </w:rPr>
        <w:t>및</w:t>
      </w:r>
      <w:r w:rsidRPr="00553661">
        <w:rPr>
          <w:rFonts w:ascii="08SeoulNamsan M" w:eastAsia="08SeoulNamsan M" w:hAnsi="Arial" w:cs="08SeoulNamsan M"/>
          <w:color w:val="535353"/>
          <w:sz w:val="21"/>
          <w:szCs w:val="36"/>
        </w:rPr>
        <w:t xml:space="preserve"> </w:t>
      </w:r>
      <w:r w:rsidRPr="00553661">
        <w:rPr>
          <w:rFonts w:ascii="08SeoulNamsan M" w:eastAsia="08SeoulNamsan M" w:hAnsi="Arial" w:cs="08SeoulNamsan M" w:hint="eastAsia"/>
          <w:color w:val="535353"/>
          <w:sz w:val="21"/>
          <w:szCs w:val="36"/>
        </w:rPr>
        <w:t>영어</w:t>
      </w:r>
      <w:r w:rsidRPr="00553661">
        <w:rPr>
          <w:rFonts w:ascii="08SeoulNamsan M" w:eastAsia="08SeoulNamsan M" w:hAnsi="Arial" w:cs="08SeoulNamsan M"/>
          <w:color w:val="535353"/>
          <w:sz w:val="21"/>
          <w:szCs w:val="36"/>
        </w:rPr>
        <w:t xml:space="preserve"> </w:t>
      </w:r>
      <w:r w:rsidRPr="00553661">
        <w:rPr>
          <w:rFonts w:ascii="08SeoulNamsan M" w:eastAsia="08SeoulNamsan M" w:hAnsi="Arial" w:cs="08SeoulNamsan M" w:hint="eastAsia"/>
          <w:color w:val="535353"/>
          <w:sz w:val="21"/>
          <w:szCs w:val="36"/>
        </w:rPr>
        <w:t>대본</w:t>
      </w:r>
      <w:r w:rsidRPr="00553661">
        <w:rPr>
          <w:rFonts w:ascii="08SeoulNamsan M" w:eastAsia="08SeoulNamsan M" w:hAnsi="Arial" w:cs="08SeoulNamsan M"/>
          <w:color w:val="535353"/>
          <w:sz w:val="21"/>
          <w:szCs w:val="36"/>
        </w:rPr>
        <w:t xml:space="preserve"> (</w:t>
      </w:r>
      <w:r w:rsidRPr="00553661">
        <w:rPr>
          <w:rFonts w:ascii="08SeoulNamsan M" w:eastAsia="08SeoulNamsan M" w:hAnsi="Arial" w:cs="08SeoulNamsan M" w:hint="eastAsia"/>
          <w:color w:val="535353"/>
          <w:sz w:val="21"/>
          <w:szCs w:val="36"/>
        </w:rPr>
        <w:t>대사가</w:t>
      </w:r>
      <w:r w:rsidRPr="00553661">
        <w:rPr>
          <w:rFonts w:ascii="08SeoulNamsan M" w:eastAsia="08SeoulNamsan M" w:hAnsi="Arial" w:cs="08SeoulNamsan M"/>
          <w:color w:val="535353"/>
          <w:sz w:val="21"/>
          <w:szCs w:val="36"/>
        </w:rPr>
        <w:t xml:space="preserve"> </w:t>
      </w:r>
      <w:r w:rsidRPr="00553661">
        <w:rPr>
          <w:rFonts w:ascii="08SeoulNamsan M" w:eastAsia="08SeoulNamsan M" w:hAnsi="Arial" w:cs="08SeoulNamsan M" w:hint="eastAsia"/>
          <w:color w:val="535353"/>
          <w:sz w:val="21"/>
          <w:szCs w:val="36"/>
        </w:rPr>
        <w:t>있을시</w:t>
      </w:r>
      <w:r w:rsidRPr="00553661">
        <w:rPr>
          <w:rFonts w:ascii="08SeoulNamsan M" w:eastAsia="08SeoulNamsan M" w:hAnsi="Arial" w:cs="08SeoulNamsan M"/>
          <w:color w:val="535353"/>
          <w:sz w:val="21"/>
          <w:szCs w:val="36"/>
        </w:rPr>
        <w:t>)</w:t>
      </w:r>
    </w:p>
    <w:p w14:paraId="0E46F20A" w14:textId="77777777" w:rsidR="00913C6A" w:rsidRPr="00553661" w:rsidRDefault="00913C6A" w:rsidP="00F83C71">
      <w:pPr>
        <w:widowControl w:val="0"/>
        <w:autoSpaceDE w:val="0"/>
        <w:autoSpaceDN w:val="0"/>
        <w:adjustRightInd w:val="0"/>
        <w:spacing w:line="360" w:lineRule="auto"/>
        <w:rPr>
          <w:rFonts w:ascii="08SeoulNamsan M" w:eastAsia="08SeoulNamsan M" w:hAnsi="Arial" w:cs="08SeoulNamsan M"/>
          <w:color w:val="535353"/>
          <w:sz w:val="21"/>
          <w:szCs w:val="36"/>
        </w:rPr>
      </w:pPr>
      <w:r w:rsidRPr="00553661">
        <w:rPr>
          <w:rFonts w:ascii="08SeoulNamsan M" w:eastAsia="08SeoulNamsan M" w:hAnsi="Arial" w:cs="08SeoulNamsan M"/>
          <w:color w:val="535353"/>
          <w:sz w:val="21"/>
          <w:szCs w:val="36"/>
        </w:rPr>
        <w:t xml:space="preserve">4. </w:t>
      </w:r>
      <w:r w:rsidRPr="00553661">
        <w:rPr>
          <w:rFonts w:ascii="08SeoulNamsan M" w:eastAsia="08SeoulNamsan M" w:hAnsi="Arial" w:cs="08SeoulNamsan M" w:hint="eastAsia"/>
          <w:color w:val="535353"/>
          <w:sz w:val="21"/>
          <w:szCs w:val="36"/>
        </w:rPr>
        <w:t>심사용</w:t>
      </w:r>
      <w:r w:rsidRPr="00553661">
        <w:rPr>
          <w:rFonts w:ascii="08SeoulNamsan M" w:eastAsia="08SeoulNamsan M" w:hAnsi="Arial" w:cs="08SeoulNamsan M"/>
          <w:color w:val="535353"/>
          <w:sz w:val="21"/>
          <w:szCs w:val="36"/>
        </w:rPr>
        <w:t xml:space="preserve"> </w:t>
      </w:r>
      <w:r w:rsidRPr="00553661">
        <w:rPr>
          <w:rFonts w:ascii="08SeoulNamsan M" w:eastAsia="08SeoulNamsan M" w:hAnsi="Arial" w:cs="08SeoulNamsan M" w:hint="eastAsia"/>
          <w:color w:val="535353"/>
          <w:sz w:val="21"/>
          <w:szCs w:val="36"/>
        </w:rPr>
        <w:t>파일링크를</w:t>
      </w:r>
      <w:r w:rsidRPr="00553661">
        <w:rPr>
          <w:rFonts w:ascii="08SeoulNamsan M" w:eastAsia="08SeoulNamsan M" w:hAnsi="Arial" w:cs="08SeoulNamsan M"/>
          <w:color w:val="535353"/>
          <w:sz w:val="21"/>
          <w:szCs w:val="36"/>
        </w:rPr>
        <w:t xml:space="preserve"> </w:t>
      </w:r>
      <w:r w:rsidRPr="00553661">
        <w:rPr>
          <w:rFonts w:ascii="08SeoulNamsan M" w:eastAsia="08SeoulNamsan M" w:hAnsi="Arial" w:cs="08SeoulNamsan M" w:hint="eastAsia"/>
          <w:color w:val="535353"/>
          <w:sz w:val="21"/>
          <w:szCs w:val="36"/>
        </w:rPr>
        <w:t>첨부한</w:t>
      </w:r>
      <w:r w:rsidRPr="00553661">
        <w:rPr>
          <w:rFonts w:ascii="08SeoulNamsan M" w:eastAsia="08SeoulNamsan M" w:hAnsi="Arial" w:cs="08SeoulNamsan M"/>
          <w:color w:val="535353"/>
          <w:sz w:val="21"/>
          <w:szCs w:val="36"/>
        </w:rPr>
        <w:t xml:space="preserve"> </w:t>
      </w:r>
      <w:r w:rsidRPr="00553661">
        <w:rPr>
          <w:rFonts w:ascii="08SeoulNamsan M" w:eastAsia="08SeoulNamsan M" w:hAnsi="Arial" w:cs="08SeoulNamsan M" w:hint="eastAsia"/>
          <w:color w:val="535353"/>
          <w:sz w:val="21"/>
          <w:szCs w:val="36"/>
        </w:rPr>
        <w:t>출품신청서</w:t>
      </w:r>
      <w:r w:rsidRPr="00553661">
        <w:rPr>
          <w:rFonts w:ascii="08SeoulNamsan M" w:eastAsia="08SeoulNamsan M" w:hAnsi="Arial" w:cs="08SeoulNamsan M"/>
          <w:color w:val="535353"/>
          <w:sz w:val="21"/>
          <w:szCs w:val="36"/>
        </w:rPr>
        <w:t xml:space="preserve"> </w:t>
      </w:r>
      <w:r w:rsidRPr="00553661">
        <w:rPr>
          <w:rFonts w:ascii="08SeoulNamsan M" w:eastAsia="08SeoulNamsan M" w:hAnsi="Arial" w:cs="08SeoulNamsan M" w:hint="eastAsia"/>
          <w:color w:val="535353"/>
          <w:sz w:val="21"/>
          <w:szCs w:val="36"/>
        </w:rPr>
        <w:t>송부</w:t>
      </w:r>
    </w:p>
    <w:p w14:paraId="52C0341C" w14:textId="77777777" w:rsidR="000126E0" w:rsidRPr="00553661" w:rsidRDefault="000126E0" w:rsidP="00F83C71">
      <w:pPr>
        <w:widowControl w:val="0"/>
        <w:autoSpaceDE w:val="0"/>
        <w:autoSpaceDN w:val="0"/>
        <w:adjustRightInd w:val="0"/>
        <w:spacing w:line="360" w:lineRule="auto"/>
        <w:ind w:left="720"/>
        <w:rPr>
          <w:rFonts w:ascii="Arial" w:eastAsia="08SeoulNamsan M" w:hAnsi="Arial" w:cs="Arial"/>
          <w:color w:val="535353"/>
          <w:sz w:val="22"/>
          <w:szCs w:val="36"/>
        </w:rPr>
      </w:pPr>
      <w:r w:rsidRPr="00553661">
        <w:rPr>
          <w:rFonts w:ascii="08SeoulNamsan M" w:eastAsia="08SeoulNamsan M" w:hAnsi="Arial" w:cs="08SeoulNamsan M" w:hint="eastAsia"/>
          <w:color w:val="F5003D"/>
          <w:sz w:val="22"/>
          <w:szCs w:val="36"/>
        </w:rPr>
        <w:t>출품</w:t>
      </w:r>
      <w:r w:rsidRPr="00553661">
        <w:rPr>
          <w:rFonts w:ascii="08SeoulNamsan M" w:eastAsia="08SeoulNamsan M" w:hAnsi="Arial" w:cs="08SeoulNamsan M"/>
          <w:color w:val="F5003D"/>
          <w:sz w:val="22"/>
          <w:szCs w:val="36"/>
        </w:rPr>
        <w:t xml:space="preserve"> : entries.sicaf@gmail.com</w:t>
      </w:r>
    </w:p>
    <w:p w14:paraId="329C0524" w14:textId="77777777" w:rsidR="000126E0" w:rsidRPr="00553661" w:rsidRDefault="000126E0" w:rsidP="00F83C71">
      <w:pPr>
        <w:widowControl w:val="0"/>
        <w:autoSpaceDE w:val="0"/>
        <w:autoSpaceDN w:val="0"/>
        <w:adjustRightInd w:val="0"/>
        <w:spacing w:line="360" w:lineRule="auto"/>
        <w:ind w:left="720"/>
        <w:rPr>
          <w:rFonts w:ascii="Arial" w:eastAsia="08SeoulNamsan M" w:hAnsi="Arial" w:cs="Arial"/>
          <w:color w:val="535353"/>
          <w:sz w:val="22"/>
          <w:szCs w:val="36"/>
        </w:rPr>
      </w:pPr>
      <w:r w:rsidRPr="00553661">
        <w:rPr>
          <w:rFonts w:ascii="08SeoulNamsan M" w:eastAsia="08SeoulNamsan M" w:hAnsi="Arial" w:cs="08SeoulNamsan M" w:hint="eastAsia"/>
          <w:color w:val="F5003D"/>
          <w:sz w:val="22"/>
          <w:szCs w:val="36"/>
        </w:rPr>
        <w:t>문의</w:t>
      </w:r>
      <w:r w:rsidRPr="00553661">
        <w:rPr>
          <w:rFonts w:ascii="08SeoulNamsan M" w:eastAsia="08SeoulNamsan M" w:hAnsi="Arial" w:cs="08SeoulNamsan M"/>
          <w:color w:val="F5003D"/>
          <w:sz w:val="22"/>
          <w:szCs w:val="36"/>
        </w:rPr>
        <w:t xml:space="preserve"> : film.sicaf@gmail.com</w:t>
      </w:r>
    </w:p>
    <w:p w14:paraId="267E104B" w14:textId="77777777" w:rsidR="00913C6A" w:rsidRPr="00553661" w:rsidRDefault="00913C6A" w:rsidP="00F83C71">
      <w:pPr>
        <w:widowControl w:val="0"/>
        <w:autoSpaceDE w:val="0"/>
        <w:autoSpaceDN w:val="0"/>
        <w:adjustRightInd w:val="0"/>
        <w:spacing w:line="360" w:lineRule="auto"/>
        <w:rPr>
          <w:rFonts w:ascii="08SeoulNamsan M" w:eastAsia="08SeoulNamsan M" w:hAnsi="Arial" w:cs="08SeoulNamsan M"/>
          <w:color w:val="535353"/>
          <w:sz w:val="21"/>
          <w:szCs w:val="36"/>
        </w:rPr>
      </w:pPr>
      <w:r w:rsidRPr="00553661">
        <w:rPr>
          <w:rFonts w:ascii="08SeoulNamsan M" w:eastAsia="08SeoulNamsan M" w:hAnsi="Arial" w:cs="08SeoulNamsan M"/>
          <w:color w:val="535353"/>
          <w:sz w:val="21"/>
          <w:szCs w:val="36"/>
        </w:rPr>
        <w:t xml:space="preserve">5. </w:t>
      </w:r>
      <w:r w:rsidRPr="00553661">
        <w:rPr>
          <w:rFonts w:ascii="08SeoulNamsan M" w:eastAsia="08SeoulNamsan M" w:hAnsi="Arial" w:cs="08SeoulNamsan M" w:hint="eastAsia"/>
          <w:color w:val="535353"/>
          <w:sz w:val="21"/>
          <w:szCs w:val="36"/>
        </w:rPr>
        <w:t>출품</w:t>
      </w:r>
      <w:r w:rsidRPr="00553661">
        <w:rPr>
          <w:rFonts w:ascii="08SeoulNamsan M" w:eastAsia="08SeoulNamsan M" w:hAnsi="Arial" w:cs="08SeoulNamsan M"/>
          <w:color w:val="535353"/>
          <w:sz w:val="21"/>
          <w:szCs w:val="36"/>
        </w:rPr>
        <w:t xml:space="preserve"> </w:t>
      </w:r>
      <w:proofErr w:type="gramStart"/>
      <w:r w:rsidRPr="00553661">
        <w:rPr>
          <w:rFonts w:ascii="08SeoulNamsan M" w:eastAsia="08SeoulNamsan M" w:hAnsi="Arial" w:cs="08SeoulNamsan M" w:hint="eastAsia"/>
          <w:color w:val="535353"/>
          <w:sz w:val="21"/>
          <w:szCs w:val="36"/>
        </w:rPr>
        <w:t>마감일</w:t>
      </w:r>
      <w:r w:rsidRPr="00553661">
        <w:rPr>
          <w:rFonts w:ascii="08SeoulNamsan M" w:eastAsia="08SeoulNamsan M" w:hAnsi="Arial" w:cs="08SeoulNamsan M"/>
          <w:color w:val="535353"/>
          <w:sz w:val="21"/>
          <w:szCs w:val="36"/>
        </w:rPr>
        <w:t xml:space="preserve"> :</w:t>
      </w:r>
      <w:proofErr w:type="gramEnd"/>
      <w:r w:rsidRPr="00553661">
        <w:rPr>
          <w:rFonts w:ascii="08SeoulNamsan M" w:eastAsia="08SeoulNamsan M" w:hAnsi="Arial" w:cs="08SeoulNamsan M"/>
          <w:color w:val="535353"/>
          <w:sz w:val="21"/>
          <w:szCs w:val="36"/>
        </w:rPr>
        <w:t xml:space="preserve"> </w:t>
      </w:r>
      <w:r w:rsidRPr="00F55630">
        <w:rPr>
          <w:rFonts w:ascii="08SeoulNamsan M" w:eastAsia="08SeoulNamsan M" w:hAnsi="Arial" w:cs="08SeoulNamsan M"/>
          <w:b/>
          <w:color w:val="FF0000"/>
          <w:sz w:val="21"/>
          <w:szCs w:val="36"/>
        </w:rPr>
        <w:t>2016</w:t>
      </w:r>
      <w:r w:rsidRPr="00F55630">
        <w:rPr>
          <w:rFonts w:ascii="08SeoulNamsan M" w:eastAsia="08SeoulNamsan M" w:hAnsi="Arial" w:cs="08SeoulNamsan M" w:hint="eastAsia"/>
          <w:b/>
          <w:color w:val="FF0000"/>
          <w:sz w:val="21"/>
          <w:szCs w:val="36"/>
        </w:rPr>
        <w:t>년</w:t>
      </w:r>
      <w:r w:rsidRPr="00F55630">
        <w:rPr>
          <w:rFonts w:ascii="08SeoulNamsan M" w:eastAsia="08SeoulNamsan M" w:hAnsi="Arial" w:cs="08SeoulNamsan M"/>
          <w:b/>
          <w:color w:val="FF0000"/>
          <w:sz w:val="21"/>
          <w:szCs w:val="36"/>
        </w:rPr>
        <w:t xml:space="preserve"> 3</w:t>
      </w:r>
      <w:r w:rsidRPr="00F55630">
        <w:rPr>
          <w:rFonts w:ascii="08SeoulNamsan M" w:eastAsia="08SeoulNamsan M" w:hAnsi="Arial" w:cs="08SeoulNamsan M" w:hint="eastAsia"/>
          <w:b/>
          <w:color w:val="FF0000"/>
          <w:sz w:val="21"/>
          <w:szCs w:val="36"/>
        </w:rPr>
        <w:t>월</w:t>
      </w:r>
      <w:r w:rsidRPr="00F55630">
        <w:rPr>
          <w:rFonts w:ascii="08SeoulNamsan M" w:eastAsia="08SeoulNamsan M" w:hAnsi="Arial" w:cs="08SeoulNamsan M"/>
          <w:b/>
          <w:color w:val="FF0000"/>
          <w:sz w:val="21"/>
          <w:szCs w:val="36"/>
        </w:rPr>
        <w:t xml:space="preserve"> 20</w:t>
      </w:r>
      <w:r w:rsidRPr="00F55630">
        <w:rPr>
          <w:rFonts w:ascii="08SeoulNamsan M" w:eastAsia="08SeoulNamsan M" w:hAnsi="Arial" w:cs="08SeoulNamsan M" w:hint="eastAsia"/>
          <w:b/>
          <w:color w:val="FF0000"/>
          <w:sz w:val="21"/>
          <w:szCs w:val="36"/>
        </w:rPr>
        <w:t>일</w:t>
      </w:r>
      <w:r w:rsidRPr="00F55630">
        <w:rPr>
          <w:rFonts w:ascii="08SeoulNamsan M" w:eastAsia="08SeoulNamsan M" w:hAnsi="Arial" w:cs="08SeoulNamsan M"/>
          <w:b/>
          <w:color w:val="FF0000"/>
          <w:sz w:val="21"/>
          <w:szCs w:val="36"/>
        </w:rPr>
        <w:t xml:space="preserve"> </w:t>
      </w:r>
      <w:r w:rsidRPr="00F55630">
        <w:rPr>
          <w:rFonts w:ascii="08SeoulNamsan M" w:eastAsia="08SeoulNamsan M" w:hAnsi="Arial" w:cs="08SeoulNamsan M" w:hint="eastAsia"/>
          <w:b/>
          <w:color w:val="FF0000"/>
          <w:sz w:val="21"/>
          <w:szCs w:val="36"/>
        </w:rPr>
        <w:t>오후</w:t>
      </w:r>
      <w:r w:rsidRPr="00F55630">
        <w:rPr>
          <w:rFonts w:ascii="08SeoulNamsan M" w:eastAsia="08SeoulNamsan M" w:hAnsi="Arial" w:cs="08SeoulNamsan M"/>
          <w:b/>
          <w:color w:val="FF0000"/>
          <w:sz w:val="21"/>
          <w:szCs w:val="36"/>
        </w:rPr>
        <w:t xml:space="preserve"> 5</w:t>
      </w:r>
      <w:r w:rsidRPr="00F55630">
        <w:rPr>
          <w:rFonts w:ascii="08SeoulNamsan M" w:eastAsia="08SeoulNamsan M" w:hAnsi="Arial" w:cs="08SeoulNamsan M" w:hint="eastAsia"/>
          <w:b/>
          <w:color w:val="FF0000"/>
          <w:sz w:val="21"/>
          <w:szCs w:val="36"/>
        </w:rPr>
        <w:t>시</w:t>
      </w:r>
    </w:p>
    <w:p w14:paraId="4D43DB65" w14:textId="77777777" w:rsidR="00913C6A" w:rsidRDefault="000126E0" w:rsidP="00F83C71">
      <w:pPr>
        <w:widowControl w:val="0"/>
        <w:autoSpaceDE w:val="0"/>
        <w:autoSpaceDN w:val="0"/>
        <w:adjustRightInd w:val="0"/>
        <w:spacing w:line="360" w:lineRule="auto"/>
        <w:rPr>
          <w:rFonts w:ascii="08SeoulNamsan M" w:eastAsia="08SeoulNamsan M" w:hAnsi="Arial" w:cs="08SeoulNamsan M"/>
          <w:color w:val="535353"/>
          <w:sz w:val="22"/>
          <w:szCs w:val="36"/>
          <w:lang w:val="en-GB"/>
        </w:rPr>
      </w:pPr>
      <w:r w:rsidRPr="00553661">
        <w:rPr>
          <w:rFonts w:ascii="08SeoulNamsan M" w:eastAsia="08SeoulNamsan M" w:hAnsi="Arial" w:cs="08SeoulNamsan M" w:hint="eastAsia"/>
          <w:color w:val="535353"/>
          <w:sz w:val="22"/>
          <w:szCs w:val="36"/>
        </w:rPr>
        <w:t xml:space="preserve">* </w:t>
      </w:r>
      <w:r w:rsidR="00913C6A" w:rsidRPr="00553661">
        <w:rPr>
          <w:rFonts w:ascii="08SeoulNamsan M" w:eastAsia="08SeoulNamsan M" w:hAnsi="Arial" w:cs="08SeoulNamsan M" w:hint="eastAsia"/>
          <w:color w:val="535353"/>
          <w:sz w:val="22"/>
          <w:szCs w:val="36"/>
        </w:rPr>
        <w:t>비영어</w:t>
      </w:r>
      <w:r w:rsidR="00913C6A" w:rsidRPr="00553661">
        <w:rPr>
          <w:rFonts w:ascii="08SeoulNamsan M" w:eastAsia="08SeoulNamsan M" w:hAnsi="Arial" w:cs="08SeoulNamsan M"/>
          <w:color w:val="535353"/>
          <w:sz w:val="22"/>
          <w:szCs w:val="36"/>
        </w:rPr>
        <w:t xml:space="preserve"> </w:t>
      </w:r>
      <w:r w:rsidR="00913C6A" w:rsidRPr="00553661">
        <w:rPr>
          <w:rFonts w:ascii="08SeoulNamsan M" w:eastAsia="08SeoulNamsan M" w:hAnsi="Arial" w:cs="08SeoulNamsan M" w:hint="eastAsia"/>
          <w:color w:val="535353"/>
          <w:sz w:val="22"/>
          <w:szCs w:val="36"/>
        </w:rPr>
        <w:t>대사를</w:t>
      </w:r>
      <w:r w:rsidR="00913C6A" w:rsidRPr="00553661">
        <w:rPr>
          <w:rFonts w:ascii="08SeoulNamsan M" w:eastAsia="08SeoulNamsan M" w:hAnsi="Arial" w:cs="08SeoulNamsan M"/>
          <w:color w:val="535353"/>
          <w:sz w:val="22"/>
          <w:szCs w:val="36"/>
        </w:rPr>
        <w:t xml:space="preserve"> </w:t>
      </w:r>
      <w:r w:rsidR="00913C6A" w:rsidRPr="00553661">
        <w:rPr>
          <w:rFonts w:ascii="08SeoulNamsan M" w:eastAsia="08SeoulNamsan M" w:hAnsi="Arial" w:cs="08SeoulNamsan M" w:hint="eastAsia"/>
          <w:color w:val="535353"/>
          <w:sz w:val="22"/>
          <w:szCs w:val="36"/>
        </w:rPr>
        <w:t>포함한</w:t>
      </w:r>
      <w:r w:rsidR="00913C6A" w:rsidRPr="00553661">
        <w:rPr>
          <w:rFonts w:ascii="08SeoulNamsan M" w:eastAsia="08SeoulNamsan M" w:hAnsi="Arial" w:cs="08SeoulNamsan M"/>
          <w:color w:val="535353"/>
          <w:sz w:val="22"/>
          <w:szCs w:val="36"/>
        </w:rPr>
        <w:t xml:space="preserve"> </w:t>
      </w:r>
      <w:r w:rsidR="00913C6A" w:rsidRPr="00553661">
        <w:rPr>
          <w:rFonts w:ascii="08SeoulNamsan M" w:eastAsia="08SeoulNamsan M" w:hAnsi="Arial" w:cs="08SeoulNamsan M" w:hint="eastAsia"/>
          <w:color w:val="535353"/>
          <w:sz w:val="22"/>
          <w:szCs w:val="36"/>
        </w:rPr>
        <w:t>작품은</w:t>
      </w:r>
      <w:r w:rsidR="00913C6A" w:rsidRPr="00553661">
        <w:rPr>
          <w:rFonts w:ascii="08SeoulNamsan M" w:eastAsia="08SeoulNamsan M" w:hAnsi="Arial" w:cs="08SeoulNamsan M"/>
          <w:color w:val="535353"/>
          <w:sz w:val="22"/>
          <w:szCs w:val="36"/>
        </w:rPr>
        <w:t xml:space="preserve"> </w:t>
      </w:r>
      <w:r w:rsidR="00913C6A" w:rsidRPr="00553661">
        <w:rPr>
          <w:rFonts w:ascii="08SeoulNamsan M" w:eastAsia="08SeoulNamsan M" w:hAnsi="Arial" w:cs="08SeoulNamsan M" w:hint="eastAsia"/>
          <w:color w:val="535353"/>
          <w:sz w:val="22"/>
          <w:szCs w:val="36"/>
        </w:rPr>
        <w:t>반드시</w:t>
      </w:r>
      <w:r w:rsidR="00913C6A" w:rsidRPr="00553661">
        <w:rPr>
          <w:rFonts w:ascii="08SeoulNamsan M" w:eastAsia="08SeoulNamsan M" w:hAnsi="Arial" w:cs="08SeoulNamsan M"/>
          <w:color w:val="535353"/>
          <w:sz w:val="22"/>
          <w:szCs w:val="36"/>
        </w:rPr>
        <w:t xml:space="preserve"> </w:t>
      </w:r>
      <w:r w:rsidR="00913C6A" w:rsidRPr="00553661">
        <w:rPr>
          <w:rFonts w:ascii="08SeoulNamsan M" w:eastAsia="08SeoulNamsan M" w:hAnsi="Arial" w:cs="08SeoulNamsan M" w:hint="eastAsia"/>
          <w:color w:val="535353"/>
          <w:sz w:val="22"/>
          <w:szCs w:val="36"/>
        </w:rPr>
        <w:t>영어자막이</w:t>
      </w:r>
      <w:r w:rsidR="00913C6A" w:rsidRPr="00553661">
        <w:rPr>
          <w:rFonts w:ascii="08SeoulNamsan M" w:eastAsia="08SeoulNamsan M" w:hAnsi="Arial" w:cs="08SeoulNamsan M"/>
          <w:color w:val="535353"/>
          <w:sz w:val="22"/>
          <w:szCs w:val="36"/>
        </w:rPr>
        <w:t xml:space="preserve"> </w:t>
      </w:r>
      <w:r w:rsidR="00913C6A" w:rsidRPr="00553661">
        <w:rPr>
          <w:rFonts w:ascii="08SeoulNamsan M" w:eastAsia="08SeoulNamsan M" w:hAnsi="Arial" w:cs="08SeoulNamsan M" w:hint="eastAsia"/>
          <w:color w:val="535353"/>
          <w:sz w:val="22"/>
          <w:szCs w:val="36"/>
        </w:rPr>
        <w:t>포함된</w:t>
      </w:r>
      <w:r w:rsidR="00913C6A" w:rsidRPr="00553661">
        <w:rPr>
          <w:rFonts w:ascii="08SeoulNamsan M" w:eastAsia="08SeoulNamsan M" w:hAnsi="Arial" w:cs="08SeoulNamsan M"/>
          <w:color w:val="535353"/>
          <w:sz w:val="22"/>
          <w:szCs w:val="36"/>
        </w:rPr>
        <w:t xml:space="preserve"> </w:t>
      </w:r>
      <w:r w:rsidR="00913C6A" w:rsidRPr="00553661">
        <w:rPr>
          <w:rFonts w:ascii="08SeoulNamsan M" w:eastAsia="08SeoulNamsan M" w:hAnsi="Arial" w:cs="08SeoulNamsan M" w:hint="eastAsia"/>
          <w:color w:val="535353"/>
          <w:sz w:val="22"/>
          <w:szCs w:val="36"/>
        </w:rPr>
        <w:t>상영본제출</w:t>
      </w:r>
    </w:p>
    <w:p w14:paraId="3F449CD7" w14:textId="77777777" w:rsidR="00F83C71" w:rsidRPr="00F83C71" w:rsidRDefault="00F83C71" w:rsidP="00F83C71">
      <w:pPr>
        <w:widowControl w:val="0"/>
        <w:autoSpaceDE w:val="0"/>
        <w:autoSpaceDN w:val="0"/>
        <w:adjustRightInd w:val="0"/>
        <w:spacing w:line="360" w:lineRule="auto"/>
        <w:rPr>
          <w:rFonts w:ascii="08SeoulNamsan M" w:eastAsia="08SeoulNamsan M" w:hAnsi="Arial" w:cs="08SeoulNamsan M"/>
          <w:color w:val="535353"/>
          <w:sz w:val="22"/>
          <w:szCs w:val="36"/>
          <w:lang w:val="en-GB"/>
        </w:rPr>
      </w:pPr>
    </w:p>
    <w:p w14:paraId="4641B434" w14:textId="77777777" w:rsidR="000126E0" w:rsidRDefault="00F83C71" w:rsidP="00913C6A">
      <w:pPr>
        <w:widowControl w:val="0"/>
        <w:autoSpaceDE w:val="0"/>
        <w:autoSpaceDN w:val="0"/>
        <w:adjustRightInd w:val="0"/>
        <w:rPr>
          <w:rFonts w:ascii="08SeoulNamsan M" w:eastAsia="08SeoulNamsan M" w:hAnsi="Arial" w:cs="08SeoulNamsan M" w:hint="eastAsia"/>
          <w:color w:val="535353"/>
          <w:szCs w:val="36"/>
        </w:rPr>
      </w:pPr>
      <w:r>
        <w:rPr>
          <w:rFonts w:ascii="08SeoulNamsan M" w:eastAsia="08SeoulNamsan M" w:hAnsi="Arial" w:cs="08SeoulNamsan M" w:hint="eastAsia"/>
          <w:b/>
          <w:noProof/>
          <w:color w:val="535353"/>
          <w:szCs w:val="36"/>
        </w:rPr>
        <w:drawing>
          <wp:inline distT="0" distB="0" distL="0" distR="0" wp14:anchorId="26923AEB" wp14:editId="52EB00AB">
            <wp:extent cx="5704852" cy="3396984"/>
            <wp:effectExtent l="0" t="0" r="10160" b="6985"/>
            <wp:docPr id="51" name="Picture 51" descr="../../../Screen%20Shot%202016-03-10%20at%2010.07.2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9" descr="../../../Screen%20Shot%202016-03-10%20at%2010.07.25.png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1910" cy="34071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AB0F66" w14:textId="77777777" w:rsidR="00F83C71" w:rsidRDefault="00F83C71" w:rsidP="00913C6A">
      <w:pPr>
        <w:widowControl w:val="0"/>
        <w:autoSpaceDE w:val="0"/>
        <w:autoSpaceDN w:val="0"/>
        <w:adjustRightInd w:val="0"/>
        <w:rPr>
          <w:rFonts w:ascii="08SeoulNamsan M" w:eastAsia="08SeoulNamsan M" w:hAnsi="Arial" w:cs="08SeoulNamsan M" w:hint="eastAsia"/>
          <w:color w:val="535353"/>
          <w:szCs w:val="36"/>
        </w:rPr>
      </w:pPr>
    </w:p>
    <w:p w14:paraId="7A7A9418" w14:textId="77777777" w:rsidR="00F83C71" w:rsidRDefault="00F83C71" w:rsidP="00913C6A">
      <w:pPr>
        <w:widowControl w:val="0"/>
        <w:autoSpaceDE w:val="0"/>
        <w:autoSpaceDN w:val="0"/>
        <w:adjustRightInd w:val="0"/>
        <w:rPr>
          <w:rFonts w:ascii="08SeoulNamsan M" w:eastAsia="08SeoulNamsan M" w:hAnsi="Arial" w:cs="08SeoulNamsan M" w:hint="eastAsia"/>
          <w:color w:val="535353"/>
          <w:szCs w:val="36"/>
        </w:rPr>
      </w:pPr>
    </w:p>
    <w:p w14:paraId="4B9046F7" w14:textId="77777777" w:rsidR="00F83C71" w:rsidRDefault="00F83C71" w:rsidP="00913C6A">
      <w:pPr>
        <w:widowControl w:val="0"/>
        <w:autoSpaceDE w:val="0"/>
        <w:autoSpaceDN w:val="0"/>
        <w:adjustRightInd w:val="0"/>
        <w:rPr>
          <w:rFonts w:ascii="08SeoulNamsan M" w:eastAsia="08SeoulNamsan M" w:hAnsi="Arial" w:cs="08SeoulNamsan M" w:hint="eastAsia"/>
          <w:color w:val="535353"/>
          <w:szCs w:val="36"/>
        </w:rPr>
      </w:pPr>
    </w:p>
    <w:p w14:paraId="78FF6172" w14:textId="77777777" w:rsidR="00F83C71" w:rsidRDefault="00F83C71" w:rsidP="00F55630">
      <w:pPr>
        <w:widowControl w:val="0"/>
        <w:autoSpaceDE w:val="0"/>
        <w:autoSpaceDN w:val="0"/>
        <w:adjustRightInd w:val="0"/>
        <w:spacing w:line="276" w:lineRule="auto"/>
        <w:rPr>
          <w:rFonts w:ascii="08SeoulNamsan M" w:eastAsia="08SeoulNamsan M" w:hAnsi="Arial" w:cs="08SeoulNamsan M" w:hint="eastAsia"/>
          <w:b/>
          <w:color w:val="535353"/>
          <w:sz w:val="32"/>
          <w:szCs w:val="36"/>
        </w:rPr>
      </w:pPr>
    </w:p>
    <w:p w14:paraId="784A4BF2" w14:textId="77777777" w:rsidR="00913C6A" w:rsidRPr="00F83C71" w:rsidRDefault="00913C6A" w:rsidP="00F55630">
      <w:pPr>
        <w:widowControl w:val="0"/>
        <w:autoSpaceDE w:val="0"/>
        <w:autoSpaceDN w:val="0"/>
        <w:adjustRightInd w:val="0"/>
        <w:spacing w:line="276" w:lineRule="auto"/>
        <w:rPr>
          <w:rFonts w:ascii="SeoulNamsan B" w:eastAsia="SeoulNamsan B" w:hAnsi="Arial" w:cs="08SeoulNamsan M" w:hint="eastAsia"/>
          <w:color w:val="FF2850"/>
          <w:sz w:val="36"/>
          <w:szCs w:val="36"/>
        </w:rPr>
      </w:pPr>
      <w:r w:rsidRPr="00F83C71">
        <w:rPr>
          <w:rFonts w:ascii="SeoulNamsan B" w:eastAsia="SeoulNamsan B" w:hAnsi="Arial" w:cs="08SeoulNamsan M" w:hint="eastAsia"/>
          <w:color w:val="FF2850"/>
          <w:szCs w:val="36"/>
        </w:rPr>
        <w:t>[첨부]</w:t>
      </w:r>
    </w:p>
    <w:p w14:paraId="555074BB" w14:textId="77777777" w:rsidR="00913C6A" w:rsidRPr="00957F29" w:rsidRDefault="00913C6A" w:rsidP="00F55630">
      <w:pPr>
        <w:widowControl w:val="0"/>
        <w:autoSpaceDE w:val="0"/>
        <w:autoSpaceDN w:val="0"/>
        <w:adjustRightInd w:val="0"/>
        <w:spacing w:line="276" w:lineRule="auto"/>
        <w:rPr>
          <w:rFonts w:ascii="Arial" w:eastAsia="08SeoulNamsan M" w:hAnsi="Arial" w:cs="Arial"/>
          <w:color w:val="535353"/>
          <w:sz w:val="22"/>
          <w:szCs w:val="36"/>
        </w:rPr>
      </w:pPr>
      <w:r w:rsidRPr="00957F29">
        <w:rPr>
          <w:rFonts w:ascii="08SeoulNamsan M" w:eastAsia="08SeoulNamsan M" w:hAnsi="Arial" w:cs="08SeoulNamsan M"/>
          <w:color w:val="535353"/>
          <w:sz w:val="22"/>
          <w:szCs w:val="36"/>
        </w:rPr>
        <w:t xml:space="preserve">1. </w:t>
      </w:r>
      <w:r w:rsidRPr="00957F29">
        <w:rPr>
          <w:rFonts w:ascii="08SeoulNamsan M" w:eastAsia="08SeoulNamsan M" w:hAnsi="Arial" w:cs="08SeoulNamsan M" w:hint="eastAsia"/>
          <w:color w:val="535353"/>
          <w:sz w:val="22"/>
          <w:szCs w:val="36"/>
        </w:rPr>
        <w:t>출품신청서</w:t>
      </w:r>
      <w:r w:rsidRPr="00957F29">
        <w:rPr>
          <w:rFonts w:ascii="08SeoulNamsan M" w:eastAsia="08SeoulNamsan M" w:hAnsi="Arial" w:cs="08SeoulNamsan M"/>
          <w:color w:val="535353"/>
          <w:sz w:val="22"/>
          <w:szCs w:val="36"/>
        </w:rPr>
        <w:t>.doc</w:t>
      </w:r>
    </w:p>
    <w:p w14:paraId="0A9B007B" w14:textId="77777777" w:rsidR="00913C6A" w:rsidRPr="00957F29" w:rsidRDefault="00913C6A" w:rsidP="00F55630">
      <w:pPr>
        <w:widowControl w:val="0"/>
        <w:autoSpaceDE w:val="0"/>
        <w:autoSpaceDN w:val="0"/>
        <w:adjustRightInd w:val="0"/>
        <w:spacing w:line="276" w:lineRule="auto"/>
        <w:rPr>
          <w:rFonts w:ascii="Arial" w:eastAsia="08SeoulNamsan M" w:hAnsi="Arial" w:cs="Arial"/>
          <w:color w:val="535353"/>
          <w:sz w:val="22"/>
          <w:szCs w:val="36"/>
        </w:rPr>
      </w:pPr>
      <w:r w:rsidRPr="00957F29">
        <w:rPr>
          <w:rFonts w:ascii="08SeoulNamsan M" w:eastAsia="08SeoulNamsan M" w:hAnsi="Arial" w:cs="08SeoulNamsan M"/>
          <w:color w:val="535353"/>
          <w:sz w:val="22"/>
          <w:szCs w:val="36"/>
        </w:rPr>
        <w:t xml:space="preserve">2. </w:t>
      </w:r>
      <w:r w:rsidRPr="00957F29">
        <w:rPr>
          <w:rFonts w:ascii="08SeoulNamsan M" w:eastAsia="08SeoulNamsan M" w:hAnsi="Arial" w:cs="08SeoulNamsan M" w:hint="eastAsia"/>
          <w:color w:val="535353"/>
          <w:sz w:val="22"/>
          <w:szCs w:val="36"/>
        </w:rPr>
        <w:t>작품</w:t>
      </w:r>
      <w:r w:rsidRPr="00957F29">
        <w:rPr>
          <w:rFonts w:ascii="08SeoulNamsan M" w:eastAsia="08SeoulNamsan M" w:hAnsi="Arial" w:cs="08SeoulNamsan M"/>
          <w:color w:val="535353"/>
          <w:sz w:val="22"/>
          <w:szCs w:val="36"/>
        </w:rPr>
        <w:t xml:space="preserve"> </w:t>
      </w:r>
      <w:r w:rsidRPr="00957F29">
        <w:rPr>
          <w:rFonts w:ascii="08SeoulNamsan M" w:eastAsia="08SeoulNamsan M" w:hAnsi="Arial" w:cs="08SeoulNamsan M" w:hint="eastAsia"/>
          <w:color w:val="535353"/>
          <w:sz w:val="22"/>
          <w:szCs w:val="36"/>
        </w:rPr>
        <w:t>주요장면</w:t>
      </w:r>
      <w:r w:rsidRPr="00957F29">
        <w:rPr>
          <w:rFonts w:ascii="08SeoulNamsan M" w:eastAsia="08SeoulNamsan M" w:hAnsi="Arial" w:cs="08SeoulNamsan M"/>
          <w:color w:val="535353"/>
          <w:sz w:val="22"/>
          <w:szCs w:val="36"/>
        </w:rPr>
        <w:t xml:space="preserve"> </w:t>
      </w:r>
      <w:r w:rsidRPr="00957F29">
        <w:rPr>
          <w:rFonts w:ascii="08SeoulNamsan M" w:eastAsia="08SeoulNamsan M" w:hAnsi="Arial" w:cs="08SeoulNamsan M" w:hint="eastAsia"/>
          <w:color w:val="535353"/>
          <w:sz w:val="22"/>
          <w:szCs w:val="36"/>
        </w:rPr>
        <w:t>이미지</w:t>
      </w:r>
      <w:r w:rsidRPr="00957F29">
        <w:rPr>
          <w:rFonts w:ascii="08SeoulNamsan M" w:eastAsia="08SeoulNamsan M" w:hAnsi="Arial" w:cs="08SeoulNamsan M"/>
          <w:color w:val="535353"/>
          <w:sz w:val="22"/>
          <w:szCs w:val="36"/>
        </w:rPr>
        <w:t xml:space="preserve"> 3</w:t>
      </w:r>
      <w:r w:rsidRPr="00957F29">
        <w:rPr>
          <w:rFonts w:ascii="08SeoulNamsan M" w:eastAsia="08SeoulNamsan M" w:hAnsi="Arial" w:cs="08SeoulNamsan M" w:hint="eastAsia"/>
          <w:color w:val="535353"/>
          <w:sz w:val="22"/>
          <w:szCs w:val="36"/>
        </w:rPr>
        <w:t>장</w:t>
      </w:r>
      <w:r w:rsidRPr="00957F29">
        <w:rPr>
          <w:rFonts w:ascii="08SeoulNamsan M" w:eastAsia="08SeoulNamsan M" w:hAnsi="Arial" w:cs="08SeoulNamsan M"/>
          <w:color w:val="535353"/>
          <w:sz w:val="22"/>
          <w:szCs w:val="36"/>
        </w:rPr>
        <w:t xml:space="preserve"> (</w:t>
      </w:r>
      <w:r w:rsidRPr="00957F29">
        <w:rPr>
          <w:rFonts w:ascii="08SeoulNamsan M" w:eastAsia="08SeoulNamsan M" w:hAnsi="Arial" w:cs="08SeoulNamsan M" w:hint="eastAsia"/>
          <w:color w:val="535353"/>
          <w:sz w:val="22"/>
          <w:szCs w:val="36"/>
        </w:rPr>
        <w:t>출력</w:t>
      </w:r>
      <w:r w:rsidRPr="00957F29">
        <w:rPr>
          <w:rFonts w:ascii="08SeoulNamsan M" w:eastAsia="08SeoulNamsan M" w:hAnsi="Arial" w:cs="08SeoulNamsan M"/>
          <w:color w:val="535353"/>
          <w:sz w:val="22"/>
          <w:szCs w:val="36"/>
        </w:rPr>
        <w:t xml:space="preserve"> </w:t>
      </w:r>
      <w:r w:rsidRPr="00957F29">
        <w:rPr>
          <w:rFonts w:ascii="08SeoulNamsan M" w:eastAsia="08SeoulNamsan M" w:hAnsi="Arial" w:cs="08SeoulNamsan M" w:hint="eastAsia"/>
          <w:color w:val="535353"/>
          <w:sz w:val="22"/>
          <w:szCs w:val="36"/>
        </w:rPr>
        <w:t>가능한</w:t>
      </w:r>
      <w:r w:rsidRPr="00957F29">
        <w:rPr>
          <w:rFonts w:ascii="08SeoulNamsan M" w:eastAsia="08SeoulNamsan M" w:hAnsi="Arial" w:cs="08SeoulNamsan M"/>
          <w:color w:val="535353"/>
          <w:sz w:val="22"/>
          <w:szCs w:val="36"/>
        </w:rPr>
        <w:t xml:space="preserve"> </w:t>
      </w:r>
      <w:r w:rsidRPr="00957F29">
        <w:rPr>
          <w:rFonts w:ascii="08SeoulNamsan M" w:eastAsia="08SeoulNamsan M" w:hAnsi="Arial" w:cs="08SeoulNamsan M" w:hint="eastAsia"/>
          <w:color w:val="535353"/>
          <w:sz w:val="22"/>
          <w:szCs w:val="36"/>
        </w:rPr>
        <w:t>사이즈로</w:t>
      </w:r>
      <w:r w:rsidRPr="00957F29">
        <w:rPr>
          <w:rFonts w:ascii="08SeoulNamsan M" w:eastAsia="08SeoulNamsan M" w:hAnsi="Arial" w:cs="08SeoulNamsan M"/>
          <w:color w:val="535353"/>
          <w:sz w:val="22"/>
          <w:szCs w:val="36"/>
        </w:rPr>
        <w:t xml:space="preserve"> </w:t>
      </w:r>
      <w:r w:rsidRPr="00957F29">
        <w:rPr>
          <w:rFonts w:ascii="08SeoulNamsan M" w:eastAsia="08SeoulNamsan M" w:hAnsi="Arial" w:cs="08SeoulNamsan M" w:hint="eastAsia"/>
          <w:color w:val="535353"/>
          <w:sz w:val="22"/>
          <w:szCs w:val="36"/>
        </w:rPr>
        <w:t>최소</w:t>
      </w:r>
      <w:r w:rsidRPr="00957F29">
        <w:rPr>
          <w:rFonts w:ascii="08SeoulNamsan M" w:eastAsia="08SeoulNamsan M" w:hAnsi="Arial" w:cs="08SeoulNamsan M"/>
          <w:color w:val="535353"/>
          <w:sz w:val="22"/>
          <w:szCs w:val="36"/>
        </w:rPr>
        <w:t xml:space="preserve"> </w:t>
      </w:r>
      <w:r w:rsidRPr="00957F29">
        <w:rPr>
          <w:rFonts w:ascii="08SeoulNamsan M" w:eastAsia="08SeoulNamsan M" w:hAnsi="Arial" w:cs="08SeoulNamsan M" w:hint="eastAsia"/>
          <w:color w:val="535353"/>
          <w:sz w:val="22"/>
          <w:szCs w:val="36"/>
        </w:rPr>
        <w:t>한</w:t>
      </w:r>
      <w:r w:rsidRPr="00957F29">
        <w:rPr>
          <w:rFonts w:ascii="08SeoulNamsan M" w:eastAsia="08SeoulNamsan M" w:hAnsi="Arial" w:cs="08SeoulNamsan M"/>
          <w:color w:val="535353"/>
          <w:sz w:val="22"/>
          <w:szCs w:val="36"/>
        </w:rPr>
        <w:t xml:space="preserve"> </w:t>
      </w:r>
      <w:r w:rsidRPr="00957F29">
        <w:rPr>
          <w:rFonts w:ascii="08SeoulNamsan M" w:eastAsia="08SeoulNamsan M" w:hAnsi="Arial" w:cs="08SeoulNamsan M" w:hint="eastAsia"/>
          <w:color w:val="535353"/>
          <w:sz w:val="22"/>
          <w:szCs w:val="36"/>
        </w:rPr>
        <w:t>변의</w:t>
      </w:r>
      <w:r w:rsidRPr="00957F29">
        <w:rPr>
          <w:rFonts w:ascii="08SeoulNamsan M" w:eastAsia="08SeoulNamsan M" w:hAnsi="Arial" w:cs="08SeoulNamsan M"/>
          <w:color w:val="535353"/>
          <w:sz w:val="22"/>
          <w:szCs w:val="36"/>
        </w:rPr>
        <w:t xml:space="preserve"> </w:t>
      </w:r>
      <w:r w:rsidRPr="00957F29">
        <w:rPr>
          <w:rFonts w:ascii="08SeoulNamsan M" w:eastAsia="08SeoulNamsan M" w:hAnsi="Arial" w:cs="08SeoulNamsan M" w:hint="eastAsia"/>
          <w:color w:val="535353"/>
          <w:sz w:val="22"/>
          <w:szCs w:val="36"/>
        </w:rPr>
        <w:t>길이</w:t>
      </w:r>
      <w:r w:rsidRPr="00957F29">
        <w:rPr>
          <w:rFonts w:ascii="08SeoulNamsan M" w:eastAsia="08SeoulNamsan M" w:hAnsi="Arial" w:cs="08SeoulNamsan M"/>
          <w:color w:val="535353"/>
          <w:sz w:val="22"/>
          <w:szCs w:val="36"/>
        </w:rPr>
        <w:t xml:space="preserve"> 6cm</w:t>
      </w:r>
      <w:r w:rsidRPr="00957F29">
        <w:rPr>
          <w:rFonts w:ascii="08SeoulNamsan M" w:eastAsia="08SeoulNamsan M" w:hAnsi="Arial" w:cs="08SeoulNamsan M" w:hint="eastAsia"/>
          <w:color w:val="535353"/>
          <w:sz w:val="22"/>
          <w:szCs w:val="36"/>
        </w:rPr>
        <w:t>이상</w:t>
      </w:r>
      <w:r w:rsidRPr="00957F29">
        <w:rPr>
          <w:rFonts w:ascii="08SeoulNamsan M" w:eastAsia="08SeoulNamsan M" w:hAnsi="Arial" w:cs="08SeoulNamsan M"/>
          <w:color w:val="535353"/>
          <w:sz w:val="22"/>
          <w:szCs w:val="36"/>
        </w:rPr>
        <w:t xml:space="preserve">, </w:t>
      </w:r>
      <w:r w:rsidRPr="00957F29">
        <w:rPr>
          <w:rFonts w:ascii="08SeoulNamsan M" w:eastAsia="08SeoulNamsan M" w:hAnsi="Arial" w:cs="08SeoulNamsan M" w:hint="eastAsia"/>
          <w:color w:val="535353"/>
          <w:sz w:val="22"/>
          <w:szCs w:val="36"/>
        </w:rPr>
        <w:t>해상도</w:t>
      </w:r>
      <w:r w:rsidRPr="00957F29">
        <w:rPr>
          <w:rFonts w:ascii="08SeoulNamsan M" w:eastAsia="08SeoulNamsan M" w:hAnsi="Arial" w:cs="08SeoulNamsan M"/>
          <w:color w:val="535353"/>
          <w:sz w:val="22"/>
          <w:szCs w:val="36"/>
        </w:rPr>
        <w:t xml:space="preserve"> 300dpi)</w:t>
      </w:r>
    </w:p>
    <w:p w14:paraId="776E1A4A" w14:textId="77777777" w:rsidR="00913C6A" w:rsidRPr="00957F29" w:rsidRDefault="00913C6A" w:rsidP="00F55630">
      <w:pPr>
        <w:widowControl w:val="0"/>
        <w:autoSpaceDE w:val="0"/>
        <w:autoSpaceDN w:val="0"/>
        <w:adjustRightInd w:val="0"/>
        <w:spacing w:line="276" w:lineRule="auto"/>
        <w:rPr>
          <w:rFonts w:ascii="Arial" w:eastAsia="08SeoulNamsan M" w:hAnsi="Arial" w:cs="Arial"/>
          <w:color w:val="535353"/>
          <w:sz w:val="22"/>
          <w:szCs w:val="36"/>
        </w:rPr>
      </w:pPr>
      <w:r w:rsidRPr="00957F29">
        <w:rPr>
          <w:rFonts w:ascii="08SeoulNamsan M" w:eastAsia="08SeoulNamsan M" w:hAnsi="Arial" w:cs="08SeoulNamsan M"/>
          <w:color w:val="535353"/>
          <w:sz w:val="22"/>
          <w:szCs w:val="36"/>
        </w:rPr>
        <w:t xml:space="preserve">3. </w:t>
      </w:r>
      <w:r w:rsidRPr="00957F29">
        <w:rPr>
          <w:rFonts w:ascii="08SeoulNamsan M" w:eastAsia="08SeoulNamsan M" w:hAnsi="Arial" w:cs="08SeoulNamsan M" w:hint="eastAsia"/>
          <w:color w:val="535353"/>
          <w:sz w:val="22"/>
          <w:szCs w:val="36"/>
        </w:rPr>
        <w:t>감독</w:t>
      </w:r>
      <w:r w:rsidRPr="00957F29">
        <w:rPr>
          <w:rFonts w:ascii="08SeoulNamsan M" w:eastAsia="08SeoulNamsan M" w:hAnsi="Arial" w:cs="08SeoulNamsan M"/>
          <w:color w:val="535353"/>
          <w:sz w:val="22"/>
          <w:szCs w:val="36"/>
        </w:rPr>
        <w:t xml:space="preserve"> </w:t>
      </w:r>
      <w:r w:rsidRPr="00957F29">
        <w:rPr>
          <w:rFonts w:ascii="08SeoulNamsan M" w:eastAsia="08SeoulNamsan M" w:hAnsi="Arial" w:cs="08SeoulNamsan M" w:hint="eastAsia"/>
          <w:color w:val="535353"/>
          <w:sz w:val="22"/>
          <w:szCs w:val="36"/>
        </w:rPr>
        <w:t>사진</w:t>
      </w:r>
      <w:r w:rsidRPr="00957F29">
        <w:rPr>
          <w:rFonts w:ascii="08SeoulNamsan M" w:eastAsia="08SeoulNamsan M" w:hAnsi="Arial" w:cs="08SeoulNamsan M"/>
          <w:color w:val="535353"/>
          <w:sz w:val="22"/>
          <w:szCs w:val="36"/>
        </w:rPr>
        <w:t xml:space="preserve"> 1</w:t>
      </w:r>
      <w:r w:rsidRPr="00957F29">
        <w:rPr>
          <w:rFonts w:ascii="08SeoulNamsan M" w:eastAsia="08SeoulNamsan M" w:hAnsi="Arial" w:cs="08SeoulNamsan M" w:hint="eastAsia"/>
          <w:color w:val="535353"/>
          <w:sz w:val="22"/>
          <w:szCs w:val="36"/>
        </w:rPr>
        <w:t>컷</w:t>
      </w:r>
      <w:r w:rsidRPr="00957F29">
        <w:rPr>
          <w:rFonts w:ascii="08SeoulNamsan M" w:eastAsia="08SeoulNamsan M" w:hAnsi="Arial" w:cs="08SeoulNamsan M"/>
          <w:color w:val="535353"/>
          <w:sz w:val="22"/>
          <w:szCs w:val="36"/>
        </w:rPr>
        <w:t xml:space="preserve"> </w:t>
      </w:r>
      <w:r w:rsidRPr="00957F29">
        <w:rPr>
          <w:rFonts w:ascii="08SeoulNamsan M" w:eastAsia="08SeoulNamsan M" w:hAnsi="Arial" w:cs="08SeoulNamsan M" w:hint="eastAsia"/>
          <w:color w:val="535353"/>
          <w:sz w:val="22"/>
          <w:szCs w:val="36"/>
        </w:rPr>
        <w:t>이상</w:t>
      </w:r>
      <w:r w:rsidRPr="00957F29">
        <w:rPr>
          <w:rFonts w:ascii="08SeoulNamsan M" w:eastAsia="08SeoulNamsan M" w:hAnsi="Arial" w:cs="08SeoulNamsan M"/>
          <w:color w:val="535353"/>
          <w:sz w:val="22"/>
          <w:szCs w:val="36"/>
        </w:rPr>
        <w:t xml:space="preserve"> (</w:t>
      </w:r>
      <w:r w:rsidRPr="00957F29">
        <w:rPr>
          <w:rFonts w:ascii="08SeoulNamsan M" w:eastAsia="08SeoulNamsan M" w:hAnsi="Arial" w:cs="08SeoulNamsan M" w:hint="eastAsia"/>
          <w:color w:val="535353"/>
          <w:sz w:val="22"/>
          <w:szCs w:val="36"/>
        </w:rPr>
        <w:t>출력</w:t>
      </w:r>
      <w:r w:rsidRPr="00957F29">
        <w:rPr>
          <w:rFonts w:ascii="08SeoulNamsan M" w:eastAsia="08SeoulNamsan M" w:hAnsi="Arial" w:cs="08SeoulNamsan M"/>
          <w:color w:val="535353"/>
          <w:sz w:val="22"/>
          <w:szCs w:val="36"/>
        </w:rPr>
        <w:t xml:space="preserve"> </w:t>
      </w:r>
      <w:r w:rsidRPr="00957F29">
        <w:rPr>
          <w:rFonts w:ascii="08SeoulNamsan M" w:eastAsia="08SeoulNamsan M" w:hAnsi="Arial" w:cs="08SeoulNamsan M" w:hint="eastAsia"/>
          <w:color w:val="535353"/>
          <w:sz w:val="22"/>
          <w:szCs w:val="36"/>
        </w:rPr>
        <w:t>가능한</w:t>
      </w:r>
      <w:r w:rsidRPr="00957F29">
        <w:rPr>
          <w:rFonts w:ascii="08SeoulNamsan M" w:eastAsia="08SeoulNamsan M" w:hAnsi="Arial" w:cs="08SeoulNamsan M"/>
          <w:color w:val="535353"/>
          <w:sz w:val="22"/>
          <w:szCs w:val="36"/>
        </w:rPr>
        <w:t xml:space="preserve"> </w:t>
      </w:r>
      <w:r w:rsidRPr="00957F29">
        <w:rPr>
          <w:rFonts w:ascii="08SeoulNamsan M" w:eastAsia="08SeoulNamsan M" w:hAnsi="Arial" w:cs="08SeoulNamsan M" w:hint="eastAsia"/>
          <w:color w:val="535353"/>
          <w:sz w:val="22"/>
          <w:szCs w:val="36"/>
        </w:rPr>
        <w:t>사이즈로</w:t>
      </w:r>
      <w:r w:rsidRPr="00957F29">
        <w:rPr>
          <w:rFonts w:ascii="08SeoulNamsan M" w:eastAsia="08SeoulNamsan M" w:hAnsi="Arial" w:cs="08SeoulNamsan M"/>
          <w:color w:val="535353"/>
          <w:sz w:val="22"/>
          <w:szCs w:val="36"/>
        </w:rPr>
        <w:t xml:space="preserve"> </w:t>
      </w:r>
      <w:r w:rsidRPr="00957F29">
        <w:rPr>
          <w:rFonts w:ascii="08SeoulNamsan M" w:eastAsia="08SeoulNamsan M" w:hAnsi="Arial" w:cs="08SeoulNamsan M" w:hint="eastAsia"/>
          <w:color w:val="535353"/>
          <w:sz w:val="22"/>
          <w:szCs w:val="36"/>
        </w:rPr>
        <w:t>최소</w:t>
      </w:r>
      <w:r w:rsidRPr="00957F29">
        <w:rPr>
          <w:rFonts w:ascii="08SeoulNamsan M" w:eastAsia="08SeoulNamsan M" w:hAnsi="Arial" w:cs="08SeoulNamsan M"/>
          <w:color w:val="535353"/>
          <w:sz w:val="22"/>
          <w:szCs w:val="36"/>
        </w:rPr>
        <w:t xml:space="preserve"> 6cm x8cm, </w:t>
      </w:r>
      <w:r w:rsidRPr="00957F29">
        <w:rPr>
          <w:rFonts w:ascii="08SeoulNamsan M" w:eastAsia="08SeoulNamsan M" w:hAnsi="Arial" w:cs="08SeoulNamsan M" w:hint="eastAsia"/>
          <w:color w:val="535353"/>
          <w:sz w:val="22"/>
          <w:szCs w:val="36"/>
        </w:rPr>
        <w:t>해상도</w:t>
      </w:r>
      <w:r w:rsidRPr="00957F29">
        <w:rPr>
          <w:rFonts w:ascii="08SeoulNamsan M" w:eastAsia="08SeoulNamsan M" w:hAnsi="Arial" w:cs="08SeoulNamsan M"/>
          <w:color w:val="535353"/>
          <w:sz w:val="22"/>
          <w:szCs w:val="36"/>
        </w:rPr>
        <w:t xml:space="preserve"> 300 </w:t>
      </w:r>
      <w:proofErr w:type="gramStart"/>
      <w:r w:rsidRPr="00957F29">
        <w:rPr>
          <w:rFonts w:ascii="08SeoulNamsan M" w:eastAsia="08SeoulNamsan M" w:hAnsi="Arial" w:cs="08SeoulNamsan M"/>
          <w:color w:val="535353"/>
          <w:sz w:val="22"/>
          <w:szCs w:val="36"/>
        </w:rPr>
        <w:t>dpi )</w:t>
      </w:r>
      <w:proofErr w:type="gramEnd"/>
    </w:p>
    <w:p w14:paraId="55F37E25" w14:textId="77777777" w:rsidR="00913C6A" w:rsidRDefault="00913C6A" w:rsidP="00F55630">
      <w:pPr>
        <w:widowControl w:val="0"/>
        <w:autoSpaceDE w:val="0"/>
        <w:autoSpaceDN w:val="0"/>
        <w:adjustRightInd w:val="0"/>
        <w:spacing w:line="276" w:lineRule="auto"/>
        <w:rPr>
          <w:rFonts w:ascii="08SeoulNamsan M" w:eastAsia="08SeoulNamsan M" w:hAnsi="Arial" w:cs="08SeoulNamsan M"/>
          <w:color w:val="535353"/>
          <w:sz w:val="22"/>
          <w:szCs w:val="36"/>
        </w:rPr>
      </w:pPr>
      <w:r w:rsidRPr="00957F29">
        <w:rPr>
          <w:rFonts w:ascii="08SeoulNamsan M" w:eastAsia="08SeoulNamsan M" w:hAnsi="Arial" w:cs="08SeoulNamsan M"/>
          <w:color w:val="535353"/>
          <w:sz w:val="22"/>
          <w:szCs w:val="36"/>
        </w:rPr>
        <w:t xml:space="preserve">4. </w:t>
      </w:r>
      <w:r w:rsidRPr="00957F29">
        <w:rPr>
          <w:rFonts w:ascii="08SeoulNamsan M" w:eastAsia="08SeoulNamsan M" w:hAnsi="Arial" w:cs="08SeoulNamsan M" w:hint="eastAsia"/>
          <w:color w:val="535353"/>
          <w:sz w:val="22"/>
          <w:szCs w:val="36"/>
        </w:rPr>
        <w:t>원어</w:t>
      </w:r>
      <w:r w:rsidRPr="00957F29">
        <w:rPr>
          <w:rFonts w:ascii="08SeoulNamsan M" w:eastAsia="08SeoulNamsan M" w:hAnsi="Arial" w:cs="08SeoulNamsan M"/>
          <w:color w:val="535353"/>
          <w:sz w:val="22"/>
          <w:szCs w:val="36"/>
        </w:rPr>
        <w:t xml:space="preserve"> </w:t>
      </w:r>
      <w:r w:rsidRPr="00957F29">
        <w:rPr>
          <w:rFonts w:ascii="08SeoulNamsan M" w:eastAsia="08SeoulNamsan M" w:hAnsi="Arial" w:cs="08SeoulNamsan M" w:hint="eastAsia"/>
          <w:color w:val="535353"/>
          <w:sz w:val="22"/>
          <w:szCs w:val="36"/>
        </w:rPr>
        <w:t>및</w:t>
      </w:r>
      <w:r w:rsidRPr="00957F29">
        <w:rPr>
          <w:rFonts w:ascii="08SeoulNamsan M" w:eastAsia="08SeoulNamsan M" w:hAnsi="Arial" w:cs="08SeoulNamsan M"/>
          <w:color w:val="535353"/>
          <w:sz w:val="22"/>
          <w:szCs w:val="36"/>
        </w:rPr>
        <w:t xml:space="preserve"> </w:t>
      </w:r>
      <w:r w:rsidRPr="00957F29">
        <w:rPr>
          <w:rFonts w:ascii="08SeoulNamsan M" w:eastAsia="08SeoulNamsan M" w:hAnsi="Arial" w:cs="08SeoulNamsan M" w:hint="eastAsia"/>
          <w:color w:val="535353"/>
          <w:sz w:val="22"/>
          <w:szCs w:val="36"/>
        </w:rPr>
        <w:t>영문</w:t>
      </w:r>
      <w:r w:rsidRPr="00957F29">
        <w:rPr>
          <w:rFonts w:ascii="08SeoulNamsan M" w:eastAsia="08SeoulNamsan M" w:hAnsi="Arial" w:cs="08SeoulNamsan M"/>
          <w:color w:val="535353"/>
          <w:sz w:val="22"/>
          <w:szCs w:val="36"/>
        </w:rPr>
        <w:t xml:space="preserve"> </w:t>
      </w:r>
      <w:r w:rsidRPr="00957F29">
        <w:rPr>
          <w:rFonts w:ascii="08SeoulNamsan M" w:eastAsia="08SeoulNamsan M" w:hAnsi="Arial" w:cs="08SeoulNamsan M" w:hint="eastAsia"/>
          <w:color w:val="535353"/>
          <w:sz w:val="22"/>
          <w:szCs w:val="36"/>
        </w:rPr>
        <w:t>대본</w:t>
      </w:r>
      <w:r w:rsidRPr="00957F29">
        <w:rPr>
          <w:rFonts w:ascii="08SeoulNamsan M" w:eastAsia="08SeoulNamsan M" w:hAnsi="Arial" w:cs="08SeoulNamsan M"/>
          <w:color w:val="535353"/>
          <w:sz w:val="22"/>
          <w:szCs w:val="36"/>
        </w:rPr>
        <w:t xml:space="preserve"> </w:t>
      </w:r>
      <w:proofErr w:type="gramStart"/>
      <w:r w:rsidRPr="00957F29">
        <w:rPr>
          <w:rFonts w:ascii="08SeoulNamsan M" w:eastAsia="08SeoulNamsan M" w:hAnsi="Arial" w:cs="08SeoulNamsan M"/>
          <w:color w:val="535353"/>
          <w:sz w:val="22"/>
          <w:szCs w:val="36"/>
        </w:rPr>
        <w:t xml:space="preserve">( </w:t>
      </w:r>
      <w:r w:rsidRPr="00957F29">
        <w:rPr>
          <w:rFonts w:ascii="08SeoulNamsan M" w:eastAsia="08SeoulNamsan M" w:hAnsi="Arial" w:cs="08SeoulNamsan M" w:hint="eastAsia"/>
          <w:color w:val="535353"/>
          <w:sz w:val="22"/>
          <w:szCs w:val="36"/>
        </w:rPr>
        <w:t>작품내</w:t>
      </w:r>
      <w:proofErr w:type="gramEnd"/>
      <w:r w:rsidRPr="00957F29">
        <w:rPr>
          <w:rFonts w:ascii="08SeoulNamsan M" w:eastAsia="08SeoulNamsan M" w:hAnsi="Arial" w:cs="08SeoulNamsan M"/>
          <w:color w:val="535353"/>
          <w:sz w:val="22"/>
          <w:szCs w:val="36"/>
        </w:rPr>
        <w:t xml:space="preserve"> </w:t>
      </w:r>
      <w:r w:rsidRPr="00957F29">
        <w:rPr>
          <w:rFonts w:ascii="08SeoulNamsan M" w:eastAsia="08SeoulNamsan M" w:hAnsi="Arial" w:cs="08SeoulNamsan M" w:hint="eastAsia"/>
          <w:color w:val="535353"/>
          <w:sz w:val="22"/>
          <w:szCs w:val="36"/>
        </w:rPr>
        <w:t>영어</w:t>
      </w:r>
      <w:r w:rsidRPr="00957F29">
        <w:rPr>
          <w:rFonts w:ascii="08SeoulNamsan M" w:eastAsia="08SeoulNamsan M" w:hAnsi="Arial" w:cs="08SeoulNamsan M"/>
          <w:color w:val="535353"/>
          <w:sz w:val="22"/>
          <w:szCs w:val="36"/>
        </w:rPr>
        <w:t xml:space="preserve"> </w:t>
      </w:r>
      <w:r w:rsidRPr="00957F29">
        <w:rPr>
          <w:rFonts w:ascii="08SeoulNamsan M" w:eastAsia="08SeoulNamsan M" w:hAnsi="Arial" w:cs="08SeoulNamsan M" w:hint="eastAsia"/>
          <w:color w:val="535353"/>
          <w:sz w:val="22"/>
          <w:szCs w:val="36"/>
        </w:rPr>
        <w:t>혹은</w:t>
      </w:r>
      <w:r w:rsidRPr="00957F29">
        <w:rPr>
          <w:rFonts w:ascii="08SeoulNamsan M" w:eastAsia="08SeoulNamsan M" w:hAnsi="Arial" w:cs="08SeoulNamsan M"/>
          <w:color w:val="535353"/>
          <w:sz w:val="22"/>
          <w:szCs w:val="36"/>
        </w:rPr>
        <w:t xml:space="preserve"> </w:t>
      </w:r>
      <w:r w:rsidRPr="00957F29">
        <w:rPr>
          <w:rFonts w:ascii="08SeoulNamsan M" w:eastAsia="08SeoulNamsan M" w:hAnsi="Arial" w:cs="08SeoulNamsan M" w:hint="eastAsia"/>
          <w:color w:val="535353"/>
          <w:sz w:val="22"/>
          <w:szCs w:val="36"/>
        </w:rPr>
        <w:t>기타</w:t>
      </w:r>
      <w:r w:rsidRPr="00957F29">
        <w:rPr>
          <w:rFonts w:ascii="08SeoulNamsan M" w:eastAsia="08SeoulNamsan M" w:hAnsi="Arial" w:cs="08SeoulNamsan M"/>
          <w:color w:val="535353"/>
          <w:sz w:val="22"/>
          <w:szCs w:val="36"/>
        </w:rPr>
        <w:t xml:space="preserve"> </w:t>
      </w:r>
      <w:r w:rsidRPr="00957F29">
        <w:rPr>
          <w:rFonts w:ascii="08SeoulNamsan M" w:eastAsia="08SeoulNamsan M" w:hAnsi="Arial" w:cs="08SeoulNamsan M" w:hint="eastAsia"/>
          <w:color w:val="535353"/>
          <w:sz w:val="22"/>
          <w:szCs w:val="36"/>
        </w:rPr>
        <w:t>언어</w:t>
      </w:r>
      <w:r w:rsidRPr="00957F29">
        <w:rPr>
          <w:rFonts w:ascii="08SeoulNamsan M" w:eastAsia="08SeoulNamsan M" w:hAnsi="Arial" w:cs="08SeoulNamsan M"/>
          <w:color w:val="535353"/>
          <w:sz w:val="22"/>
          <w:szCs w:val="36"/>
        </w:rPr>
        <w:t xml:space="preserve"> </w:t>
      </w:r>
      <w:r w:rsidRPr="00957F29">
        <w:rPr>
          <w:rFonts w:ascii="08SeoulNamsan M" w:eastAsia="08SeoulNamsan M" w:hAnsi="Arial" w:cs="08SeoulNamsan M" w:hint="eastAsia"/>
          <w:color w:val="535353"/>
          <w:sz w:val="22"/>
          <w:szCs w:val="36"/>
        </w:rPr>
        <w:t>포함시</w:t>
      </w:r>
      <w:r w:rsidRPr="00957F29">
        <w:rPr>
          <w:rFonts w:ascii="08SeoulNamsan M" w:eastAsia="08SeoulNamsan M" w:hAnsi="Arial" w:cs="08SeoulNamsan M"/>
          <w:color w:val="535353"/>
          <w:sz w:val="22"/>
          <w:szCs w:val="36"/>
        </w:rPr>
        <w:t xml:space="preserve"> )</w:t>
      </w:r>
    </w:p>
    <w:p w14:paraId="793B359E" w14:textId="77777777" w:rsidR="00957F29" w:rsidRDefault="00957F29" w:rsidP="00913C6A">
      <w:pPr>
        <w:widowControl w:val="0"/>
        <w:autoSpaceDE w:val="0"/>
        <w:autoSpaceDN w:val="0"/>
        <w:adjustRightInd w:val="0"/>
        <w:rPr>
          <w:rFonts w:ascii="08SeoulNamsan M" w:eastAsia="08SeoulNamsan M" w:hAnsi="Arial" w:cs="08SeoulNamsan M" w:hint="eastAsia"/>
          <w:color w:val="535353"/>
          <w:sz w:val="22"/>
          <w:szCs w:val="36"/>
        </w:rPr>
      </w:pPr>
    </w:p>
    <w:p w14:paraId="6F84E8FB" w14:textId="77777777" w:rsidR="00957F29" w:rsidRPr="00957F29" w:rsidRDefault="00957F29" w:rsidP="00913C6A">
      <w:pPr>
        <w:widowControl w:val="0"/>
        <w:autoSpaceDE w:val="0"/>
        <w:autoSpaceDN w:val="0"/>
        <w:adjustRightInd w:val="0"/>
        <w:rPr>
          <w:rFonts w:ascii="08SeoulNamsan M" w:eastAsia="08SeoulNamsan M" w:hAnsi="Arial" w:cs="08SeoulNamsan M"/>
          <w:color w:val="535353"/>
          <w:sz w:val="22"/>
          <w:szCs w:val="36"/>
        </w:rPr>
      </w:pPr>
    </w:p>
    <w:p w14:paraId="58EAC551" w14:textId="77777777" w:rsidR="00913C6A" w:rsidRDefault="00913C6A" w:rsidP="00913C6A">
      <w:pPr>
        <w:widowControl w:val="0"/>
        <w:autoSpaceDE w:val="0"/>
        <w:autoSpaceDN w:val="0"/>
        <w:adjustRightInd w:val="0"/>
        <w:rPr>
          <w:rFonts w:ascii="08SeoulNamsan M" w:eastAsia="08SeoulNamsan M" w:hAnsi="Arial" w:cs="08SeoulNamsan M" w:hint="eastAsia"/>
        </w:rPr>
      </w:pPr>
      <w:r>
        <w:rPr>
          <w:rFonts w:ascii="08SeoulNamsan M" w:eastAsia="08SeoulNamsan M" w:hAnsi="Arial" w:cs="08SeoulNamsan M" w:hint="eastAsia"/>
          <w:noProof/>
        </w:rPr>
        <w:drawing>
          <wp:inline distT="0" distB="0" distL="0" distR="0" wp14:anchorId="1C857BE9" wp14:editId="47EF60AD">
            <wp:extent cx="2234025" cy="189215"/>
            <wp:effectExtent l="0" t="0" r="1270" b="0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741" cy="2065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1A09010" w14:textId="77777777" w:rsidR="00F83C71" w:rsidRDefault="00F83C71" w:rsidP="00913C6A">
      <w:pPr>
        <w:widowControl w:val="0"/>
        <w:autoSpaceDE w:val="0"/>
        <w:autoSpaceDN w:val="0"/>
        <w:adjustRightInd w:val="0"/>
        <w:rPr>
          <w:rFonts w:ascii="08SeoulNamsan M" w:eastAsia="08SeoulNamsan M" w:hAnsi="Arial" w:cs="08SeoulNamsan M" w:hint="eastAsia"/>
        </w:rPr>
      </w:pPr>
    </w:p>
    <w:p w14:paraId="47C39545" w14:textId="77777777" w:rsidR="00913C6A" w:rsidRPr="00957F29" w:rsidRDefault="00913C6A" w:rsidP="00957F29">
      <w:pPr>
        <w:pStyle w:val="ListParagraph"/>
        <w:widowControl w:val="0"/>
        <w:numPr>
          <w:ilvl w:val="0"/>
          <w:numId w:val="7"/>
        </w:numPr>
        <w:autoSpaceDE w:val="0"/>
        <w:autoSpaceDN w:val="0"/>
        <w:adjustRightInd w:val="0"/>
        <w:spacing w:line="276" w:lineRule="auto"/>
        <w:rPr>
          <w:rFonts w:ascii="08SeoulNamsan M" w:eastAsia="08SeoulNamsan M" w:hAnsi="Arial" w:cs="08SeoulNamsan M"/>
          <w:color w:val="535353"/>
          <w:sz w:val="21"/>
          <w:szCs w:val="36"/>
        </w:rPr>
      </w:pPr>
      <w:r w:rsidRPr="00957F29">
        <w:rPr>
          <w:rFonts w:ascii="08SeoulNamsan M" w:eastAsia="08SeoulNamsan M" w:hAnsi="Arial" w:cs="08SeoulNamsan M" w:hint="eastAsia"/>
          <w:color w:val="535353"/>
          <w:sz w:val="21"/>
          <w:szCs w:val="36"/>
        </w:rPr>
        <w:t>작품심사</w:t>
      </w:r>
      <w:r w:rsidRPr="00957F29">
        <w:rPr>
          <w:rFonts w:ascii="08SeoulNamsan M" w:eastAsia="08SeoulNamsan M" w:hAnsi="Arial" w:cs="08SeoulNamsan M"/>
          <w:color w:val="535353"/>
          <w:sz w:val="21"/>
          <w:szCs w:val="36"/>
        </w:rPr>
        <w:t xml:space="preserve"> </w:t>
      </w:r>
      <w:r w:rsidRPr="00957F29">
        <w:rPr>
          <w:rFonts w:ascii="08SeoulNamsan M" w:eastAsia="08SeoulNamsan M" w:hAnsi="Arial" w:cs="08SeoulNamsan M" w:hint="eastAsia"/>
          <w:color w:val="535353"/>
          <w:sz w:val="21"/>
          <w:szCs w:val="36"/>
        </w:rPr>
        <w:t>및</w:t>
      </w:r>
      <w:r w:rsidRPr="00957F29">
        <w:rPr>
          <w:rFonts w:ascii="08SeoulNamsan M" w:eastAsia="08SeoulNamsan M" w:hAnsi="Arial" w:cs="08SeoulNamsan M"/>
          <w:color w:val="535353"/>
          <w:sz w:val="21"/>
          <w:szCs w:val="36"/>
        </w:rPr>
        <w:t xml:space="preserve"> </w:t>
      </w:r>
      <w:r w:rsidRPr="00957F29">
        <w:rPr>
          <w:rFonts w:ascii="08SeoulNamsan M" w:eastAsia="08SeoulNamsan M" w:hAnsi="Arial" w:cs="08SeoulNamsan M" w:hint="eastAsia"/>
          <w:color w:val="535353"/>
          <w:sz w:val="21"/>
          <w:szCs w:val="36"/>
        </w:rPr>
        <w:t>상영</w:t>
      </w:r>
    </w:p>
    <w:p w14:paraId="354261A4" w14:textId="77777777" w:rsidR="00913C6A" w:rsidRPr="00957F29" w:rsidRDefault="00913C6A" w:rsidP="00957F29">
      <w:pPr>
        <w:pStyle w:val="ListParagraph"/>
        <w:widowControl w:val="0"/>
        <w:numPr>
          <w:ilvl w:val="0"/>
          <w:numId w:val="7"/>
        </w:numPr>
        <w:autoSpaceDE w:val="0"/>
        <w:autoSpaceDN w:val="0"/>
        <w:adjustRightInd w:val="0"/>
        <w:spacing w:line="276" w:lineRule="auto"/>
        <w:rPr>
          <w:rFonts w:ascii="Arial" w:eastAsia="08SeoulNamsan M" w:hAnsi="Arial" w:cs="Arial"/>
          <w:color w:val="535353"/>
          <w:sz w:val="21"/>
          <w:szCs w:val="36"/>
        </w:rPr>
      </w:pPr>
      <w:r w:rsidRPr="00957F29">
        <w:rPr>
          <w:rFonts w:ascii="08SeoulNamsan M" w:eastAsia="08SeoulNamsan M" w:hAnsi="Arial" w:cs="08SeoulNamsan M" w:hint="eastAsia"/>
          <w:color w:val="535353"/>
          <w:sz w:val="21"/>
          <w:szCs w:val="36"/>
        </w:rPr>
        <w:t>각</w:t>
      </w:r>
      <w:r w:rsidRPr="00957F29">
        <w:rPr>
          <w:rFonts w:ascii="08SeoulNamsan M" w:eastAsia="08SeoulNamsan M" w:hAnsi="Arial" w:cs="08SeoulNamsan M"/>
          <w:color w:val="535353"/>
          <w:sz w:val="21"/>
          <w:szCs w:val="36"/>
        </w:rPr>
        <w:t xml:space="preserve"> </w:t>
      </w:r>
      <w:r w:rsidRPr="00957F29">
        <w:rPr>
          <w:rFonts w:ascii="08SeoulNamsan M" w:eastAsia="08SeoulNamsan M" w:hAnsi="Arial" w:cs="08SeoulNamsan M" w:hint="eastAsia"/>
          <w:color w:val="535353"/>
          <w:sz w:val="21"/>
          <w:szCs w:val="36"/>
        </w:rPr>
        <w:t>부문별</w:t>
      </w:r>
      <w:r w:rsidRPr="00957F29">
        <w:rPr>
          <w:rFonts w:ascii="08SeoulNamsan M" w:eastAsia="08SeoulNamsan M" w:hAnsi="Arial" w:cs="08SeoulNamsan M"/>
          <w:color w:val="535353"/>
          <w:sz w:val="21"/>
          <w:szCs w:val="36"/>
        </w:rPr>
        <w:t xml:space="preserve"> </w:t>
      </w:r>
      <w:r w:rsidRPr="00957F29">
        <w:rPr>
          <w:rFonts w:ascii="08SeoulNamsan M" w:eastAsia="08SeoulNamsan M" w:hAnsi="Arial" w:cs="08SeoulNamsan M" w:hint="eastAsia"/>
          <w:color w:val="535353"/>
          <w:sz w:val="21"/>
          <w:szCs w:val="36"/>
        </w:rPr>
        <w:t>그랑프리</w:t>
      </w:r>
      <w:r w:rsidRPr="00957F29">
        <w:rPr>
          <w:rFonts w:ascii="08SeoulNamsan M" w:eastAsia="08SeoulNamsan M" w:hAnsi="Arial" w:cs="08SeoulNamsan M"/>
          <w:color w:val="535353"/>
          <w:sz w:val="21"/>
          <w:szCs w:val="36"/>
        </w:rPr>
        <w:t xml:space="preserve"> / </w:t>
      </w:r>
      <w:r w:rsidRPr="00957F29">
        <w:rPr>
          <w:rFonts w:ascii="08SeoulNamsan M" w:eastAsia="08SeoulNamsan M" w:hAnsi="Arial" w:cs="08SeoulNamsan M" w:hint="eastAsia"/>
          <w:color w:val="535353"/>
          <w:sz w:val="21"/>
          <w:szCs w:val="36"/>
        </w:rPr>
        <w:t>우수상</w:t>
      </w:r>
    </w:p>
    <w:p w14:paraId="4EA8A7CB" w14:textId="77777777" w:rsidR="00913C6A" w:rsidRPr="00957F29" w:rsidRDefault="00913C6A" w:rsidP="00957F29">
      <w:pPr>
        <w:pStyle w:val="ListParagraph"/>
        <w:widowControl w:val="0"/>
        <w:numPr>
          <w:ilvl w:val="0"/>
          <w:numId w:val="7"/>
        </w:numPr>
        <w:autoSpaceDE w:val="0"/>
        <w:autoSpaceDN w:val="0"/>
        <w:adjustRightInd w:val="0"/>
        <w:spacing w:line="276" w:lineRule="auto"/>
        <w:rPr>
          <w:rFonts w:ascii="Arial" w:eastAsia="08SeoulNamsan M" w:hAnsi="Arial" w:cs="Arial"/>
          <w:color w:val="535353"/>
          <w:sz w:val="21"/>
          <w:szCs w:val="36"/>
        </w:rPr>
      </w:pPr>
      <w:r w:rsidRPr="00957F29">
        <w:rPr>
          <w:rFonts w:ascii="08SeoulNamsan M" w:eastAsia="08SeoulNamsan M" w:hAnsi="Arial" w:cs="08SeoulNamsan M" w:hint="eastAsia"/>
          <w:color w:val="535353"/>
          <w:sz w:val="21"/>
          <w:szCs w:val="36"/>
        </w:rPr>
        <w:t>네티즌</w:t>
      </w:r>
      <w:r w:rsidRPr="00957F29">
        <w:rPr>
          <w:rFonts w:ascii="08SeoulNamsan M" w:eastAsia="08SeoulNamsan M" w:hAnsi="Arial" w:cs="08SeoulNamsan M"/>
          <w:color w:val="535353"/>
          <w:sz w:val="21"/>
          <w:szCs w:val="36"/>
        </w:rPr>
        <w:t xml:space="preserve"> </w:t>
      </w:r>
      <w:r w:rsidRPr="00957F29">
        <w:rPr>
          <w:rFonts w:ascii="08SeoulNamsan M" w:eastAsia="08SeoulNamsan M" w:hAnsi="Arial" w:cs="08SeoulNamsan M" w:hint="eastAsia"/>
          <w:color w:val="535353"/>
          <w:sz w:val="21"/>
          <w:szCs w:val="36"/>
        </w:rPr>
        <w:t>초이스</w:t>
      </w:r>
      <w:r w:rsidRPr="00957F29">
        <w:rPr>
          <w:rFonts w:ascii="08SeoulNamsan M" w:eastAsia="08SeoulNamsan M" w:hAnsi="Arial" w:cs="08SeoulNamsan M"/>
          <w:color w:val="535353"/>
          <w:sz w:val="21"/>
          <w:szCs w:val="36"/>
        </w:rPr>
        <w:t xml:space="preserve"> </w:t>
      </w:r>
      <w:r w:rsidRPr="00957F29">
        <w:rPr>
          <w:rFonts w:ascii="08SeoulNamsan M" w:eastAsia="08SeoulNamsan M" w:hAnsi="Arial" w:cs="08SeoulNamsan M" w:hint="eastAsia"/>
          <w:color w:val="535353"/>
          <w:sz w:val="21"/>
          <w:szCs w:val="36"/>
        </w:rPr>
        <w:t>상금</w:t>
      </w:r>
      <w:r w:rsidRPr="00957F29">
        <w:rPr>
          <w:rFonts w:ascii="08SeoulNamsan M" w:eastAsia="08SeoulNamsan M" w:hAnsi="Arial" w:cs="08SeoulNamsan M"/>
          <w:color w:val="535353"/>
          <w:sz w:val="21"/>
          <w:szCs w:val="36"/>
        </w:rPr>
        <w:t xml:space="preserve"> 500,000</w:t>
      </w:r>
      <w:r w:rsidRPr="00957F29">
        <w:rPr>
          <w:rFonts w:ascii="08SeoulNamsan M" w:eastAsia="08SeoulNamsan M" w:hAnsi="Arial" w:cs="08SeoulNamsan M" w:hint="eastAsia"/>
          <w:color w:val="535353"/>
          <w:sz w:val="21"/>
          <w:szCs w:val="36"/>
        </w:rPr>
        <w:t>원</w:t>
      </w:r>
      <w:r w:rsidRPr="00957F29">
        <w:rPr>
          <w:rFonts w:ascii="08SeoulNamsan M" w:eastAsia="08SeoulNamsan M" w:hAnsi="Arial" w:cs="08SeoulNamsan M"/>
          <w:color w:val="535353"/>
          <w:sz w:val="21"/>
          <w:szCs w:val="36"/>
        </w:rPr>
        <w:t xml:space="preserve"> (</w:t>
      </w:r>
      <w:r w:rsidRPr="00957F29">
        <w:rPr>
          <w:rFonts w:ascii="08SeoulNamsan M" w:eastAsia="08SeoulNamsan M" w:hAnsi="Arial" w:cs="08SeoulNamsan M" w:hint="eastAsia"/>
          <w:color w:val="535353"/>
          <w:sz w:val="21"/>
          <w:szCs w:val="36"/>
        </w:rPr>
        <w:t>선정방법</w:t>
      </w:r>
      <w:r w:rsidRPr="00957F29">
        <w:rPr>
          <w:rFonts w:ascii="08SeoulNamsan M" w:eastAsia="08SeoulNamsan M" w:hAnsi="Arial" w:cs="08SeoulNamsan M"/>
          <w:color w:val="535353"/>
          <w:sz w:val="21"/>
          <w:szCs w:val="36"/>
        </w:rPr>
        <w:t xml:space="preserve">: </w:t>
      </w:r>
      <w:r w:rsidRPr="00957F29">
        <w:rPr>
          <w:rFonts w:ascii="08SeoulNamsan M" w:eastAsia="08SeoulNamsan M" w:hAnsi="Arial" w:cs="08SeoulNamsan M" w:hint="eastAsia"/>
          <w:color w:val="535353"/>
          <w:sz w:val="21"/>
          <w:szCs w:val="36"/>
        </w:rPr>
        <w:t>네티즌</w:t>
      </w:r>
      <w:r w:rsidRPr="00957F29">
        <w:rPr>
          <w:rFonts w:ascii="08SeoulNamsan M" w:eastAsia="08SeoulNamsan M" w:hAnsi="Arial" w:cs="08SeoulNamsan M"/>
          <w:color w:val="535353"/>
          <w:sz w:val="21"/>
          <w:szCs w:val="36"/>
        </w:rPr>
        <w:t xml:space="preserve"> </w:t>
      </w:r>
      <w:r w:rsidRPr="00957F29">
        <w:rPr>
          <w:rFonts w:ascii="08SeoulNamsan M" w:eastAsia="08SeoulNamsan M" w:hAnsi="Arial" w:cs="08SeoulNamsan M" w:hint="eastAsia"/>
          <w:color w:val="535353"/>
          <w:sz w:val="21"/>
          <w:szCs w:val="36"/>
        </w:rPr>
        <w:t>심사</w:t>
      </w:r>
      <w:r w:rsidRPr="00957F29">
        <w:rPr>
          <w:rFonts w:ascii="08SeoulNamsan M" w:eastAsia="08SeoulNamsan M" w:hAnsi="Arial" w:cs="08SeoulNamsan M"/>
          <w:color w:val="535353"/>
          <w:sz w:val="21"/>
          <w:szCs w:val="36"/>
        </w:rPr>
        <w:t xml:space="preserve"> 100%)</w:t>
      </w:r>
    </w:p>
    <w:p w14:paraId="373A0112" w14:textId="77777777" w:rsidR="00913C6A" w:rsidRPr="00957F29" w:rsidRDefault="00913C6A" w:rsidP="00957F29">
      <w:pPr>
        <w:pStyle w:val="ListParagraph"/>
        <w:widowControl w:val="0"/>
        <w:numPr>
          <w:ilvl w:val="0"/>
          <w:numId w:val="7"/>
        </w:numPr>
        <w:autoSpaceDE w:val="0"/>
        <w:autoSpaceDN w:val="0"/>
        <w:adjustRightInd w:val="0"/>
        <w:spacing w:line="276" w:lineRule="auto"/>
        <w:rPr>
          <w:rFonts w:ascii="Arial" w:eastAsia="08SeoulNamsan M" w:hAnsi="Arial" w:cs="Arial"/>
          <w:color w:val="535353"/>
          <w:sz w:val="21"/>
          <w:szCs w:val="36"/>
        </w:rPr>
      </w:pPr>
      <w:r w:rsidRPr="00957F29">
        <w:rPr>
          <w:rFonts w:ascii="08SeoulNamsan M" w:eastAsia="08SeoulNamsan M" w:hAnsi="Arial" w:cs="08SeoulNamsan M" w:hint="eastAsia"/>
          <w:color w:val="535353"/>
          <w:sz w:val="21"/>
          <w:szCs w:val="36"/>
        </w:rPr>
        <w:t>시카프</w:t>
      </w:r>
      <w:r w:rsidRPr="00957F29">
        <w:rPr>
          <w:rFonts w:ascii="08SeoulNamsan M" w:eastAsia="08SeoulNamsan M" w:hAnsi="Arial" w:cs="08SeoulNamsan M"/>
          <w:color w:val="535353"/>
          <w:sz w:val="21"/>
          <w:szCs w:val="36"/>
        </w:rPr>
        <w:t xml:space="preserve"> </w:t>
      </w:r>
      <w:r w:rsidRPr="00957F29">
        <w:rPr>
          <w:rFonts w:ascii="08SeoulNamsan M" w:eastAsia="08SeoulNamsan M" w:hAnsi="Arial" w:cs="08SeoulNamsan M" w:hint="eastAsia"/>
          <w:color w:val="535353"/>
          <w:sz w:val="21"/>
          <w:szCs w:val="36"/>
        </w:rPr>
        <w:t>초이스</w:t>
      </w:r>
      <w:r w:rsidRPr="00957F29">
        <w:rPr>
          <w:rFonts w:ascii="08SeoulNamsan M" w:eastAsia="08SeoulNamsan M" w:hAnsi="Arial" w:cs="08SeoulNamsan M"/>
          <w:color w:val="535353"/>
          <w:sz w:val="21"/>
          <w:szCs w:val="36"/>
        </w:rPr>
        <w:t xml:space="preserve"> SICAF</w:t>
      </w:r>
      <w:r w:rsidRPr="00957F29">
        <w:rPr>
          <w:rFonts w:ascii="08SeoulNamsan M" w:eastAsia="08SeoulNamsan M" w:hAnsi="Arial" w:cs="08SeoulNamsan M" w:hint="eastAsia"/>
          <w:color w:val="535353"/>
          <w:sz w:val="21"/>
          <w:szCs w:val="36"/>
        </w:rPr>
        <w:t>’</w:t>
      </w:r>
      <w:r w:rsidRPr="00957F29">
        <w:rPr>
          <w:rFonts w:ascii="08SeoulNamsan M" w:eastAsia="08SeoulNamsan M" w:hAnsi="Arial" w:cs="08SeoulNamsan M"/>
          <w:color w:val="535353"/>
          <w:sz w:val="21"/>
          <w:szCs w:val="36"/>
        </w:rPr>
        <w:t xml:space="preserve">s choice </w:t>
      </w:r>
      <w:r w:rsidRPr="00957F29">
        <w:rPr>
          <w:rFonts w:ascii="08SeoulNamsan M" w:eastAsia="08SeoulNamsan M" w:hAnsi="Arial" w:cs="08SeoulNamsan M" w:hint="eastAsia"/>
          <w:color w:val="535353"/>
          <w:sz w:val="21"/>
          <w:szCs w:val="36"/>
        </w:rPr>
        <w:t>상금</w:t>
      </w:r>
      <w:r w:rsidRPr="00957F29">
        <w:rPr>
          <w:rFonts w:ascii="08SeoulNamsan M" w:eastAsia="08SeoulNamsan M" w:hAnsi="Arial" w:cs="08SeoulNamsan M"/>
          <w:color w:val="535353"/>
          <w:sz w:val="21"/>
          <w:szCs w:val="36"/>
        </w:rPr>
        <w:t xml:space="preserve"> 500,000</w:t>
      </w:r>
      <w:r w:rsidRPr="00957F29">
        <w:rPr>
          <w:rFonts w:ascii="08SeoulNamsan M" w:eastAsia="08SeoulNamsan M" w:hAnsi="Arial" w:cs="08SeoulNamsan M" w:hint="eastAsia"/>
          <w:color w:val="535353"/>
          <w:sz w:val="21"/>
          <w:szCs w:val="36"/>
        </w:rPr>
        <w:t>원</w:t>
      </w:r>
      <w:r w:rsidRPr="00957F29">
        <w:rPr>
          <w:rFonts w:ascii="08SeoulNamsan M" w:eastAsia="08SeoulNamsan M" w:hAnsi="Arial" w:cs="08SeoulNamsan M"/>
          <w:color w:val="535353"/>
          <w:sz w:val="21"/>
          <w:szCs w:val="36"/>
        </w:rPr>
        <w:t xml:space="preserve"> (</w:t>
      </w:r>
      <w:r w:rsidRPr="00957F29">
        <w:rPr>
          <w:rFonts w:ascii="08SeoulNamsan M" w:eastAsia="08SeoulNamsan M" w:hAnsi="Arial" w:cs="08SeoulNamsan M" w:hint="eastAsia"/>
          <w:color w:val="535353"/>
          <w:sz w:val="21"/>
          <w:szCs w:val="36"/>
        </w:rPr>
        <w:t>선정방법</w:t>
      </w:r>
      <w:r w:rsidRPr="00957F29">
        <w:rPr>
          <w:rFonts w:ascii="08SeoulNamsan M" w:eastAsia="08SeoulNamsan M" w:hAnsi="Arial" w:cs="08SeoulNamsan M"/>
          <w:color w:val="535353"/>
          <w:sz w:val="21"/>
          <w:szCs w:val="36"/>
        </w:rPr>
        <w:t xml:space="preserve">: </w:t>
      </w:r>
      <w:r w:rsidRPr="00957F29">
        <w:rPr>
          <w:rFonts w:ascii="08SeoulNamsan M" w:eastAsia="08SeoulNamsan M" w:hAnsi="Arial" w:cs="08SeoulNamsan M" w:hint="eastAsia"/>
          <w:color w:val="535353"/>
          <w:sz w:val="21"/>
          <w:szCs w:val="36"/>
        </w:rPr>
        <w:t>행사기간중</w:t>
      </w:r>
      <w:r w:rsidRPr="00957F29">
        <w:rPr>
          <w:rFonts w:ascii="08SeoulNamsan M" w:eastAsia="08SeoulNamsan M" w:hAnsi="Arial" w:cs="08SeoulNamsan M"/>
          <w:color w:val="535353"/>
          <w:sz w:val="21"/>
          <w:szCs w:val="36"/>
        </w:rPr>
        <w:t xml:space="preserve"> </w:t>
      </w:r>
      <w:r w:rsidRPr="00957F29">
        <w:rPr>
          <w:rFonts w:ascii="08SeoulNamsan M" w:eastAsia="08SeoulNamsan M" w:hAnsi="Arial" w:cs="08SeoulNamsan M" w:hint="eastAsia"/>
          <w:color w:val="535353"/>
          <w:sz w:val="21"/>
          <w:szCs w:val="36"/>
        </w:rPr>
        <w:t>전문위원심사</w:t>
      </w:r>
      <w:r w:rsidRPr="00957F29">
        <w:rPr>
          <w:rFonts w:ascii="08SeoulNamsan M" w:eastAsia="08SeoulNamsan M" w:hAnsi="Arial" w:cs="08SeoulNamsan M"/>
          <w:color w:val="535353"/>
          <w:sz w:val="21"/>
          <w:szCs w:val="36"/>
        </w:rPr>
        <w:t xml:space="preserve"> 100%)</w:t>
      </w:r>
    </w:p>
    <w:p w14:paraId="4747DFB6" w14:textId="77777777" w:rsidR="00957F29" w:rsidRPr="00957F29" w:rsidRDefault="00913C6A" w:rsidP="00957F29">
      <w:pPr>
        <w:pStyle w:val="ListParagraph"/>
        <w:widowControl w:val="0"/>
        <w:numPr>
          <w:ilvl w:val="0"/>
          <w:numId w:val="7"/>
        </w:numPr>
        <w:autoSpaceDE w:val="0"/>
        <w:autoSpaceDN w:val="0"/>
        <w:adjustRightInd w:val="0"/>
        <w:spacing w:line="276" w:lineRule="auto"/>
        <w:rPr>
          <w:rFonts w:ascii="08SeoulNamsan M" w:eastAsia="08SeoulNamsan M" w:hAnsi="Arial" w:cs="08SeoulNamsan M"/>
          <w:color w:val="535353"/>
          <w:sz w:val="21"/>
          <w:szCs w:val="36"/>
        </w:rPr>
      </w:pPr>
      <w:r w:rsidRPr="00957F29">
        <w:rPr>
          <w:rFonts w:ascii="08SeoulNamsan M" w:eastAsia="08SeoulNamsan M" w:hAnsi="Arial" w:cs="08SeoulNamsan M" w:hint="eastAsia"/>
          <w:color w:val="535353"/>
          <w:sz w:val="21"/>
          <w:szCs w:val="36"/>
        </w:rPr>
        <w:t>선정된</w:t>
      </w:r>
      <w:r w:rsidRPr="00957F29">
        <w:rPr>
          <w:rFonts w:ascii="08SeoulNamsan M" w:eastAsia="08SeoulNamsan M" w:hAnsi="Arial" w:cs="08SeoulNamsan M"/>
          <w:color w:val="535353"/>
          <w:sz w:val="21"/>
          <w:szCs w:val="36"/>
        </w:rPr>
        <w:t xml:space="preserve"> </w:t>
      </w:r>
      <w:r w:rsidRPr="00957F29">
        <w:rPr>
          <w:rFonts w:ascii="08SeoulNamsan M" w:eastAsia="08SeoulNamsan M" w:hAnsi="Arial" w:cs="08SeoulNamsan M" w:hint="eastAsia"/>
          <w:color w:val="535353"/>
          <w:sz w:val="21"/>
          <w:szCs w:val="36"/>
        </w:rPr>
        <w:t>작품은</w:t>
      </w:r>
      <w:r w:rsidRPr="00957F29">
        <w:rPr>
          <w:rFonts w:ascii="08SeoulNamsan M" w:eastAsia="08SeoulNamsan M" w:hAnsi="Arial" w:cs="08SeoulNamsan M"/>
          <w:color w:val="535353"/>
          <w:sz w:val="21"/>
          <w:szCs w:val="36"/>
        </w:rPr>
        <w:t xml:space="preserve"> 4</w:t>
      </w:r>
      <w:r w:rsidRPr="00957F29">
        <w:rPr>
          <w:rFonts w:ascii="08SeoulNamsan M" w:eastAsia="08SeoulNamsan M" w:hAnsi="Arial" w:cs="08SeoulNamsan M" w:hint="eastAsia"/>
          <w:color w:val="535353"/>
          <w:sz w:val="21"/>
          <w:szCs w:val="36"/>
        </w:rPr>
        <w:t>월</w:t>
      </w:r>
      <w:r w:rsidRPr="00957F29">
        <w:rPr>
          <w:rFonts w:ascii="08SeoulNamsan M" w:eastAsia="08SeoulNamsan M" w:hAnsi="Arial" w:cs="08SeoulNamsan M"/>
          <w:color w:val="535353"/>
          <w:sz w:val="21"/>
          <w:szCs w:val="36"/>
        </w:rPr>
        <w:t xml:space="preserve"> </w:t>
      </w:r>
      <w:r w:rsidRPr="00957F29">
        <w:rPr>
          <w:rFonts w:ascii="08SeoulNamsan M" w:eastAsia="08SeoulNamsan M" w:hAnsi="Arial" w:cs="08SeoulNamsan M" w:hint="eastAsia"/>
          <w:color w:val="535353"/>
          <w:sz w:val="21"/>
          <w:szCs w:val="36"/>
        </w:rPr>
        <w:t>시카프공식웹사이트</w:t>
      </w:r>
      <w:r w:rsidRPr="00957F29">
        <w:rPr>
          <w:rFonts w:ascii="08SeoulNamsan M" w:eastAsia="08SeoulNamsan M" w:hAnsi="Arial" w:cs="08SeoulNamsan M"/>
          <w:color w:val="535353"/>
          <w:sz w:val="21"/>
          <w:szCs w:val="36"/>
        </w:rPr>
        <w:t xml:space="preserve"> </w:t>
      </w:r>
      <w:r w:rsidRPr="00957F29">
        <w:rPr>
          <w:rFonts w:ascii="08SeoulNamsan M" w:eastAsia="08SeoulNamsan M" w:hAnsi="Arial" w:cs="08SeoulNamsan M" w:hint="eastAsia"/>
          <w:color w:val="535353"/>
          <w:sz w:val="21"/>
          <w:szCs w:val="36"/>
        </w:rPr>
        <w:t>상영</w:t>
      </w:r>
      <w:r w:rsidRPr="00957F29">
        <w:rPr>
          <w:rFonts w:ascii="08SeoulNamsan M" w:eastAsia="08SeoulNamsan M" w:hAnsi="Arial" w:cs="08SeoulNamsan M"/>
          <w:color w:val="535353"/>
          <w:sz w:val="21"/>
          <w:szCs w:val="36"/>
        </w:rPr>
        <w:t xml:space="preserve"> </w:t>
      </w:r>
      <w:r w:rsidRPr="00957F29">
        <w:rPr>
          <w:rFonts w:ascii="08SeoulNamsan M" w:eastAsia="08SeoulNamsan M" w:hAnsi="Arial" w:cs="08SeoulNamsan M" w:hint="eastAsia"/>
          <w:color w:val="535353"/>
          <w:sz w:val="21"/>
          <w:szCs w:val="36"/>
        </w:rPr>
        <w:t>및</w:t>
      </w:r>
      <w:r w:rsidRPr="00957F29">
        <w:rPr>
          <w:rFonts w:ascii="08SeoulNamsan M" w:eastAsia="08SeoulNamsan M" w:hAnsi="Arial" w:cs="08SeoulNamsan M"/>
          <w:color w:val="535353"/>
          <w:sz w:val="21"/>
          <w:szCs w:val="36"/>
        </w:rPr>
        <w:t xml:space="preserve"> 7</w:t>
      </w:r>
      <w:r w:rsidRPr="00957F29">
        <w:rPr>
          <w:rFonts w:ascii="08SeoulNamsan M" w:eastAsia="08SeoulNamsan M" w:hAnsi="Arial" w:cs="08SeoulNamsan M" w:hint="eastAsia"/>
          <w:color w:val="535353"/>
          <w:sz w:val="21"/>
          <w:szCs w:val="36"/>
        </w:rPr>
        <w:t>월</w:t>
      </w:r>
      <w:r w:rsidRPr="00957F29">
        <w:rPr>
          <w:rFonts w:ascii="08SeoulNamsan M" w:eastAsia="08SeoulNamsan M" w:hAnsi="Arial" w:cs="08SeoulNamsan M"/>
          <w:color w:val="535353"/>
          <w:sz w:val="21"/>
          <w:szCs w:val="36"/>
        </w:rPr>
        <w:t xml:space="preserve"> SICAF </w:t>
      </w:r>
      <w:r w:rsidRPr="00957F29">
        <w:rPr>
          <w:rFonts w:ascii="08SeoulNamsan M" w:eastAsia="08SeoulNamsan M" w:hAnsi="Arial" w:cs="08SeoulNamsan M" w:hint="eastAsia"/>
          <w:color w:val="535353"/>
          <w:sz w:val="21"/>
          <w:szCs w:val="36"/>
        </w:rPr>
        <w:t>영화제</w:t>
      </w:r>
      <w:r w:rsidRPr="00957F29">
        <w:rPr>
          <w:rFonts w:ascii="08SeoulNamsan M" w:eastAsia="08SeoulNamsan M" w:hAnsi="Arial" w:cs="08SeoulNamsan M"/>
          <w:color w:val="535353"/>
          <w:sz w:val="21"/>
          <w:szCs w:val="36"/>
        </w:rPr>
        <w:t xml:space="preserve"> </w:t>
      </w:r>
      <w:r w:rsidRPr="00957F29">
        <w:rPr>
          <w:rFonts w:ascii="08SeoulNamsan M" w:eastAsia="08SeoulNamsan M" w:hAnsi="Arial" w:cs="08SeoulNamsan M" w:hint="eastAsia"/>
          <w:color w:val="535353"/>
          <w:sz w:val="21"/>
          <w:szCs w:val="36"/>
        </w:rPr>
        <w:t>기간</w:t>
      </w:r>
      <w:r w:rsidRPr="00957F29">
        <w:rPr>
          <w:rFonts w:ascii="08SeoulNamsan M" w:eastAsia="08SeoulNamsan M" w:hAnsi="Arial" w:cs="08SeoulNamsan M"/>
          <w:color w:val="535353"/>
          <w:sz w:val="21"/>
          <w:szCs w:val="36"/>
        </w:rPr>
        <w:t xml:space="preserve"> </w:t>
      </w:r>
      <w:r w:rsidRPr="00957F29">
        <w:rPr>
          <w:rFonts w:ascii="08SeoulNamsan M" w:eastAsia="08SeoulNamsan M" w:hAnsi="Arial" w:cs="08SeoulNamsan M" w:hint="eastAsia"/>
          <w:color w:val="535353"/>
          <w:sz w:val="21"/>
          <w:szCs w:val="36"/>
        </w:rPr>
        <w:t>특별초청</w:t>
      </w:r>
      <w:r w:rsidRPr="00957F29">
        <w:rPr>
          <w:rFonts w:ascii="08SeoulNamsan M" w:eastAsia="08SeoulNamsan M" w:hAnsi="Arial" w:cs="08SeoulNamsan M"/>
          <w:color w:val="535353"/>
          <w:sz w:val="21"/>
          <w:szCs w:val="36"/>
        </w:rPr>
        <w:t xml:space="preserve"> </w:t>
      </w:r>
      <w:r w:rsidRPr="00957F29">
        <w:rPr>
          <w:rFonts w:ascii="08SeoulNamsan M" w:eastAsia="08SeoulNamsan M" w:hAnsi="Arial" w:cs="08SeoulNamsan M" w:hint="eastAsia"/>
          <w:color w:val="535353"/>
          <w:sz w:val="21"/>
          <w:szCs w:val="36"/>
        </w:rPr>
        <w:t>섹션</w:t>
      </w:r>
    </w:p>
    <w:p w14:paraId="2B5E3098" w14:textId="77777777" w:rsidR="00913C6A" w:rsidRPr="00957F29" w:rsidRDefault="00913C6A" w:rsidP="00957F29">
      <w:pPr>
        <w:pStyle w:val="ListParagraph"/>
        <w:widowControl w:val="0"/>
        <w:numPr>
          <w:ilvl w:val="0"/>
          <w:numId w:val="7"/>
        </w:numPr>
        <w:autoSpaceDE w:val="0"/>
        <w:autoSpaceDN w:val="0"/>
        <w:adjustRightInd w:val="0"/>
        <w:spacing w:line="276" w:lineRule="auto"/>
        <w:rPr>
          <w:rFonts w:ascii="Arial" w:eastAsia="08SeoulNamsan M" w:hAnsi="Arial" w:cs="Arial"/>
          <w:color w:val="535353"/>
          <w:sz w:val="21"/>
          <w:szCs w:val="36"/>
        </w:rPr>
      </w:pPr>
      <w:r w:rsidRPr="00957F29">
        <w:rPr>
          <w:rFonts w:ascii="08SeoulNamsan M" w:eastAsia="08SeoulNamsan M" w:hAnsi="Arial" w:cs="08SeoulNamsan M" w:hint="eastAsia"/>
          <w:color w:val="535353"/>
          <w:sz w:val="21"/>
          <w:szCs w:val="36"/>
        </w:rPr>
        <w:t>상영행사종료</w:t>
      </w:r>
      <w:r w:rsidRPr="00957F29">
        <w:rPr>
          <w:rFonts w:ascii="08SeoulNamsan M" w:eastAsia="08SeoulNamsan M" w:hAnsi="Arial" w:cs="08SeoulNamsan M"/>
          <w:color w:val="535353"/>
          <w:sz w:val="21"/>
          <w:szCs w:val="36"/>
        </w:rPr>
        <w:t xml:space="preserve"> </w:t>
      </w:r>
      <w:r w:rsidRPr="00957F29">
        <w:rPr>
          <w:rFonts w:ascii="08SeoulNamsan M" w:eastAsia="08SeoulNamsan M" w:hAnsi="Arial" w:cs="08SeoulNamsan M" w:hint="eastAsia"/>
          <w:color w:val="535353"/>
          <w:sz w:val="21"/>
          <w:szCs w:val="36"/>
        </w:rPr>
        <w:t>후</w:t>
      </w:r>
      <w:r w:rsidRPr="00957F29">
        <w:rPr>
          <w:rFonts w:ascii="08SeoulNamsan M" w:eastAsia="08SeoulNamsan M" w:hAnsi="Arial" w:cs="08SeoulNamsan M"/>
          <w:color w:val="535353"/>
          <w:sz w:val="21"/>
          <w:szCs w:val="36"/>
        </w:rPr>
        <w:t xml:space="preserve"> </w:t>
      </w:r>
      <w:r w:rsidRPr="00957F29">
        <w:rPr>
          <w:rFonts w:ascii="08SeoulNamsan M" w:eastAsia="08SeoulNamsan M" w:hAnsi="Arial" w:cs="08SeoulNamsan M" w:hint="eastAsia"/>
          <w:color w:val="535353"/>
          <w:sz w:val="21"/>
          <w:szCs w:val="36"/>
        </w:rPr>
        <w:t>공지</w:t>
      </w:r>
      <w:r w:rsidRPr="00957F29">
        <w:rPr>
          <w:rFonts w:ascii="08SeoulNamsan M" w:eastAsia="08SeoulNamsan M" w:hAnsi="Arial" w:cs="08SeoulNamsan M"/>
          <w:color w:val="535353"/>
          <w:sz w:val="21"/>
          <w:szCs w:val="36"/>
        </w:rPr>
        <w:t xml:space="preserve">, </w:t>
      </w:r>
      <w:r w:rsidRPr="00957F29">
        <w:rPr>
          <w:rFonts w:ascii="08SeoulNamsan M" w:eastAsia="08SeoulNamsan M" w:hAnsi="Arial" w:cs="08SeoulNamsan M" w:hint="eastAsia"/>
          <w:color w:val="535353"/>
          <w:sz w:val="21"/>
          <w:szCs w:val="36"/>
        </w:rPr>
        <w:t>상장</w:t>
      </w:r>
      <w:r w:rsidRPr="00957F29">
        <w:rPr>
          <w:rFonts w:ascii="08SeoulNamsan M" w:eastAsia="08SeoulNamsan M" w:hAnsi="Arial" w:cs="08SeoulNamsan M"/>
          <w:color w:val="535353"/>
          <w:sz w:val="21"/>
          <w:szCs w:val="36"/>
        </w:rPr>
        <w:t xml:space="preserve"> </w:t>
      </w:r>
      <w:r w:rsidRPr="00957F29">
        <w:rPr>
          <w:rFonts w:ascii="08SeoulNamsan M" w:eastAsia="08SeoulNamsan M" w:hAnsi="Arial" w:cs="08SeoulNamsan M" w:hint="eastAsia"/>
          <w:color w:val="535353"/>
          <w:sz w:val="21"/>
          <w:szCs w:val="36"/>
        </w:rPr>
        <w:t>및</w:t>
      </w:r>
      <w:r w:rsidRPr="00957F29">
        <w:rPr>
          <w:rFonts w:ascii="08SeoulNamsan M" w:eastAsia="08SeoulNamsan M" w:hAnsi="Arial" w:cs="08SeoulNamsan M"/>
          <w:color w:val="535353"/>
          <w:sz w:val="21"/>
          <w:szCs w:val="36"/>
        </w:rPr>
        <w:t xml:space="preserve"> </w:t>
      </w:r>
      <w:r w:rsidRPr="00957F29">
        <w:rPr>
          <w:rFonts w:ascii="08SeoulNamsan M" w:eastAsia="08SeoulNamsan M" w:hAnsi="Arial" w:cs="08SeoulNamsan M" w:hint="eastAsia"/>
          <w:color w:val="535353"/>
          <w:sz w:val="21"/>
          <w:szCs w:val="36"/>
        </w:rPr>
        <w:t>부상</w:t>
      </w:r>
      <w:r w:rsidRPr="00957F29">
        <w:rPr>
          <w:rFonts w:ascii="08SeoulNamsan M" w:eastAsia="08SeoulNamsan M" w:hAnsi="Arial" w:cs="08SeoulNamsan M"/>
          <w:color w:val="535353"/>
          <w:sz w:val="21"/>
          <w:szCs w:val="36"/>
        </w:rPr>
        <w:t xml:space="preserve"> </w:t>
      </w:r>
      <w:r w:rsidRPr="00957F29">
        <w:rPr>
          <w:rFonts w:ascii="08SeoulNamsan M" w:eastAsia="08SeoulNamsan M" w:hAnsi="Arial" w:cs="08SeoulNamsan M" w:hint="eastAsia"/>
          <w:color w:val="535353"/>
          <w:sz w:val="21"/>
          <w:szCs w:val="36"/>
        </w:rPr>
        <w:t>우편</w:t>
      </w:r>
      <w:r w:rsidRPr="00957F29">
        <w:rPr>
          <w:rFonts w:ascii="08SeoulNamsan M" w:eastAsia="08SeoulNamsan M" w:hAnsi="Arial" w:cs="08SeoulNamsan M"/>
          <w:color w:val="535353"/>
          <w:sz w:val="21"/>
          <w:szCs w:val="36"/>
        </w:rPr>
        <w:t xml:space="preserve"> </w:t>
      </w:r>
      <w:r w:rsidRPr="00957F29">
        <w:rPr>
          <w:rFonts w:ascii="08SeoulNamsan M" w:eastAsia="08SeoulNamsan M" w:hAnsi="Arial" w:cs="08SeoulNamsan M" w:hint="eastAsia"/>
          <w:color w:val="535353"/>
          <w:sz w:val="21"/>
          <w:szCs w:val="36"/>
        </w:rPr>
        <w:t>발송</w:t>
      </w:r>
      <w:r w:rsidRPr="00957F29">
        <w:rPr>
          <w:rFonts w:ascii="08SeoulNamsan M" w:eastAsia="08SeoulNamsan M" w:hAnsi="Arial" w:cs="08SeoulNamsan M"/>
          <w:color w:val="535353"/>
          <w:sz w:val="21"/>
          <w:szCs w:val="36"/>
        </w:rPr>
        <w:t xml:space="preserve"> (</w:t>
      </w:r>
      <w:r w:rsidRPr="00957F29">
        <w:rPr>
          <w:rFonts w:ascii="08SeoulNamsan M" w:eastAsia="08SeoulNamsan M" w:hAnsi="Arial" w:cs="08SeoulNamsan M" w:hint="eastAsia"/>
          <w:color w:val="535353"/>
          <w:sz w:val="21"/>
          <w:szCs w:val="36"/>
        </w:rPr>
        <w:t>시상식</w:t>
      </w:r>
      <w:r w:rsidRPr="00957F29">
        <w:rPr>
          <w:rFonts w:ascii="08SeoulNamsan M" w:eastAsia="08SeoulNamsan M" w:hAnsi="Arial" w:cs="08SeoulNamsan M"/>
          <w:color w:val="535353"/>
          <w:sz w:val="21"/>
          <w:szCs w:val="36"/>
        </w:rPr>
        <w:t xml:space="preserve"> </w:t>
      </w:r>
      <w:r w:rsidRPr="00957F29">
        <w:rPr>
          <w:rFonts w:ascii="08SeoulNamsan M" w:eastAsia="08SeoulNamsan M" w:hAnsi="Arial" w:cs="08SeoulNamsan M" w:hint="eastAsia"/>
          <w:color w:val="535353"/>
          <w:sz w:val="21"/>
          <w:szCs w:val="36"/>
        </w:rPr>
        <w:t>없음</w:t>
      </w:r>
      <w:r w:rsidRPr="00957F29">
        <w:rPr>
          <w:rFonts w:ascii="08SeoulNamsan M" w:eastAsia="08SeoulNamsan M" w:hAnsi="Arial" w:cs="08SeoulNamsan M"/>
          <w:color w:val="535353"/>
          <w:sz w:val="21"/>
          <w:szCs w:val="36"/>
        </w:rPr>
        <w:t>)</w:t>
      </w:r>
    </w:p>
    <w:p w14:paraId="577B0B23" w14:textId="77777777" w:rsidR="00957F29" w:rsidRDefault="00957F29" w:rsidP="00F83C71">
      <w:pPr>
        <w:pStyle w:val="ListParagraph"/>
        <w:widowControl w:val="0"/>
        <w:autoSpaceDE w:val="0"/>
        <w:autoSpaceDN w:val="0"/>
        <w:adjustRightInd w:val="0"/>
        <w:spacing w:line="276" w:lineRule="auto"/>
        <w:rPr>
          <w:rFonts w:ascii="Arial" w:eastAsia="08SeoulNamsan M" w:hAnsi="Arial" w:cs="Arial"/>
          <w:color w:val="535353"/>
          <w:sz w:val="21"/>
          <w:szCs w:val="36"/>
        </w:rPr>
      </w:pPr>
    </w:p>
    <w:p w14:paraId="26672857" w14:textId="77777777" w:rsidR="00F83C71" w:rsidRPr="00957F29" w:rsidRDefault="00F83C71" w:rsidP="00F83C71">
      <w:pPr>
        <w:pStyle w:val="ListParagraph"/>
        <w:widowControl w:val="0"/>
        <w:autoSpaceDE w:val="0"/>
        <w:autoSpaceDN w:val="0"/>
        <w:adjustRightInd w:val="0"/>
        <w:spacing w:line="276" w:lineRule="auto"/>
        <w:rPr>
          <w:rFonts w:ascii="Arial" w:eastAsia="08SeoulNamsan M" w:hAnsi="Arial" w:cs="Arial"/>
          <w:color w:val="535353"/>
          <w:sz w:val="21"/>
          <w:szCs w:val="36"/>
        </w:rPr>
      </w:pPr>
      <w:bookmarkStart w:id="0" w:name="_GoBack"/>
      <w:bookmarkEnd w:id="0"/>
    </w:p>
    <w:p w14:paraId="5E83574A" w14:textId="77777777" w:rsidR="00913C6A" w:rsidRDefault="00913C6A" w:rsidP="00957F29">
      <w:pPr>
        <w:widowControl w:val="0"/>
        <w:autoSpaceDE w:val="0"/>
        <w:autoSpaceDN w:val="0"/>
        <w:adjustRightInd w:val="0"/>
        <w:spacing w:line="276" w:lineRule="auto"/>
        <w:rPr>
          <w:rFonts w:ascii="08SeoulNamsan M" w:eastAsia="08SeoulNamsan M" w:hAnsi="Arial" w:cs="08SeoulNamsan M"/>
        </w:rPr>
      </w:pPr>
      <w:r>
        <w:rPr>
          <w:rFonts w:ascii="08SeoulNamsan M" w:eastAsia="08SeoulNamsan M" w:hAnsi="Arial" w:cs="08SeoulNamsan M" w:hint="eastAsia"/>
          <w:noProof/>
        </w:rPr>
        <w:drawing>
          <wp:inline distT="0" distB="0" distL="0" distR="0" wp14:anchorId="455CAE2E" wp14:editId="0F92F2AE">
            <wp:extent cx="1994535" cy="168931"/>
            <wp:effectExtent l="0" t="0" r="12065" b="889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0634" cy="172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FB888DF" w14:textId="77777777" w:rsidR="00957F29" w:rsidRDefault="00957F29" w:rsidP="00957F29">
      <w:pPr>
        <w:widowControl w:val="0"/>
        <w:autoSpaceDE w:val="0"/>
        <w:autoSpaceDN w:val="0"/>
        <w:adjustRightInd w:val="0"/>
        <w:spacing w:line="276" w:lineRule="auto"/>
        <w:rPr>
          <w:rFonts w:ascii="08SeoulNamsan M" w:eastAsia="08SeoulNamsan M" w:hAnsi="Arial" w:cs="08SeoulNamsan M"/>
        </w:rPr>
      </w:pPr>
    </w:p>
    <w:p w14:paraId="1567CECC" w14:textId="77777777" w:rsidR="00913C6A" w:rsidRPr="00957F29" w:rsidRDefault="00913C6A" w:rsidP="00957F29">
      <w:pPr>
        <w:pStyle w:val="ListParagraph"/>
        <w:widowControl w:val="0"/>
        <w:numPr>
          <w:ilvl w:val="0"/>
          <w:numId w:val="8"/>
        </w:numPr>
        <w:autoSpaceDE w:val="0"/>
        <w:autoSpaceDN w:val="0"/>
        <w:adjustRightInd w:val="0"/>
        <w:spacing w:line="276" w:lineRule="auto"/>
        <w:rPr>
          <w:rFonts w:ascii="Arial" w:eastAsia="08SeoulNamsan M" w:hAnsi="Arial" w:cs="Arial"/>
          <w:color w:val="535353"/>
          <w:sz w:val="22"/>
          <w:szCs w:val="36"/>
        </w:rPr>
      </w:pPr>
      <w:r w:rsidRPr="00957F29">
        <w:rPr>
          <w:rFonts w:ascii="08SeoulNamsan M" w:eastAsia="08SeoulNamsan M" w:hAnsi="Arial" w:cs="08SeoulNamsan M" w:hint="eastAsia"/>
          <w:color w:val="535353"/>
          <w:sz w:val="22"/>
          <w:szCs w:val="36"/>
        </w:rPr>
        <w:t>출품</w:t>
      </w:r>
      <w:r w:rsidRPr="00957F29">
        <w:rPr>
          <w:rFonts w:ascii="08SeoulNamsan M" w:eastAsia="08SeoulNamsan M" w:hAnsi="Arial" w:cs="08SeoulNamsan M"/>
          <w:color w:val="535353"/>
          <w:sz w:val="22"/>
          <w:szCs w:val="36"/>
        </w:rPr>
        <w:t>: entries.sicaf@gmail.com</w:t>
      </w:r>
    </w:p>
    <w:p w14:paraId="4A751E48" w14:textId="77777777" w:rsidR="00913C6A" w:rsidRPr="00957F29" w:rsidRDefault="00913C6A" w:rsidP="00957F29">
      <w:pPr>
        <w:pStyle w:val="ListParagraph"/>
        <w:widowControl w:val="0"/>
        <w:numPr>
          <w:ilvl w:val="0"/>
          <w:numId w:val="8"/>
        </w:numPr>
        <w:autoSpaceDE w:val="0"/>
        <w:autoSpaceDN w:val="0"/>
        <w:adjustRightInd w:val="0"/>
        <w:spacing w:line="276" w:lineRule="auto"/>
        <w:rPr>
          <w:rFonts w:ascii="08SeoulNamsan M" w:eastAsia="08SeoulNamsan M" w:hAnsi="Arial" w:cs="08SeoulNamsan M"/>
          <w:color w:val="535353"/>
          <w:sz w:val="22"/>
          <w:szCs w:val="36"/>
        </w:rPr>
      </w:pPr>
      <w:r w:rsidRPr="00957F29">
        <w:rPr>
          <w:rFonts w:ascii="08SeoulNamsan M" w:eastAsia="08SeoulNamsan M" w:hAnsi="Arial" w:cs="08SeoulNamsan M" w:hint="eastAsia"/>
          <w:color w:val="535353"/>
          <w:sz w:val="22"/>
          <w:szCs w:val="36"/>
        </w:rPr>
        <w:t>문의</w:t>
      </w:r>
      <w:r w:rsidRPr="00957F29">
        <w:rPr>
          <w:rFonts w:ascii="08SeoulNamsan M" w:eastAsia="08SeoulNamsan M" w:hAnsi="Arial" w:cs="08SeoulNamsan M"/>
          <w:color w:val="535353"/>
          <w:sz w:val="22"/>
          <w:szCs w:val="36"/>
        </w:rPr>
        <w:t>: film.sicaf@gmail.com</w:t>
      </w:r>
    </w:p>
    <w:p w14:paraId="0A179683" w14:textId="77777777" w:rsidR="00957F29" w:rsidRDefault="00913C6A" w:rsidP="00957F29">
      <w:pPr>
        <w:pStyle w:val="ListParagraph"/>
        <w:widowControl w:val="0"/>
        <w:numPr>
          <w:ilvl w:val="0"/>
          <w:numId w:val="8"/>
        </w:numPr>
        <w:autoSpaceDE w:val="0"/>
        <w:autoSpaceDN w:val="0"/>
        <w:adjustRightInd w:val="0"/>
        <w:spacing w:line="276" w:lineRule="auto"/>
        <w:rPr>
          <w:rFonts w:ascii="08SeoulNamsan M" w:eastAsia="08SeoulNamsan M" w:hAnsi="Arial" w:cs="08SeoulNamsan M"/>
          <w:color w:val="535353"/>
          <w:sz w:val="22"/>
          <w:szCs w:val="36"/>
        </w:rPr>
      </w:pPr>
      <w:r w:rsidRPr="00957F29">
        <w:rPr>
          <w:rFonts w:ascii="08SeoulNamsan M" w:eastAsia="08SeoulNamsan M" w:hAnsi="Arial" w:cs="08SeoulNamsan M" w:hint="eastAsia"/>
          <w:color w:val="535353"/>
          <w:sz w:val="22"/>
          <w:szCs w:val="36"/>
        </w:rPr>
        <w:t>주소</w:t>
      </w:r>
      <w:r w:rsidRPr="00957F29">
        <w:rPr>
          <w:rFonts w:ascii="08SeoulNamsan M" w:eastAsia="08SeoulNamsan M" w:hAnsi="Arial" w:cs="08SeoulNamsan M"/>
          <w:color w:val="535353"/>
          <w:sz w:val="22"/>
          <w:szCs w:val="36"/>
        </w:rPr>
        <w:t xml:space="preserve">: (100-250) </w:t>
      </w:r>
      <w:r w:rsidRPr="00957F29">
        <w:rPr>
          <w:rFonts w:ascii="08SeoulNamsan M" w:eastAsia="08SeoulNamsan M" w:hAnsi="Arial" w:cs="08SeoulNamsan M" w:hint="eastAsia"/>
          <w:color w:val="535353"/>
          <w:sz w:val="22"/>
          <w:szCs w:val="36"/>
        </w:rPr>
        <w:t>서울특별시</w:t>
      </w:r>
      <w:r w:rsidRPr="00957F29">
        <w:rPr>
          <w:rFonts w:ascii="08SeoulNamsan M" w:eastAsia="08SeoulNamsan M" w:hAnsi="Arial" w:cs="08SeoulNamsan M"/>
          <w:color w:val="535353"/>
          <w:sz w:val="22"/>
          <w:szCs w:val="36"/>
        </w:rPr>
        <w:t xml:space="preserve"> </w:t>
      </w:r>
      <w:r w:rsidRPr="00957F29">
        <w:rPr>
          <w:rFonts w:ascii="08SeoulNamsan M" w:eastAsia="08SeoulNamsan M" w:hAnsi="Arial" w:cs="08SeoulNamsan M" w:hint="eastAsia"/>
          <w:color w:val="535353"/>
          <w:sz w:val="22"/>
          <w:szCs w:val="36"/>
        </w:rPr>
        <w:t>중구</w:t>
      </w:r>
      <w:r w:rsidRPr="00957F29">
        <w:rPr>
          <w:rFonts w:ascii="08SeoulNamsan M" w:eastAsia="08SeoulNamsan M" w:hAnsi="Arial" w:cs="08SeoulNamsan M"/>
          <w:color w:val="535353"/>
          <w:sz w:val="22"/>
          <w:szCs w:val="36"/>
        </w:rPr>
        <w:t xml:space="preserve"> </w:t>
      </w:r>
      <w:r w:rsidRPr="00957F29">
        <w:rPr>
          <w:rFonts w:ascii="08SeoulNamsan M" w:eastAsia="08SeoulNamsan M" w:hAnsi="Arial" w:cs="08SeoulNamsan M" w:hint="eastAsia"/>
          <w:color w:val="535353"/>
          <w:sz w:val="22"/>
          <w:szCs w:val="36"/>
        </w:rPr>
        <w:t>소파로</w:t>
      </w:r>
      <w:r w:rsidRPr="00957F29">
        <w:rPr>
          <w:rFonts w:ascii="08SeoulNamsan M" w:eastAsia="08SeoulNamsan M" w:hAnsi="Arial" w:cs="08SeoulNamsan M"/>
          <w:color w:val="535353"/>
          <w:sz w:val="22"/>
          <w:szCs w:val="36"/>
        </w:rPr>
        <w:t xml:space="preserve"> 126 </w:t>
      </w:r>
      <w:r w:rsidR="00957F29">
        <w:rPr>
          <w:rFonts w:ascii="08SeoulNamsan M" w:eastAsia="08SeoulNamsan M" w:hAnsi="Arial" w:cs="08SeoulNamsan M" w:hint="eastAsia"/>
          <w:color w:val="535353"/>
          <w:sz w:val="22"/>
          <w:szCs w:val="36"/>
        </w:rPr>
        <w:t xml:space="preserve"> </w:t>
      </w:r>
    </w:p>
    <w:p w14:paraId="45F5D7B6" w14:textId="77777777" w:rsidR="00913C6A" w:rsidRPr="00957F29" w:rsidRDefault="00913C6A" w:rsidP="00957F29">
      <w:pPr>
        <w:pStyle w:val="ListParagraph"/>
        <w:widowControl w:val="0"/>
        <w:autoSpaceDE w:val="0"/>
        <w:autoSpaceDN w:val="0"/>
        <w:adjustRightInd w:val="0"/>
        <w:spacing w:line="276" w:lineRule="auto"/>
        <w:rPr>
          <w:rFonts w:ascii="08SeoulNamsan M" w:eastAsia="08SeoulNamsan M" w:hAnsi="Arial" w:cs="08SeoulNamsan M"/>
          <w:color w:val="535353"/>
          <w:sz w:val="22"/>
          <w:szCs w:val="36"/>
        </w:rPr>
      </w:pPr>
      <w:r w:rsidRPr="00957F29">
        <w:rPr>
          <w:rFonts w:ascii="08SeoulNamsan M" w:eastAsia="08SeoulNamsan M" w:hAnsi="Arial" w:cs="08SeoulNamsan M" w:hint="eastAsia"/>
          <w:color w:val="535353"/>
          <w:sz w:val="22"/>
          <w:szCs w:val="36"/>
        </w:rPr>
        <w:t>서울애니메이션센터</w:t>
      </w:r>
      <w:r w:rsidRPr="00957F29">
        <w:rPr>
          <w:rFonts w:ascii="08SeoulNamsan M" w:eastAsia="08SeoulNamsan M" w:hAnsi="Arial" w:cs="08SeoulNamsan M"/>
          <w:color w:val="535353"/>
          <w:sz w:val="22"/>
          <w:szCs w:val="36"/>
        </w:rPr>
        <w:t xml:space="preserve"> A</w:t>
      </w:r>
      <w:r w:rsidRPr="00957F29">
        <w:rPr>
          <w:rFonts w:ascii="08SeoulNamsan M" w:eastAsia="08SeoulNamsan M" w:hAnsi="Arial" w:cs="08SeoulNamsan M" w:hint="eastAsia"/>
          <w:color w:val="535353"/>
          <w:sz w:val="22"/>
          <w:szCs w:val="36"/>
        </w:rPr>
        <w:t>동</w:t>
      </w:r>
      <w:r w:rsidRPr="00957F29">
        <w:rPr>
          <w:rFonts w:ascii="08SeoulNamsan M" w:eastAsia="08SeoulNamsan M" w:hAnsi="Arial" w:cs="08SeoulNamsan M"/>
          <w:color w:val="535353"/>
          <w:sz w:val="22"/>
          <w:szCs w:val="36"/>
        </w:rPr>
        <w:t xml:space="preserve"> 203</w:t>
      </w:r>
      <w:r w:rsidRPr="00957F29">
        <w:rPr>
          <w:rFonts w:ascii="08SeoulNamsan M" w:eastAsia="08SeoulNamsan M" w:hAnsi="Arial" w:cs="08SeoulNamsan M" w:hint="eastAsia"/>
          <w:color w:val="535353"/>
          <w:sz w:val="22"/>
          <w:szCs w:val="36"/>
        </w:rPr>
        <w:t>호</w:t>
      </w:r>
      <w:r w:rsidRPr="00957F29">
        <w:rPr>
          <w:rFonts w:ascii="08SeoulNamsan M" w:eastAsia="08SeoulNamsan M" w:hAnsi="Arial" w:cs="08SeoulNamsan M"/>
          <w:color w:val="535353"/>
          <w:sz w:val="22"/>
          <w:szCs w:val="36"/>
        </w:rPr>
        <w:t xml:space="preserve"> SICAF</w:t>
      </w:r>
      <w:r w:rsidRPr="00957F29">
        <w:rPr>
          <w:rFonts w:ascii="08SeoulNamsan M" w:eastAsia="08SeoulNamsan M" w:hAnsi="Arial" w:cs="08SeoulNamsan M" w:hint="eastAsia"/>
          <w:color w:val="535353"/>
          <w:sz w:val="22"/>
          <w:szCs w:val="36"/>
        </w:rPr>
        <w:t>영화제팀</w:t>
      </w:r>
    </w:p>
    <w:p w14:paraId="03613CD5" w14:textId="77777777" w:rsidR="00913C6A" w:rsidRPr="00957F29" w:rsidRDefault="00913C6A" w:rsidP="00957F29">
      <w:pPr>
        <w:pStyle w:val="ListParagraph"/>
        <w:widowControl w:val="0"/>
        <w:numPr>
          <w:ilvl w:val="0"/>
          <w:numId w:val="8"/>
        </w:numPr>
        <w:autoSpaceDE w:val="0"/>
        <w:autoSpaceDN w:val="0"/>
        <w:adjustRightInd w:val="0"/>
        <w:spacing w:line="276" w:lineRule="auto"/>
        <w:rPr>
          <w:rFonts w:ascii="Arial" w:eastAsia="08SeoulNamsan M" w:hAnsi="Arial" w:cs="Arial"/>
          <w:color w:val="535353"/>
          <w:sz w:val="22"/>
          <w:szCs w:val="36"/>
        </w:rPr>
      </w:pPr>
      <w:r w:rsidRPr="00957F29">
        <w:rPr>
          <w:rFonts w:ascii="08SeoulNamsan M" w:eastAsia="08SeoulNamsan M" w:hAnsi="Arial" w:cs="08SeoulNamsan M" w:hint="eastAsia"/>
          <w:color w:val="535353"/>
          <w:sz w:val="22"/>
          <w:szCs w:val="36"/>
        </w:rPr>
        <w:t>전화</w:t>
      </w:r>
      <w:r w:rsidRPr="00957F29">
        <w:rPr>
          <w:rFonts w:ascii="08SeoulNamsan M" w:eastAsia="08SeoulNamsan M" w:hAnsi="Arial" w:cs="08SeoulNamsan M"/>
          <w:color w:val="535353"/>
          <w:sz w:val="22"/>
          <w:szCs w:val="36"/>
        </w:rPr>
        <w:t xml:space="preserve">: 02 3436 8436 </w:t>
      </w:r>
      <w:r w:rsidRPr="00957F29">
        <w:rPr>
          <w:rFonts w:ascii="08SeoulNamsan M" w:eastAsia="08SeoulNamsan M" w:hAnsi="Arial" w:cs="08SeoulNamsan M" w:hint="eastAsia"/>
          <w:color w:val="535353"/>
          <w:sz w:val="22"/>
          <w:szCs w:val="36"/>
        </w:rPr>
        <w:t>팩스</w:t>
      </w:r>
      <w:r w:rsidRPr="00957F29">
        <w:rPr>
          <w:rFonts w:ascii="08SeoulNamsan M" w:eastAsia="08SeoulNamsan M" w:hAnsi="Arial" w:cs="08SeoulNamsan M"/>
          <w:color w:val="535353"/>
          <w:sz w:val="22"/>
          <w:szCs w:val="36"/>
        </w:rPr>
        <w:t>: 82 2 3455 8421</w:t>
      </w:r>
    </w:p>
    <w:p w14:paraId="44677771" w14:textId="77777777" w:rsidR="00913C6A" w:rsidRPr="00957F29" w:rsidRDefault="00913C6A" w:rsidP="00957F29">
      <w:pPr>
        <w:pStyle w:val="ListParagraph"/>
        <w:widowControl w:val="0"/>
        <w:numPr>
          <w:ilvl w:val="0"/>
          <w:numId w:val="8"/>
        </w:numPr>
        <w:autoSpaceDE w:val="0"/>
        <w:autoSpaceDN w:val="0"/>
        <w:adjustRightInd w:val="0"/>
        <w:spacing w:line="276" w:lineRule="auto"/>
        <w:rPr>
          <w:rFonts w:ascii="Arial" w:eastAsia="08SeoulNamsan M" w:hAnsi="Arial" w:cs="Arial"/>
          <w:color w:val="535353"/>
          <w:sz w:val="22"/>
          <w:szCs w:val="36"/>
        </w:rPr>
      </w:pPr>
      <w:r w:rsidRPr="00957F29">
        <w:rPr>
          <w:rFonts w:ascii="08SeoulNamsan M" w:eastAsia="08SeoulNamsan M" w:hAnsi="Arial" w:cs="08SeoulNamsan M" w:hint="eastAsia"/>
          <w:color w:val="535353"/>
          <w:sz w:val="22"/>
          <w:szCs w:val="36"/>
        </w:rPr>
        <w:t>메일</w:t>
      </w:r>
      <w:r w:rsidRPr="00957F29">
        <w:rPr>
          <w:rFonts w:ascii="08SeoulNamsan M" w:eastAsia="08SeoulNamsan M" w:hAnsi="Arial" w:cs="08SeoulNamsan M"/>
          <w:color w:val="535353"/>
          <w:sz w:val="22"/>
          <w:szCs w:val="36"/>
        </w:rPr>
        <w:t>: entries.sicaf@gmail.com</w:t>
      </w:r>
    </w:p>
    <w:p w14:paraId="505E0F81" w14:textId="77777777" w:rsidR="006F0C2F" w:rsidRPr="00957F29" w:rsidRDefault="00913C6A" w:rsidP="00957F29">
      <w:pPr>
        <w:pStyle w:val="ListParagraph"/>
        <w:numPr>
          <w:ilvl w:val="0"/>
          <w:numId w:val="8"/>
        </w:numPr>
        <w:spacing w:line="276" w:lineRule="auto"/>
        <w:rPr>
          <w:rFonts w:ascii="SeoulNamsan B" w:eastAsia="SeoulNamsan B"/>
          <w:sz w:val="18"/>
        </w:rPr>
      </w:pPr>
      <w:r w:rsidRPr="00957F29">
        <w:rPr>
          <w:rFonts w:ascii="08SeoulNamsan M" w:eastAsia="08SeoulNamsan M" w:hAnsi="Arial" w:cs="08SeoulNamsan M" w:hint="eastAsia"/>
          <w:color w:val="535353"/>
          <w:sz w:val="22"/>
          <w:szCs w:val="36"/>
        </w:rPr>
        <w:t>공식웹사이트</w:t>
      </w:r>
      <w:r w:rsidRPr="00957F29">
        <w:rPr>
          <w:rFonts w:ascii="08SeoulNamsan M" w:eastAsia="08SeoulNamsan M" w:hAnsi="Arial" w:cs="08SeoulNamsan M"/>
          <w:color w:val="535353"/>
          <w:sz w:val="22"/>
          <w:szCs w:val="36"/>
        </w:rPr>
        <w:t xml:space="preserve"> : www.sicaf.org</w:t>
      </w:r>
    </w:p>
    <w:sectPr w:rsidR="006F0C2F" w:rsidRPr="00957F29" w:rsidSect="002A156C">
      <w:pgSz w:w="11900" w:h="16840"/>
      <w:pgMar w:top="1440" w:right="1440" w:bottom="1440" w:left="1440" w:header="708" w:footer="708" w:gutter="0"/>
      <w:cols w:space="708"/>
      <w:docGrid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SeoulNamsan B">
    <w:panose1 w:val="02020603020101020101"/>
    <w:charset w:val="81"/>
    <w:family w:val="auto"/>
    <w:pitch w:val="variable"/>
    <w:sig w:usb0="800003A7" w:usb1="39D7FCFB" w:usb2="00000014" w:usb3="00000000" w:csb0="0008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맑은 고딕">
    <w:charset w:val="81"/>
    <w:family w:val="auto"/>
    <w:pitch w:val="variable"/>
    <w:sig w:usb0="9000002F" w:usb1="29D77CFB" w:usb2="00000012" w:usb3="00000000" w:csb0="00080001" w:csb1="00000000"/>
  </w:font>
  <w:font w:name="08SeoulNamsan M">
    <w:panose1 w:val="02020603020101020101"/>
    <w:charset w:val="81"/>
    <w:family w:val="auto"/>
    <w:pitch w:val="variable"/>
    <w:sig w:usb0="800002A7" w:usb1="39D7FCFB" w:usb2="00000010" w:usb3="00000000" w:csb0="00080001" w:csb1="00000000"/>
  </w:font>
  <w:font w:name="SeoulNamsan M">
    <w:panose1 w:val="02020603020101020101"/>
    <w:charset w:val="81"/>
    <w:family w:val="auto"/>
    <w:pitch w:val="variable"/>
    <w:sig w:usb0="800003A7" w:usb1="39D7FCFB" w:usb2="00000014" w:usb3="00000000" w:csb0="0008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4B30A6"/>
    <w:multiLevelType w:val="hybridMultilevel"/>
    <w:tmpl w:val="23028292"/>
    <w:lvl w:ilvl="0" w:tplc="6590BFC6">
      <w:numFmt w:val="bullet"/>
      <w:lvlText w:val=""/>
      <w:lvlJc w:val="left"/>
      <w:pPr>
        <w:ind w:left="720" w:hanging="360"/>
      </w:pPr>
      <w:rPr>
        <w:rFonts w:ascii="Symbol" w:eastAsia="SeoulNamsan B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101177"/>
    <w:multiLevelType w:val="hybridMultilevel"/>
    <w:tmpl w:val="6D605B9A"/>
    <w:lvl w:ilvl="0" w:tplc="6590BFC6">
      <w:numFmt w:val="bullet"/>
      <w:lvlText w:val=""/>
      <w:lvlJc w:val="left"/>
      <w:pPr>
        <w:ind w:left="720" w:hanging="360"/>
      </w:pPr>
      <w:rPr>
        <w:rFonts w:ascii="Symbol" w:eastAsia="SeoulNamsan B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7144319"/>
    <w:multiLevelType w:val="hybridMultilevel"/>
    <w:tmpl w:val="C56C576C"/>
    <w:lvl w:ilvl="0" w:tplc="6590BFC6">
      <w:numFmt w:val="bullet"/>
      <w:lvlText w:val=""/>
      <w:lvlJc w:val="left"/>
      <w:pPr>
        <w:ind w:left="720" w:hanging="360"/>
      </w:pPr>
      <w:rPr>
        <w:rFonts w:ascii="Symbol" w:eastAsia="SeoulNamsan B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8F12B83"/>
    <w:multiLevelType w:val="hybridMultilevel"/>
    <w:tmpl w:val="081420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2A96E1D"/>
    <w:multiLevelType w:val="hybridMultilevel"/>
    <w:tmpl w:val="189EB6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BFA2464"/>
    <w:multiLevelType w:val="hybridMultilevel"/>
    <w:tmpl w:val="89BEC5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F38153A"/>
    <w:multiLevelType w:val="hybridMultilevel"/>
    <w:tmpl w:val="13C257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F4B52CF"/>
    <w:multiLevelType w:val="hybridMultilevel"/>
    <w:tmpl w:val="84949A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7"/>
  </w:num>
  <w:num w:numId="3">
    <w:abstractNumId w:val="1"/>
  </w:num>
  <w:num w:numId="4">
    <w:abstractNumId w:val="0"/>
  </w:num>
  <w:num w:numId="5">
    <w:abstractNumId w:val="3"/>
  </w:num>
  <w:num w:numId="6">
    <w:abstractNumId w:val="6"/>
  </w:num>
  <w:num w:numId="7">
    <w:abstractNumId w:val="4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attachedTemplate r:id="rId1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3C71"/>
    <w:rsid w:val="000126E0"/>
    <w:rsid w:val="00021938"/>
    <w:rsid w:val="000768F8"/>
    <w:rsid w:val="000A273E"/>
    <w:rsid w:val="000A6B6F"/>
    <w:rsid w:val="0010481F"/>
    <w:rsid w:val="0011084B"/>
    <w:rsid w:val="0011589B"/>
    <w:rsid w:val="001618B0"/>
    <w:rsid w:val="001C21EF"/>
    <w:rsid w:val="00221EAF"/>
    <w:rsid w:val="00230F89"/>
    <w:rsid w:val="00234FEE"/>
    <w:rsid w:val="00244ACE"/>
    <w:rsid w:val="00244CCC"/>
    <w:rsid w:val="0028188D"/>
    <w:rsid w:val="002A156C"/>
    <w:rsid w:val="002C18C8"/>
    <w:rsid w:val="002E7118"/>
    <w:rsid w:val="003A704C"/>
    <w:rsid w:val="003D2913"/>
    <w:rsid w:val="004A059C"/>
    <w:rsid w:val="004A21E0"/>
    <w:rsid w:val="004D0227"/>
    <w:rsid w:val="004E3FD7"/>
    <w:rsid w:val="00521380"/>
    <w:rsid w:val="005261E7"/>
    <w:rsid w:val="00553661"/>
    <w:rsid w:val="0056361B"/>
    <w:rsid w:val="005639AA"/>
    <w:rsid w:val="005B46E1"/>
    <w:rsid w:val="00655118"/>
    <w:rsid w:val="006B3B76"/>
    <w:rsid w:val="006C35D0"/>
    <w:rsid w:val="006F0C2F"/>
    <w:rsid w:val="006F48AB"/>
    <w:rsid w:val="007035EF"/>
    <w:rsid w:val="00727D97"/>
    <w:rsid w:val="007351B9"/>
    <w:rsid w:val="0079708F"/>
    <w:rsid w:val="007F3D60"/>
    <w:rsid w:val="008E0243"/>
    <w:rsid w:val="00904C11"/>
    <w:rsid w:val="00913C6A"/>
    <w:rsid w:val="0091476F"/>
    <w:rsid w:val="00941A11"/>
    <w:rsid w:val="00942BE6"/>
    <w:rsid w:val="00957F29"/>
    <w:rsid w:val="009A3FD7"/>
    <w:rsid w:val="009B4666"/>
    <w:rsid w:val="009D4E45"/>
    <w:rsid w:val="00A23DB6"/>
    <w:rsid w:val="00A54A91"/>
    <w:rsid w:val="00B2472A"/>
    <w:rsid w:val="00B336AC"/>
    <w:rsid w:val="00B8530A"/>
    <w:rsid w:val="00C329FA"/>
    <w:rsid w:val="00C557A6"/>
    <w:rsid w:val="00C63B08"/>
    <w:rsid w:val="00CA463D"/>
    <w:rsid w:val="00D91512"/>
    <w:rsid w:val="00E8340F"/>
    <w:rsid w:val="00EF658D"/>
    <w:rsid w:val="00F014BD"/>
    <w:rsid w:val="00F342B7"/>
    <w:rsid w:val="00F55630"/>
    <w:rsid w:val="00F83C71"/>
    <w:rsid w:val="00FC0A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24879C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ko-KR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618B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618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20" Type="http://schemas.openxmlformats.org/officeDocument/2006/relationships/image" Target="media/image14.jpeg"/><Relationship Id="rId21" Type="http://schemas.openxmlformats.org/officeDocument/2006/relationships/fontTable" Target="fontTable.xml"/><Relationship Id="rId22" Type="http://schemas.openxmlformats.org/officeDocument/2006/relationships/theme" Target="theme/theme1.xml"/><Relationship Id="rId10" Type="http://schemas.openxmlformats.org/officeDocument/2006/relationships/image" Target="media/image6.jpeg"/><Relationship Id="rId11" Type="http://schemas.openxmlformats.org/officeDocument/2006/relationships/image" Target="media/image7.jpeg"/><Relationship Id="rId12" Type="http://schemas.openxmlformats.org/officeDocument/2006/relationships/image" Target="media/image8.jpeg"/><Relationship Id="rId13" Type="http://schemas.openxmlformats.org/officeDocument/2006/relationships/image" Target="media/image9.jpeg"/><Relationship Id="rId14" Type="http://schemas.openxmlformats.org/officeDocument/2006/relationships/hyperlink" Target="http://sicaf.org/form/SICAF2016_SSFF_Regulation&amp;Entry_Form.pdf" TargetMode="External"/><Relationship Id="rId15" Type="http://schemas.openxmlformats.org/officeDocument/2006/relationships/image" Target="media/image10.jpeg"/><Relationship Id="rId16" Type="http://schemas.openxmlformats.org/officeDocument/2006/relationships/hyperlink" Target="http://sicaf.org/form/SICAF2016_SSFF_Regulation&amp;Entry_Form.docx" TargetMode="External"/><Relationship Id="rId17" Type="http://schemas.openxmlformats.org/officeDocument/2006/relationships/image" Target="media/image11.jpeg"/><Relationship Id="rId18" Type="http://schemas.openxmlformats.org/officeDocument/2006/relationships/image" Target="media/image12.png"/><Relationship Id="rId19" Type="http://schemas.openxmlformats.org/officeDocument/2006/relationships/image" Target="media/image13.jpeg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jpeg"/><Relationship Id="rId7" Type="http://schemas.openxmlformats.org/officeDocument/2006/relationships/image" Target="media/image3.jpeg"/><Relationship Id="rId8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localhost/Users/Heeseonkim/Desktop/SICAF%20Submission%20School%20Pack/SICAF2016%20&#4370;&#4449;&#4520;&#4361;&#4450;&#4540;&#4355;&#4449;&#4523;&#4369;&#4455;&#4523;&#4363;&#4455;&#4540;&#4370;&#4458;&#4364;&#4454;/&#4352;&#4450;&#4363;&#4461;/SICAF%20&#4370;&#4449;&#4520;&#4361;&#4450;&#4540;&#4355;&#4449;&#4523;&#4369;&#4455;&#4523;&#4363;&#4455;&#4540;&#4370;&#4458;&#4364;&#4454;%20&#4352;&#4450;&#4363;&#4461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SICAF 학생단편영화제 개요.dotx</Template>
  <TotalTime>3</TotalTime>
  <Pages>3</Pages>
  <Words>302</Words>
  <Characters>1726</Characters>
  <Application>Microsoft Macintosh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2024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Heeseon Kim.Sun</dc:creator>
  <cp:keywords/>
  <dc:description/>
  <cp:lastModifiedBy>Heeseon Kim.Sun</cp:lastModifiedBy>
  <cp:revision>1</cp:revision>
  <cp:lastPrinted>2016-03-10T01:31:00Z</cp:lastPrinted>
  <dcterms:created xsi:type="dcterms:W3CDTF">2016-03-10T02:11:00Z</dcterms:created>
  <dcterms:modified xsi:type="dcterms:W3CDTF">2016-03-10T02:14:00Z</dcterms:modified>
</cp:coreProperties>
</file>