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A2D3DB" w14:textId="77777777" w:rsidR="00244ACE" w:rsidRPr="001618B0" w:rsidRDefault="00244ACE">
      <w:pPr>
        <w:rPr>
          <w:rFonts w:ascii="SeoulNamsan B" w:eastAsia="SeoulNamsan B"/>
          <w:lang w:val="en-GB"/>
        </w:rPr>
      </w:pPr>
      <w:r w:rsidRPr="001618B0">
        <w:rPr>
          <w:rFonts w:ascii="SeoulNamsan B" w:eastAsia="SeoulNamsan B" w:hint="eastAsia"/>
          <w:noProof/>
        </w:rPr>
        <w:drawing>
          <wp:inline distT="0" distB="0" distL="0" distR="0" wp14:anchorId="30B8CDEC" wp14:editId="3CC09D05">
            <wp:extent cx="916940" cy="916940"/>
            <wp:effectExtent l="0" t="0" r="0" b="0"/>
            <wp:docPr id="1" name="Picture 1" descr="/Users/Heeseonkim/Google Drive/SICAF/2016/07.SICAF CI/WEB 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Heeseonkim/Google Drive/SICAF/2016/07.SICAF CI/WEB logo/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6940" cy="916940"/>
                    </a:xfrm>
                    <a:prstGeom prst="rect">
                      <a:avLst/>
                    </a:prstGeom>
                    <a:noFill/>
                    <a:ln>
                      <a:noFill/>
                    </a:ln>
                  </pic:spPr>
                </pic:pic>
              </a:graphicData>
            </a:graphic>
          </wp:inline>
        </w:drawing>
      </w:r>
    </w:p>
    <w:p w14:paraId="4DA658EA" w14:textId="77777777" w:rsidR="00244ACE" w:rsidRPr="001618B0" w:rsidRDefault="00244ACE">
      <w:pPr>
        <w:rPr>
          <w:rFonts w:ascii="SeoulNamsan B" w:eastAsia="SeoulNamsan B"/>
          <w:lang w:val="en-GB"/>
        </w:rPr>
      </w:pPr>
    </w:p>
    <w:p w14:paraId="01ADF97B" w14:textId="77777777" w:rsidR="00244ACE" w:rsidRPr="004F3F09" w:rsidRDefault="00244ACE">
      <w:pPr>
        <w:rPr>
          <w:rFonts w:ascii="SeoulNamsan B" w:eastAsia="SeoulNamsan B"/>
          <w:b/>
          <w:color w:val="FF2850"/>
          <w:sz w:val="32"/>
          <w:lang w:val="en-GB"/>
        </w:rPr>
      </w:pPr>
      <w:r w:rsidRPr="004F3F09">
        <w:rPr>
          <w:rFonts w:ascii="SeoulNamsan B" w:eastAsia="SeoulNamsan B" w:hint="eastAsia"/>
          <w:b/>
          <w:color w:val="FF2850"/>
          <w:sz w:val="32"/>
          <w:lang w:val="en-GB"/>
        </w:rPr>
        <w:t xml:space="preserve">SICAF 2016 국제애니메이션영화제 </w:t>
      </w:r>
    </w:p>
    <w:p w14:paraId="0A488973" w14:textId="77777777" w:rsidR="00B336AC" w:rsidRDefault="00244ACE" w:rsidP="004D0227">
      <w:pPr>
        <w:rPr>
          <w:rFonts w:ascii="SeoulNamsan B" w:eastAsia="SeoulNamsan B"/>
          <w:lang w:val="en-GB"/>
        </w:rPr>
      </w:pPr>
      <w:r w:rsidRPr="00F014BD">
        <w:rPr>
          <w:rFonts w:ascii="SeoulNamsan B" w:eastAsia="SeoulNamsan B" w:hint="eastAsia"/>
          <w:lang w:val="en-GB"/>
        </w:rPr>
        <w:t>7월 6일(수) ~ 7월 10일(일)</w:t>
      </w:r>
    </w:p>
    <w:p w14:paraId="1BCDC93D" w14:textId="77777777" w:rsidR="004F3F09" w:rsidRDefault="004F3F09" w:rsidP="004F3F09">
      <w:pPr>
        <w:rPr>
          <w:rFonts w:ascii="SeoulNamsan EB" w:eastAsia="SeoulNamsan EB" w:hAnsi="맑은 고딕" w:cs="굴림"/>
          <w:color w:val="FF295C"/>
          <w:sz w:val="32"/>
          <w:szCs w:val="32"/>
        </w:rPr>
      </w:pPr>
    </w:p>
    <w:p w14:paraId="40ADE611" w14:textId="77777777" w:rsidR="004F3F09" w:rsidRPr="002D1C31" w:rsidRDefault="004F3F09" w:rsidP="004F3F09">
      <w:pPr>
        <w:rPr>
          <w:rFonts w:ascii="SeoulNamsan EB" w:eastAsia="SeoulNamsan EB" w:hAnsi="굴림" w:cs="굴림"/>
          <w:color w:val="FF2850"/>
          <w:sz w:val="18"/>
          <w:szCs w:val="15"/>
        </w:rPr>
      </w:pPr>
      <w:r w:rsidRPr="002D1C31">
        <w:rPr>
          <w:rFonts w:ascii="SeoulNamsan EB" w:eastAsia="SeoulNamsan EB" w:hAnsi="맑은 고딕" w:cs="굴림" w:hint="eastAsia"/>
          <w:color w:val="FF2850"/>
          <w:sz w:val="40"/>
          <w:szCs w:val="32"/>
        </w:rPr>
        <w:t>SICAF2016</w:t>
      </w:r>
      <w:r w:rsidRPr="002D1C31">
        <w:rPr>
          <w:rFonts w:ascii="SeoulNamsan EB" w:eastAsia="SeoulNamsan EB" w:hAnsi="맑은 고딕" w:cs="굴림" w:hint="eastAsia"/>
          <w:color w:val="FF2850"/>
          <w:sz w:val="40"/>
        </w:rPr>
        <w:t> </w:t>
      </w:r>
      <w:r w:rsidRPr="002D1C31">
        <w:rPr>
          <w:rFonts w:ascii="SeoulNamsan EB" w:eastAsia="SeoulNamsan EB" w:hAnsi="맑은 고딕" w:cs="굴림" w:hint="eastAsia"/>
          <w:color w:val="FF2850"/>
          <w:sz w:val="40"/>
          <w:szCs w:val="32"/>
        </w:rPr>
        <w:t>애니메이션영화제:</w:t>
      </w:r>
      <w:r w:rsidRPr="002D1C31">
        <w:rPr>
          <w:rFonts w:ascii="SeoulNamsan EB" w:eastAsia="SeoulNamsan EB" w:hAnsi="맑은 고딕" w:cs="굴림" w:hint="eastAsia"/>
          <w:color w:val="FF2850"/>
          <w:sz w:val="40"/>
        </w:rPr>
        <w:t> </w:t>
      </w:r>
      <w:r w:rsidRPr="002D1C31">
        <w:rPr>
          <w:rFonts w:ascii="SeoulNamsan EB" w:eastAsia="SeoulNamsan EB" w:hAnsi="맑은 고딕" w:cs="굴림" w:hint="eastAsia"/>
          <w:color w:val="FF2850"/>
          <w:sz w:val="40"/>
          <w:szCs w:val="32"/>
        </w:rPr>
        <w:t>경쟁부문 출품작 공모</w:t>
      </w:r>
    </w:p>
    <w:p w14:paraId="6A5FFE9D" w14:textId="77777777" w:rsidR="004F3F09" w:rsidRDefault="004F3F09" w:rsidP="004F3F09">
      <w:pPr>
        <w:rPr>
          <w:rFonts w:ascii="SeoulNamsan B" w:eastAsia="SeoulNamsan B"/>
          <w:color w:val="FF3066"/>
          <w:sz w:val="21"/>
        </w:rPr>
      </w:pPr>
    </w:p>
    <w:p w14:paraId="7FB7CCDC" w14:textId="77777777" w:rsidR="004F3F09" w:rsidRPr="004F3F09" w:rsidRDefault="004F3F09" w:rsidP="004F3F09">
      <w:pPr>
        <w:rPr>
          <w:rFonts w:ascii="SeoulNamsan B" w:eastAsia="SeoulNamsan B"/>
          <w:b/>
          <w:color w:val="000000" w:themeColor="text1"/>
          <w:szCs w:val="20"/>
        </w:rPr>
      </w:pPr>
      <w:r w:rsidRPr="004F3F09">
        <w:rPr>
          <w:rFonts w:ascii="SeoulNamsan B" w:eastAsia="SeoulNamsan B" w:hint="eastAsia"/>
          <w:b/>
          <w:color w:val="000000" w:themeColor="text1"/>
          <w:szCs w:val="20"/>
        </w:rPr>
        <w:t xml:space="preserve">제20회 서울국제만화애니메이션페스티벌(SICAF2016, </w:t>
      </w:r>
      <w:r w:rsidRPr="004F3F09">
        <w:rPr>
          <w:rFonts w:ascii="SeoulNamsan B" w:eastAsia="SeoulNamsan B"/>
          <w:b/>
          <w:color w:val="000000" w:themeColor="text1"/>
          <w:szCs w:val="20"/>
          <w:lang w:val="en-GB"/>
        </w:rPr>
        <w:t>0</w:t>
      </w:r>
      <w:r w:rsidRPr="004F3F09">
        <w:rPr>
          <w:rFonts w:ascii="SeoulNamsan B" w:eastAsia="SeoulNamsan B" w:hint="eastAsia"/>
          <w:b/>
          <w:color w:val="000000" w:themeColor="text1"/>
          <w:szCs w:val="20"/>
          <w:lang w:val="en-GB"/>
        </w:rPr>
        <w:t>2</w:t>
      </w:r>
      <w:r w:rsidRPr="004F3F09">
        <w:rPr>
          <w:rFonts w:ascii="SeoulNamsan B" w:eastAsia="SeoulNamsan B"/>
          <w:b/>
          <w:color w:val="000000" w:themeColor="text1"/>
          <w:szCs w:val="20"/>
          <w:lang w:val="en-GB"/>
        </w:rPr>
        <w:t>.0</w:t>
      </w:r>
      <w:r w:rsidRPr="004F3F09">
        <w:rPr>
          <w:rFonts w:ascii="SeoulNamsan B" w:eastAsia="SeoulNamsan B" w:hint="eastAsia"/>
          <w:b/>
          <w:color w:val="000000" w:themeColor="text1"/>
          <w:szCs w:val="20"/>
          <w:lang w:val="en-GB"/>
        </w:rPr>
        <w:t>1</w:t>
      </w:r>
      <w:r w:rsidRPr="004F3F09">
        <w:rPr>
          <w:rFonts w:ascii="SeoulNamsan B" w:eastAsia="SeoulNamsan B"/>
          <w:b/>
          <w:color w:val="000000" w:themeColor="text1"/>
          <w:szCs w:val="20"/>
          <w:lang w:val="en-GB"/>
        </w:rPr>
        <w:t>–</w:t>
      </w:r>
      <w:r w:rsidRPr="004F3F09">
        <w:rPr>
          <w:rFonts w:ascii="SeoulNamsan B" w:eastAsia="SeoulNamsan B"/>
          <w:b/>
          <w:color w:val="000000" w:themeColor="text1"/>
          <w:szCs w:val="20"/>
          <w:lang w:val="en-GB"/>
        </w:rPr>
        <w:t>0</w:t>
      </w:r>
      <w:r w:rsidRPr="004F3F09">
        <w:rPr>
          <w:rFonts w:ascii="SeoulNamsan B" w:eastAsia="SeoulNamsan B" w:hint="eastAsia"/>
          <w:b/>
          <w:color w:val="000000" w:themeColor="text1"/>
          <w:szCs w:val="20"/>
          <w:lang w:val="en-GB"/>
        </w:rPr>
        <w:t>4.</w:t>
      </w:r>
      <w:r w:rsidRPr="004F3F09">
        <w:rPr>
          <w:rFonts w:ascii="SeoulNamsan B" w:eastAsia="SeoulNamsan B"/>
          <w:b/>
          <w:color w:val="000000" w:themeColor="text1"/>
          <w:szCs w:val="20"/>
          <w:lang w:val="en-GB"/>
        </w:rPr>
        <w:t>29</w:t>
      </w:r>
      <w:r w:rsidRPr="004F3F09">
        <w:rPr>
          <w:rFonts w:ascii="SeoulNamsan B" w:eastAsia="SeoulNamsan B" w:hint="eastAsia"/>
          <w:b/>
          <w:color w:val="000000" w:themeColor="text1"/>
          <w:szCs w:val="20"/>
        </w:rPr>
        <w:t xml:space="preserve">), 영화제 경쟁부문 출품작을 공모합니다. </w:t>
      </w:r>
    </w:p>
    <w:p w14:paraId="493B0F7A" w14:textId="77777777" w:rsidR="004F3F09" w:rsidRPr="00421C65" w:rsidRDefault="004F3F09" w:rsidP="004F3F09">
      <w:pPr>
        <w:rPr>
          <w:rFonts w:ascii="SeoulNamsan B" w:eastAsia="SeoulNamsan B"/>
          <w:b/>
          <w:color w:val="000000" w:themeColor="text1"/>
          <w:sz w:val="22"/>
          <w:szCs w:val="20"/>
        </w:rPr>
      </w:pPr>
    </w:p>
    <w:p w14:paraId="79CDA963" w14:textId="77777777" w:rsidR="004F3F09" w:rsidRPr="004F3F09" w:rsidRDefault="004F3F09" w:rsidP="004F3F09">
      <w:pPr>
        <w:rPr>
          <w:rFonts w:ascii="SeoulNamsan M" w:eastAsia="SeoulNamsan M" w:hint="eastAsia"/>
          <w:color w:val="000000" w:themeColor="text1"/>
          <w:sz w:val="22"/>
          <w:szCs w:val="20"/>
          <w:lang w:val="en-GB"/>
        </w:rPr>
      </w:pPr>
      <w:r w:rsidRPr="004F3F09">
        <w:rPr>
          <w:rFonts w:ascii="SeoulNamsan M" w:eastAsia="SeoulNamsan M" w:hint="eastAsia"/>
          <w:color w:val="000000" w:themeColor="text1"/>
          <w:sz w:val="22"/>
          <w:szCs w:val="20"/>
          <w:lang w:val="en-GB"/>
        </w:rPr>
        <w:t>SICAF 국제애니메이션영화제는 아시아를 대표하는 애니메이션 전문 행사입니다. 1995년 행사 내 소규모 애니메이션 상영회로 시작하여 2005년 국제애니메이션필름협회(ASIFA)의 공식 회원 페스티벌로 인증받으며 20년간 세계에서 공신력 있는 국제애니메이션영화제로 성장해왔습니다. 프로그램은 크게 경쟁부문과 초청부문으로 구성되며, 변화하는 환경과 그 패러다임에 주목, 고전 명작부터 최신 화제작까지 애니메이션의 영역을 확장하는 다양한 작품을 소개하고 있습니다. 또한 애니메이션 어워드를 통해 전통을, 국제공모전과 단편 애니메이션 제작지원 프로그램을 통해 미래를 만들어가는 예술가들을 응원하며 세계 애니메이션 발전에 기여합니다.</w:t>
      </w:r>
    </w:p>
    <w:p w14:paraId="61E834A6" w14:textId="77777777" w:rsidR="004F3F09" w:rsidRPr="004F3F09" w:rsidRDefault="004F3F09" w:rsidP="004F3F09">
      <w:pPr>
        <w:rPr>
          <w:rFonts w:ascii="SeoulNamsan M" w:eastAsia="SeoulNamsan M" w:hint="eastAsia"/>
          <w:color w:val="000000" w:themeColor="text1"/>
          <w:sz w:val="22"/>
          <w:szCs w:val="20"/>
          <w:lang w:val="en-GB"/>
        </w:rPr>
      </w:pPr>
    </w:p>
    <w:p w14:paraId="24389D8C" w14:textId="77777777" w:rsidR="004F3F09" w:rsidRPr="004F3F09" w:rsidRDefault="004F3F09" w:rsidP="004F3F09">
      <w:pPr>
        <w:rPr>
          <w:rFonts w:ascii="SeoulNamsan M" w:eastAsia="SeoulNamsan M" w:hint="eastAsia"/>
          <w:color w:val="000000" w:themeColor="text1"/>
          <w:sz w:val="22"/>
          <w:szCs w:val="20"/>
          <w:lang w:val="en-GB"/>
        </w:rPr>
      </w:pPr>
      <w:r w:rsidRPr="004F3F09">
        <w:rPr>
          <w:rFonts w:ascii="SeoulNamsan M" w:eastAsia="SeoulNamsan M" w:hint="eastAsia"/>
          <w:color w:val="000000" w:themeColor="text1"/>
          <w:sz w:val="22"/>
          <w:szCs w:val="20"/>
          <w:lang w:val="en-GB"/>
        </w:rPr>
        <w:t>이번 SICAF 2016 국제애니메이션영화제는 &lt;개막식&gt; 및 &lt;공식 경쟁 부문&gt;,&lt;특별 경쟁부문&gt;, &lt;공식 초청부문&gt;을 시작으로, 역대 수상작을 회고하며 향후 20년을 바라보는&lt; 20회 기념 특별전&gt;, 아시아 주요대학들과 함께하는 찾아가는 영화제 &lt;지금,여기!&gt;, 반짝거리는 아이디어들과 함께 하는 &lt;학생단편영화제&gt;, 국제워크샵 및 부대행사들이 함께하는 &lt;시카프의 밤&gt;등의 행사로 찾아옵니다. 뜨겁게 빛날 7월의 5일, SICAF 2016 영화제에서 만납시다.</w:t>
      </w:r>
    </w:p>
    <w:p w14:paraId="2B00C426" w14:textId="77777777" w:rsidR="004F3F09" w:rsidRPr="00A8126A" w:rsidRDefault="004F3F09" w:rsidP="004F3F09">
      <w:pPr>
        <w:rPr>
          <w:rFonts w:ascii="SeoulNamsan B" w:eastAsia="SeoulNamsan B"/>
          <w:b/>
          <w:color w:val="000000" w:themeColor="text1"/>
          <w:szCs w:val="20"/>
          <w:lang w:val="en-GB"/>
        </w:rPr>
      </w:pPr>
    </w:p>
    <w:p w14:paraId="5771B9CC" w14:textId="77777777" w:rsidR="004F3F09" w:rsidRPr="00D93127" w:rsidRDefault="004F3F09" w:rsidP="004F3F09">
      <w:pPr>
        <w:rPr>
          <w:rFonts w:ascii="SeoulNamsan EB" w:eastAsia="SeoulNamsan EB" w:hAnsi="맑은 고딕" w:cs="굴림"/>
          <w:color w:val="000000"/>
          <w:sz w:val="28"/>
          <w:szCs w:val="20"/>
        </w:rPr>
      </w:pPr>
      <w:r w:rsidRPr="00D93127">
        <w:rPr>
          <w:rFonts w:ascii="SeoulNamsan EB" w:eastAsia="SeoulNamsan EB" w:hAnsi="맑은 고딕" w:cs="굴림" w:hint="eastAsia"/>
          <w:color w:val="000000"/>
          <w:sz w:val="28"/>
          <w:szCs w:val="20"/>
        </w:rPr>
        <w:t>출품자격</w:t>
      </w:r>
      <w:r w:rsidRPr="00D93127">
        <w:rPr>
          <w:rFonts w:ascii="SeoulNamsan EB" w:eastAsia="SeoulNamsan EB" w:hAnsi="맑은 고딕" w:cs="굴림" w:hint="eastAsia"/>
          <w:color w:val="000000"/>
          <w:sz w:val="28"/>
        </w:rPr>
        <w:t> </w:t>
      </w:r>
    </w:p>
    <w:p w14:paraId="40F1B8B3" w14:textId="77777777" w:rsidR="004F3F09" w:rsidRDefault="004F3F09" w:rsidP="004F3F09">
      <w:pPr>
        <w:ind w:left="800"/>
        <w:rPr>
          <w:rFonts w:ascii="SeoulNamsan M" w:eastAsia="SeoulNamsan M" w:hAnsi="굴림" w:cs="굴림"/>
          <w:color w:val="000000"/>
        </w:rPr>
      </w:pPr>
      <w:r w:rsidRPr="009C54D0">
        <w:rPr>
          <w:rFonts w:ascii="SeoulNamsan M" w:eastAsia="SeoulNamsan M" w:hAnsi="굴림" w:cs="굴림" w:hint="eastAsia"/>
          <w:color w:val="000000"/>
        </w:rPr>
        <w:t xml:space="preserve">극장, TV, 인터넷 상영을 목적으로 한 프레임 바이 프레임 애니메이션 혹은 컴퓨터 애니메이션 등 모든 작품이 가능합니다. 단, 2014년 1월 1일 이후에 완성된 작품에 한하며, 이전 SICAF 애니메이션 영화제에 출품했던 작품은 출품할 수 없습니다. 자세한 사항은 출품규약을 참고바랍니다. </w:t>
      </w:r>
    </w:p>
    <w:p w14:paraId="144792F5" w14:textId="77777777" w:rsidR="004F3F09" w:rsidRPr="00753214" w:rsidRDefault="004F3F09" w:rsidP="004F3F09">
      <w:pPr>
        <w:rPr>
          <w:rFonts w:ascii="SeoulNamsan B" w:eastAsia="SeoulNamsan B"/>
          <w:b/>
          <w:sz w:val="28"/>
        </w:rPr>
      </w:pPr>
      <w:r w:rsidRPr="00753214">
        <w:rPr>
          <w:rFonts w:ascii="SeoulNamsan B" w:eastAsia="SeoulNamsan B" w:hint="eastAsia"/>
          <w:b/>
          <w:sz w:val="28"/>
        </w:rPr>
        <w:t xml:space="preserve">출품부문 </w:t>
      </w:r>
    </w:p>
    <w:p w14:paraId="18DD7202" w14:textId="77777777" w:rsidR="004F3F09" w:rsidRPr="0069513E" w:rsidRDefault="004F3F09" w:rsidP="004F3F09">
      <w:pPr>
        <w:ind w:left="800"/>
        <w:rPr>
          <w:rFonts w:ascii="SeoulNamsan B" w:eastAsia="SeoulNamsan B"/>
          <w:sz w:val="22"/>
        </w:rPr>
      </w:pPr>
      <w:r w:rsidRPr="0069513E">
        <w:rPr>
          <w:rFonts w:ascii="SeoulNamsan B" w:eastAsia="SeoulNamsan B" w:hint="eastAsia"/>
          <w:color w:val="FF2850"/>
          <w:sz w:val="22"/>
        </w:rPr>
        <w:t xml:space="preserve">1) 장편 부문 </w:t>
      </w:r>
      <w:r w:rsidRPr="0069513E">
        <w:rPr>
          <w:rFonts w:ascii="SeoulNamsan B" w:eastAsia="SeoulNamsan B" w:hint="eastAsia"/>
          <w:sz w:val="22"/>
        </w:rPr>
        <w:t xml:space="preserve">: 러닝타임 60분 이상 또는 극장 개봉을 목적으로 한 작품 </w:t>
      </w:r>
    </w:p>
    <w:p w14:paraId="026B88A1" w14:textId="77777777" w:rsidR="004F3F09" w:rsidRPr="0069513E" w:rsidRDefault="004F3F09" w:rsidP="004F3F09">
      <w:pPr>
        <w:ind w:left="800"/>
        <w:rPr>
          <w:rFonts w:ascii="SeoulNamsan B" w:eastAsia="SeoulNamsan B"/>
          <w:sz w:val="22"/>
        </w:rPr>
      </w:pPr>
      <w:r w:rsidRPr="0069513E">
        <w:rPr>
          <w:rFonts w:ascii="SeoulNamsan B" w:eastAsia="SeoulNamsan B" w:hint="eastAsia"/>
          <w:color w:val="FF2850"/>
          <w:sz w:val="22"/>
        </w:rPr>
        <w:t xml:space="preserve">2) 단편 부문 </w:t>
      </w:r>
      <w:r w:rsidRPr="0069513E">
        <w:rPr>
          <w:rFonts w:ascii="SeoulNamsan B" w:eastAsia="SeoulNamsan B" w:hint="eastAsia"/>
          <w:sz w:val="22"/>
        </w:rPr>
        <w:t>: 러닝타임 60분 미만 완결성을 갖는 일반 작가의 작품</w:t>
      </w:r>
    </w:p>
    <w:p w14:paraId="72652A0E" w14:textId="77777777" w:rsidR="004F3F09" w:rsidRPr="0069513E" w:rsidRDefault="004F3F09" w:rsidP="004F3F09">
      <w:pPr>
        <w:ind w:left="800"/>
        <w:rPr>
          <w:rFonts w:ascii="SeoulNamsan B" w:eastAsia="SeoulNamsan B"/>
          <w:sz w:val="22"/>
        </w:rPr>
      </w:pPr>
      <w:r w:rsidRPr="0069513E">
        <w:rPr>
          <w:rFonts w:ascii="SeoulNamsan B" w:eastAsia="SeoulNamsan B" w:hint="eastAsia"/>
          <w:color w:val="FF2850"/>
          <w:sz w:val="22"/>
        </w:rPr>
        <w:t xml:space="preserve">3) 학생 부문 </w:t>
      </w:r>
      <w:r w:rsidRPr="0069513E">
        <w:rPr>
          <w:rFonts w:ascii="SeoulNamsan B" w:eastAsia="SeoulNamsan B" w:hint="eastAsia"/>
          <w:sz w:val="22"/>
        </w:rPr>
        <w:t>: 러닝타임 60분 미만 완결성을 갖는 학생 및 졸업 작품</w:t>
      </w:r>
    </w:p>
    <w:p w14:paraId="2E0B4351" w14:textId="77777777" w:rsidR="004F3F09" w:rsidRPr="0069513E" w:rsidRDefault="004F3F09" w:rsidP="004F3F09">
      <w:pPr>
        <w:ind w:left="800"/>
        <w:rPr>
          <w:rFonts w:ascii="SeoulNamsan B" w:eastAsia="SeoulNamsan B"/>
          <w:sz w:val="22"/>
        </w:rPr>
      </w:pPr>
      <w:r w:rsidRPr="0069513E">
        <w:rPr>
          <w:rFonts w:ascii="SeoulNamsan B" w:eastAsia="SeoulNamsan B" w:hint="eastAsia"/>
          <w:color w:val="FF2850"/>
          <w:sz w:val="22"/>
        </w:rPr>
        <w:t xml:space="preserve">4) 시카프 키드 부문 </w:t>
      </w:r>
      <w:r w:rsidRPr="0069513E">
        <w:rPr>
          <w:rFonts w:ascii="SeoulNamsan B" w:eastAsia="SeoulNamsan B" w:hint="eastAsia"/>
          <w:sz w:val="22"/>
        </w:rPr>
        <w:t>: 어린이를 주 관람 대상으로 제작된 러닝타임 60분 미만 작품</w:t>
      </w:r>
    </w:p>
    <w:p w14:paraId="012237F2" w14:textId="77777777" w:rsidR="004F3F09" w:rsidRPr="0069513E" w:rsidRDefault="004F3F09" w:rsidP="004F3F09">
      <w:pPr>
        <w:pStyle w:val="ListParagraph"/>
        <w:ind w:left="786"/>
        <w:rPr>
          <w:rFonts w:ascii="SeoulNamsan B" w:eastAsia="SeoulNamsan B"/>
          <w:sz w:val="22"/>
        </w:rPr>
      </w:pPr>
      <w:r w:rsidRPr="0069513E">
        <w:rPr>
          <w:rFonts w:ascii="SeoulNamsan B" w:eastAsia="SeoulNamsan B"/>
          <w:sz w:val="22"/>
        </w:rPr>
        <w:t xml:space="preserve">                      a) </w:t>
      </w:r>
      <w:r w:rsidRPr="0069513E">
        <w:rPr>
          <w:rFonts w:ascii="SeoulNamsan B" w:eastAsia="SeoulNamsan B" w:hint="eastAsia"/>
          <w:sz w:val="22"/>
        </w:rPr>
        <w:t xml:space="preserve">3-6세 대상 작품 </w:t>
      </w:r>
    </w:p>
    <w:p w14:paraId="18C8F743" w14:textId="77777777" w:rsidR="004F3F09" w:rsidRPr="0069513E" w:rsidRDefault="004F3F09" w:rsidP="004F3F09">
      <w:pPr>
        <w:pStyle w:val="ListParagraph"/>
        <w:ind w:left="1586"/>
        <w:rPr>
          <w:rFonts w:ascii="SeoulNamsan B" w:eastAsia="SeoulNamsan B"/>
          <w:sz w:val="22"/>
        </w:rPr>
      </w:pPr>
      <w:r w:rsidRPr="0069513E">
        <w:rPr>
          <w:rFonts w:ascii="SeoulNamsan B" w:eastAsia="SeoulNamsan B"/>
          <w:sz w:val="22"/>
        </w:rPr>
        <w:t xml:space="preserve">             b) </w:t>
      </w:r>
      <w:r w:rsidRPr="0069513E">
        <w:rPr>
          <w:rFonts w:ascii="SeoulNamsan B" w:eastAsia="SeoulNamsan B" w:hint="eastAsia"/>
          <w:sz w:val="22"/>
        </w:rPr>
        <w:t xml:space="preserve">7-12세 대상 작품 </w:t>
      </w:r>
    </w:p>
    <w:p w14:paraId="70C28F98" w14:textId="77777777" w:rsidR="004F3F09" w:rsidRPr="0069513E" w:rsidRDefault="004F3F09" w:rsidP="004F3F09">
      <w:pPr>
        <w:ind w:left="800"/>
        <w:rPr>
          <w:rFonts w:ascii="SeoulNamsan B" w:eastAsia="SeoulNamsan B"/>
          <w:sz w:val="22"/>
        </w:rPr>
      </w:pPr>
      <w:r w:rsidRPr="0069513E">
        <w:rPr>
          <w:rFonts w:ascii="SeoulNamsan B" w:eastAsia="SeoulNamsan B" w:hint="eastAsia"/>
          <w:color w:val="FF2850"/>
          <w:sz w:val="22"/>
        </w:rPr>
        <w:t xml:space="preserve">5) 시카프 온라인 부문 </w:t>
      </w:r>
      <w:r w:rsidRPr="0069513E">
        <w:rPr>
          <w:rFonts w:ascii="SeoulNamsan B" w:eastAsia="SeoulNamsan B" w:hint="eastAsia"/>
          <w:sz w:val="22"/>
        </w:rPr>
        <w:t>: 온라인 상영이 가능한 단편 작품 및 각종 홍보 영상</w:t>
      </w:r>
    </w:p>
    <w:p w14:paraId="730B9FC8" w14:textId="77777777" w:rsidR="004F3F09" w:rsidRPr="0069513E" w:rsidRDefault="004F3F09" w:rsidP="004F3F09">
      <w:pPr>
        <w:ind w:left="800" w:firstLineChars="150" w:firstLine="297"/>
        <w:rPr>
          <w:rFonts w:ascii="SeoulNamsan B" w:eastAsia="SeoulNamsan B"/>
          <w:sz w:val="22"/>
        </w:rPr>
      </w:pPr>
      <w:r w:rsidRPr="0069513E">
        <w:rPr>
          <w:rFonts w:ascii="SeoulNamsan B" w:eastAsia="SeoulNamsan B"/>
          <w:sz w:val="22"/>
        </w:rPr>
        <w:t xml:space="preserve">    </w:t>
      </w:r>
      <w:r w:rsidRPr="0069513E">
        <w:rPr>
          <w:rFonts w:ascii="SeoulNamsan B" w:eastAsia="SeoulNamsan B" w:hint="eastAsia"/>
          <w:sz w:val="22"/>
        </w:rPr>
        <w:t xml:space="preserve">a) 뮤직비디오, 광고 및 홍보 영상  </w:t>
      </w:r>
    </w:p>
    <w:p w14:paraId="1FFDB0EC" w14:textId="77777777" w:rsidR="004F3F09" w:rsidRPr="0069513E" w:rsidRDefault="004F3F09" w:rsidP="004F3F09">
      <w:pPr>
        <w:ind w:left="800" w:firstLineChars="150" w:firstLine="297"/>
        <w:rPr>
          <w:rFonts w:ascii="SeoulNamsan B" w:eastAsia="SeoulNamsan B"/>
          <w:sz w:val="22"/>
        </w:rPr>
      </w:pPr>
      <w:r w:rsidRPr="0069513E">
        <w:rPr>
          <w:rFonts w:ascii="SeoulNamsan B" w:eastAsia="SeoulNamsan B"/>
          <w:sz w:val="22"/>
        </w:rPr>
        <w:t xml:space="preserve">    </w:t>
      </w:r>
      <w:r w:rsidRPr="0069513E">
        <w:rPr>
          <w:rFonts w:ascii="SeoulNamsan B" w:eastAsia="SeoulNamsan B" w:hint="eastAsia"/>
          <w:sz w:val="22"/>
        </w:rPr>
        <w:t>b) 교육, 과학, 산업용 영상</w:t>
      </w:r>
    </w:p>
    <w:p w14:paraId="62790B8C" w14:textId="77777777" w:rsidR="004F3F09" w:rsidRPr="0069513E" w:rsidRDefault="004F3F09" w:rsidP="004F3F09">
      <w:pPr>
        <w:ind w:left="800" w:firstLineChars="150" w:firstLine="297"/>
        <w:rPr>
          <w:rFonts w:ascii="SeoulNamsan B" w:eastAsia="SeoulNamsan B"/>
          <w:sz w:val="22"/>
        </w:rPr>
      </w:pPr>
      <w:r w:rsidRPr="0069513E">
        <w:rPr>
          <w:rFonts w:ascii="SeoulNamsan B" w:eastAsia="SeoulNamsan B"/>
          <w:sz w:val="22"/>
        </w:rPr>
        <w:t xml:space="preserve">    </w:t>
      </w:r>
      <w:r w:rsidRPr="0069513E">
        <w:rPr>
          <w:rFonts w:ascii="SeoulNamsan B" w:eastAsia="SeoulNamsan B" w:hint="eastAsia"/>
          <w:sz w:val="22"/>
        </w:rPr>
        <w:t xml:space="preserve">c) 학생 및 일반 작가 포트폴리오 영상 </w:t>
      </w:r>
    </w:p>
    <w:p w14:paraId="63FA732F" w14:textId="77777777" w:rsidR="004F3F09" w:rsidRPr="0088323E" w:rsidRDefault="004F3F09" w:rsidP="004F3F09">
      <w:pPr>
        <w:rPr>
          <w:rFonts w:ascii="SeoulNamsan B" w:eastAsia="SeoulNamsan B"/>
          <w:b/>
          <w:sz w:val="28"/>
        </w:rPr>
      </w:pPr>
      <w:r w:rsidRPr="0088323E">
        <w:rPr>
          <w:rFonts w:ascii="SeoulNamsan B" w:eastAsia="SeoulNamsan B" w:hint="eastAsia"/>
          <w:b/>
          <w:sz w:val="28"/>
        </w:rPr>
        <w:lastRenderedPageBreak/>
        <w:t xml:space="preserve">출품마감 </w:t>
      </w:r>
    </w:p>
    <w:p w14:paraId="190F1EB5" w14:textId="653960C7" w:rsidR="004F3F09" w:rsidRPr="00B82104" w:rsidRDefault="004F3F09" w:rsidP="00B82104">
      <w:pPr>
        <w:ind w:left="800"/>
        <w:rPr>
          <w:rFonts w:ascii="SeoulNamsan B" w:eastAsia="SeoulNamsan B" w:hint="eastAsia"/>
          <w:b/>
          <w:color w:val="FF2850"/>
          <w:sz w:val="28"/>
        </w:rPr>
      </w:pPr>
      <w:r w:rsidRPr="0069513E">
        <w:rPr>
          <w:rFonts w:ascii="SeoulNamsan B" w:eastAsia="SeoulNamsan B" w:hint="eastAsia"/>
          <w:b/>
          <w:color w:val="FF2850"/>
          <w:sz w:val="28"/>
        </w:rPr>
        <w:t xml:space="preserve">2016년 4월 29일(금)  </w:t>
      </w:r>
    </w:p>
    <w:p w14:paraId="7419CD15" w14:textId="77777777" w:rsidR="004F3F09" w:rsidRPr="00D64784" w:rsidRDefault="004F3F09" w:rsidP="0069513E">
      <w:pPr>
        <w:rPr>
          <w:rStyle w:val="Hyperlink"/>
          <w:rFonts w:ascii="SeoulNamsan B" w:eastAsia="SeoulNamsan B" w:hint="eastAsia"/>
          <w:color w:val="FF3066"/>
          <w:lang w:val="en-GB"/>
        </w:rPr>
      </w:pPr>
    </w:p>
    <w:p w14:paraId="55930B20" w14:textId="2532C2F8" w:rsidR="00E63503" w:rsidRDefault="00E63503" w:rsidP="00E63503">
      <w:pPr>
        <w:rPr>
          <w:rFonts w:ascii="SeoulNamsan B" w:eastAsia="SeoulNamsan B" w:hint="eastAsia"/>
          <w:b/>
          <w:sz w:val="28"/>
        </w:rPr>
      </w:pPr>
      <w:r>
        <w:rPr>
          <w:rFonts w:ascii="SeoulNamsan B" w:eastAsia="SeoulNamsan B" w:hint="eastAsia"/>
          <w:b/>
          <w:sz w:val="28"/>
        </w:rPr>
        <w:t xml:space="preserve">접수방법 </w:t>
      </w:r>
    </w:p>
    <w:p w14:paraId="276E7219" w14:textId="77777777" w:rsidR="00E63503" w:rsidRDefault="00E63503" w:rsidP="00E63503">
      <w:pPr>
        <w:rPr>
          <w:rFonts w:ascii="SeoulNamsan B" w:eastAsia="SeoulNamsan B" w:hint="eastAsia"/>
          <w:b/>
          <w:sz w:val="28"/>
        </w:rPr>
      </w:pPr>
    </w:p>
    <w:tbl>
      <w:tblPr>
        <w:tblStyle w:val="TableGrid"/>
        <w:tblW w:w="0" w:type="auto"/>
        <w:tblLook w:val="04A0" w:firstRow="1" w:lastRow="0" w:firstColumn="1" w:lastColumn="0" w:noHBand="0" w:noVBand="1"/>
      </w:tblPr>
      <w:tblGrid>
        <w:gridCol w:w="4505"/>
        <w:gridCol w:w="4505"/>
      </w:tblGrid>
      <w:tr w:rsidR="004E1B7C" w14:paraId="4DDF6034" w14:textId="77777777" w:rsidTr="00AF0536">
        <w:trPr>
          <w:trHeight w:val="451"/>
        </w:trPr>
        <w:tc>
          <w:tcPr>
            <w:tcW w:w="4505" w:type="dxa"/>
            <w:tcBorders>
              <w:top w:val="single" w:sz="4" w:space="0" w:color="FFFFFF" w:themeColor="background1"/>
              <w:left w:val="single" w:sz="4" w:space="0" w:color="FFFFFF" w:themeColor="background1"/>
              <w:bottom w:val="single" w:sz="4" w:space="0" w:color="FF2850"/>
              <w:right w:val="single" w:sz="4" w:space="0" w:color="FFFFFF" w:themeColor="background1"/>
            </w:tcBorders>
            <w:shd w:val="clear" w:color="auto" w:fill="FF2850"/>
            <w:vAlign w:val="center"/>
          </w:tcPr>
          <w:p w14:paraId="31CC7A6A" w14:textId="61DF5881" w:rsidR="004E1B7C" w:rsidRPr="003A4316" w:rsidRDefault="004E1B7C" w:rsidP="00AF0536">
            <w:pPr>
              <w:jc w:val="center"/>
              <w:rPr>
                <w:rFonts w:ascii="SeoulNamsan B" w:eastAsia="SeoulNamsan B"/>
                <w:b/>
                <w:color w:val="FFFFFF" w:themeColor="background1"/>
                <w:lang w:val="en-GB"/>
              </w:rPr>
            </w:pPr>
            <w:r w:rsidRPr="003A4316">
              <w:rPr>
                <w:rFonts w:ascii="SeoulNamsan B" w:eastAsia="SeoulNamsan B" w:hint="eastAsia"/>
                <w:b/>
                <w:color w:val="FFFFFF" w:themeColor="background1"/>
              </w:rPr>
              <w:t>Email 및 우편 접수</w:t>
            </w:r>
          </w:p>
        </w:tc>
        <w:tc>
          <w:tcPr>
            <w:tcW w:w="4505" w:type="dxa"/>
            <w:tcBorders>
              <w:top w:val="single" w:sz="4" w:space="0" w:color="FFFFFF" w:themeColor="background1"/>
              <w:left w:val="single" w:sz="4" w:space="0" w:color="FFFFFF" w:themeColor="background1"/>
              <w:bottom w:val="single" w:sz="4" w:space="0" w:color="FF2850"/>
              <w:right w:val="single" w:sz="4" w:space="0" w:color="FFFFFF" w:themeColor="background1"/>
            </w:tcBorders>
            <w:shd w:val="clear" w:color="auto" w:fill="FF2850"/>
            <w:vAlign w:val="center"/>
          </w:tcPr>
          <w:p w14:paraId="0C810D14" w14:textId="50533B88" w:rsidR="004E1B7C" w:rsidRPr="003A4316" w:rsidRDefault="004E1B7C" w:rsidP="00AF0536">
            <w:pPr>
              <w:jc w:val="center"/>
              <w:rPr>
                <w:rFonts w:ascii="SeoulNamsan B" w:eastAsia="SeoulNamsan B" w:hint="eastAsia"/>
                <w:b/>
                <w:color w:val="FFFFFF" w:themeColor="background1"/>
              </w:rPr>
            </w:pPr>
            <w:r w:rsidRPr="003A4316">
              <w:rPr>
                <w:rFonts w:ascii="SeoulNamsan B" w:eastAsia="SeoulNamsan B" w:hint="eastAsia"/>
                <w:b/>
                <w:color w:val="FFFFFF" w:themeColor="background1"/>
              </w:rPr>
              <w:t>출품플랫폼접수</w:t>
            </w:r>
          </w:p>
        </w:tc>
      </w:tr>
      <w:tr w:rsidR="004E1B7C" w14:paraId="21688716" w14:textId="77777777" w:rsidTr="00AF0536">
        <w:trPr>
          <w:trHeight w:val="842"/>
        </w:trPr>
        <w:tc>
          <w:tcPr>
            <w:tcW w:w="4505" w:type="dxa"/>
            <w:tcBorders>
              <w:top w:val="single" w:sz="4" w:space="0" w:color="FF2850"/>
              <w:left w:val="single" w:sz="4" w:space="0" w:color="FF2850"/>
              <w:bottom w:val="single" w:sz="4" w:space="0" w:color="FF2850"/>
              <w:right w:val="single" w:sz="4" w:space="0" w:color="FF2850"/>
            </w:tcBorders>
            <w:vAlign w:val="center"/>
          </w:tcPr>
          <w:p w14:paraId="0D7A7D9D" w14:textId="241FB51D" w:rsidR="004E1B7C" w:rsidRPr="003A4316" w:rsidRDefault="004E1B7C" w:rsidP="00C4521A">
            <w:pPr>
              <w:jc w:val="center"/>
              <w:rPr>
                <w:rFonts w:ascii="SeoulNamsan M" w:eastAsia="SeoulNamsan M" w:hint="eastAsia"/>
                <w:lang w:val="en-GB"/>
              </w:rPr>
            </w:pPr>
            <w:r w:rsidRPr="003A4316">
              <w:rPr>
                <w:rFonts w:ascii="SeoulNamsan M" w:eastAsia="SeoulNamsan M" w:hint="eastAsia"/>
              </w:rPr>
              <w:t xml:space="preserve">출품요강 작성후 </w:t>
            </w:r>
            <w:r w:rsidRPr="003A4316">
              <w:rPr>
                <w:rFonts w:ascii="SeoulNamsan M" w:eastAsia="SeoulNamsan M" w:hint="eastAsia"/>
                <w:lang w:val="en-GB"/>
              </w:rPr>
              <w:t>Email 혹은 우편 접수</w:t>
            </w:r>
          </w:p>
        </w:tc>
        <w:tc>
          <w:tcPr>
            <w:tcW w:w="4505" w:type="dxa"/>
            <w:tcBorders>
              <w:top w:val="single" w:sz="4" w:space="0" w:color="FF2850"/>
              <w:left w:val="single" w:sz="4" w:space="0" w:color="FF2850"/>
              <w:bottom w:val="single" w:sz="4" w:space="0" w:color="FF2850"/>
              <w:right w:val="single" w:sz="4" w:space="0" w:color="FF2850"/>
            </w:tcBorders>
            <w:vAlign w:val="center"/>
          </w:tcPr>
          <w:p w14:paraId="2F31B7E5" w14:textId="6F73D1CE" w:rsidR="004E1B7C" w:rsidRPr="003A4316" w:rsidRDefault="004E1B7C" w:rsidP="00C4521A">
            <w:pPr>
              <w:jc w:val="center"/>
              <w:rPr>
                <w:rFonts w:ascii="SeoulNamsan M" w:eastAsia="SeoulNamsan M" w:hint="eastAsia"/>
              </w:rPr>
            </w:pPr>
            <w:r w:rsidRPr="003A4316">
              <w:rPr>
                <w:rFonts w:ascii="SeoulNamsan M" w:eastAsia="SeoulNamsan M" w:hint="eastAsia"/>
              </w:rPr>
              <w:t>출품 플랫폼을 통한 접수</w:t>
            </w:r>
          </w:p>
        </w:tc>
      </w:tr>
    </w:tbl>
    <w:p w14:paraId="531BDFEE" w14:textId="77777777" w:rsidR="00E63503" w:rsidRDefault="00E63503" w:rsidP="00C4521A">
      <w:pPr>
        <w:rPr>
          <w:rFonts w:ascii="SeoulNamsan B" w:eastAsia="SeoulNamsan B"/>
          <w:b/>
          <w:sz w:val="28"/>
        </w:rPr>
      </w:pPr>
    </w:p>
    <w:tbl>
      <w:tblPr>
        <w:tblStyle w:val="TableGrid"/>
        <w:tblW w:w="0" w:type="auto"/>
        <w:tblLook w:val="04A0" w:firstRow="1" w:lastRow="0" w:firstColumn="1" w:lastColumn="0" w:noHBand="0" w:noVBand="1"/>
      </w:tblPr>
      <w:tblGrid>
        <w:gridCol w:w="4581"/>
        <w:gridCol w:w="4429"/>
      </w:tblGrid>
      <w:tr w:rsidR="002D1C31" w14:paraId="364A1894" w14:textId="77777777" w:rsidTr="00AF0536">
        <w:trPr>
          <w:trHeight w:val="576"/>
        </w:trPr>
        <w:tc>
          <w:tcPr>
            <w:tcW w:w="9010" w:type="dxa"/>
            <w:gridSpan w:val="2"/>
            <w:tcBorders>
              <w:top w:val="single" w:sz="4" w:space="0" w:color="FFFFFF" w:themeColor="background1"/>
              <w:left w:val="single" w:sz="4" w:space="0" w:color="FFFFFF" w:themeColor="background1"/>
              <w:bottom w:val="single" w:sz="4" w:space="0" w:color="FF2850"/>
              <w:right w:val="single" w:sz="4" w:space="0" w:color="FFFFFF" w:themeColor="background1"/>
            </w:tcBorders>
            <w:shd w:val="clear" w:color="auto" w:fill="FF2850"/>
            <w:vAlign w:val="center"/>
          </w:tcPr>
          <w:p w14:paraId="07BB44C6" w14:textId="4944B57C" w:rsidR="002D1C31" w:rsidRDefault="002D1C31" w:rsidP="00C4521A">
            <w:pPr>
              <w:jc w:val="center"/>
              <w:rPr>
                <w:rFonts w:ascii="SeoulNamsan B" w:eastAsia="SeoulNamsan B" w:hint="eastAsia"/>
                <w:b/>
                <w:sz w:val="28"/>
              </w:rPr>
            </w:pPr>
            <w:r w:rsidRPr="003A4316">
              <w:rPr>
                <w:rFonts w:ascii="SeoulNamsan B" w:eastAsia="SeoulNamsan B" w:hint="eastAsia"/>
                <w:b/>
                <w:color w:val="FFFFFF" w:themeColor="background1"/>
              </w:rPr>
              <w:t>출품요강 및 출품규약</w:t>
            </w:r>
          </w:p>
        </w:tc>
      </w:tr>
      <w:tr w:rsidR="002D1C31" w14:paraId="16852859" w14:textId="77777777" w:rsidTr="00AF0536">
        <w:trPr>
          <w:trHeight w:val="1569"/>
        </w:trPr>
        <w:tc>
          <w:tcPr>
            <w:tcW w:w="9010" w:type="dxa"/>
            <w:gridSpan w:val="2"/>
            <w:tcBorders>
              <w:top w:val="single" w:sz="4" w:space="0" w:color="FF2850"/>
              <w:left w:val="single" w:sz="4" w:space="0" w:color="FF2850"/>
              <w:bottom w:val="single" w:sz="4" w:space="0" w:color="FF2850"/>
              <w:right w:val="single" w:sz="4" w:space="0" w:color="FF2850"/>
            </w:tcBorders>
          </w:tcPr>
          <w:p w14:paraId="23FD8EB2" w14:textId="77777777" w:rsidR="002D1C31" w:rsidRPr="003A4316" w:rsidRDefault="002D1C31" w:rsidP="002D1C31">
            <w:pPr>
              <w:jc w:val="center"/>
              <w:rPr>
                <w:rFonts w:ascii="SeoulNamsan B" w:eastAsia="SeoulNamsan B" w:hint="eastAsia"/>
                <w:b/>
                <w:color w:val="000000" w:themeColor="text1"/>
              </w:rPr>
            </w:pPr>
          </w:p>
          <w:p w14:paraId="14EF691C" w14:textId="77777777" w:rsidR="002D1C31" w:rsidRPr="003A4316" w:rsidRDefault="002D1C31" w:rsidP="002D1C31">
            <w:pPr>
              <w:jc w:val="center"/>
              <w:rPr>
                <w:rFonts w:ascii="SeoulNamsan B" w:eastAsia="SeoulNamsan B"/>
                <w:b/>
                <w:color w:val="000000" w:themeColor="text1"/>
              </w:rPr>
            </w:pPr>
            <w:r w:rsidRPr="003A4316">
              <w:rPr>
                <w:rFonts w:ascii="SeoulNamsan B" w:eastAsia="SeoulNamsan B"/>
                <w:b/>
                <w:color w:val="000000" w:themeColor="text1"/>
              </w:rPr>
              <w:t xml:space="preserve">DOC : </w:t>
            </w:r>
            <w:hyperlink r:id="rId6" w:history="1">
              <w:r w:rsidRPr="003A4316">
                <w:rPr>
                  <w:rStyle w:val="Hyperlink"/>
                  <w:rFonts w:ascii="SeoulNamsan B" w:eastAsia="SeoulNamsan B"/>
                  <w:b/>
                  <w:color w:val="000000" w:themeColor="text1"/>
                </w:rPr>
                <w:t>http://sicaf.org/form/SICAF2016_Regulation&amp;Entry_Form_KOR.docx</w:t>
              </w:r>
            </w:hyperlink>
          </w:p>
          <w:p w14:paraId="3FA01570" w14:textId="77777777" w:rsidR="002D1C31" w:rsidRPr="003A4316" w:rsidRDefault="002D1C31" w:rsidP="002D1C31">
            <w:pPr>
              <w:jc w:val="center"/>
              <w:rPr>
                <w:rFonts w:ascii="SeoulNamsan B" w:eastAsia="SeoulNamsan B" w:hint="eastAsia"/>
                <w:b/>
                <w:color w:val="000000" w:themeColor="text1"/>
              </w:rPr>
            </w:pPr>
            <w:r w:rsidRPr="003A4316">
              <w:rPr>
                <w:rFonts w:ascii="SeoulNamsan B" w:eastAsia="SeoulNamsan B"/>
                <w:b/>
                <w:color w:val="000000" w:themeColor="text1"/>
              </w:rPr>
              <w:t xml:space="preserve">PDF : </w:t>
            </w:r>
            <w:hyperlink r:id="rId7" w:history="1">
              <w:r w:rsidRPr="003A4316">
                <w:rPr>
                  <w:rStyle w:val="Hyperlink"/>
                  <w:rFonts w:ascii="SeoulNamsan B" w:eastAsia="SeoulNamsan B"/>
                  <w:b/>
                  <w:color w:val="000000" w:themeColor="text1"/>
                </w:rPr>
                <w:t>http://sicaf.org/form/SICAF2016_Regulation&amp;Entry_Form_KOR.pdf</w:t>
              </w:r>
            </w:hyperlink>
          </w:p>
          <w:p w14:paraId="64C28C17" w14:textId="77777777" w:rsidR="002D1C31" w:rsidRPr="003A4316" w:rsidRDefault="002D1C31" w:rsidP="002D1C31">
            <w:pPr>
              <w:jc w:val="center"/>
              <w:rPr>
                <w:rFonts w:ascii="SeoulNamsan B" w:eastAsia="SeoulNamsan B" w:hint="eastAsia"/>
                <w:b/>
                <w:color w:val="000000" w:themeColor="text1"/>
                <w:sz w:val="28"/>
              </w:rPr>
            </w:pPr>
          </w:p>
        </w:tc>
      </w:tr>
      <w:tr w:rsidR="002D1C31" w14:paraId="07127AA0" w14:textId="77777777" w:rsidTr="00AF0536">
        <w:trPr>
          <w:trHeight w:val="3930"/>
        </w:trPr>
        <w:tc>
          <w:tcPr>
            <w:tcW w:w="4581" w:type="dxa"/>
            <w:tcBorders>
              <w:top w:val="single" w:sz="4" w:space="0" w:color="FF2850"/>
              <w:left w:val="single" w:sz="4" w:space="0" w:color="FF2850"/>
              <w:bottom w:val="single" w:sz="4" w:space="0" w:color="FF2850"/>
              <w:right w:val="single" w:sz="4" w:space="0" w:color="FF2850"/>
            </w:tcBorders>
          </w:tcPr>
          <w:p w14:paraId="072397FA" w14:textId="77777777" w:rsidR="00E82ACA" w:rsidRPr="003A4316" w:rsidRDefault="00E82ACA" w:rsidP="002D1C31">
            <w:pPr>
              <w:jc w:val="center"/>
              <w:rPr>
                <w:rFonts w:ascii="SeoulNamsan B" w:eastAsia="SeoulNamsan B"/>
                <w:b/>
                <w:color w:val="000000" w:themeColor="text1"/>
                <w:sz w:val="22"/>
                <w:lang w:val="en-GB"/>
              </w:rPr>
            </w:pPr>
          </w:p>
          <w:p w14:paraId="3A650A6B" w14:textId="4C62D8CA" w:rsidR="00E82ACA" w:rsidRPr="003A4316" w:rsidRDefault="002D1C31" w:rsidP="002D1C31">
            <w:pPr>
              <w:jc w:val="center"/>
              <w:rPr>
                <w:rFonts w:ascii="SeoulNamsan B" w:eastAsia="SeoulNamsan B"/>
                <w:b/>
                <w:color w:val="000000" w:themeColor="text1"/>
                <w:sz w:val="22"/>
              </w:rPr>
            </w:pPr>
            <w:r w:rsidRPr="003A4316">
              <w:rPr>
                <w:rFonts w:ascii="SeoulNamsan B" w:eastAsia="SeoulNamsan B" w:hint="eastAsia"/>
                <w:b/>
                <w:color w:val="000000" w:themeColor="text1"/>
                <w:sz w:val="22"/>
              </w:rPr>
              <w:t>작품접수메일</w:t>
            </w:r>
            <w:r w:rsidR="00E82ACA" w:rsidRPr="003A4316">
              <w:rPr>
                <w:rFonts w:ascii="SeoulNamsan B" w:eastAsia="SeoulNamsan B"/>
                <w:b/>
                <w:color w:val="000000" w:themeColor="text1"/>
                <w:sz w:val="22"/>
              </w:rPr>
              <w:t xml:space="preserve"> </w:t>
            </w:r>
          </w:p>
          <w:p w14:paraId="7427EE06" w14:textId="1E54E86B" w:rsidR="002D1C31" w:rsidRPr="003A4316" w:rsidRDefault="002D1C31" w:rsidP="002D1C31">
            <w:pPr>
              <w:jc w:val="center"/>
              <w:rPr>
                <w:rFonts w:ascii="SeoulNamsan B" w:eastAsia="SeoulNamsan B" w:hint="eastAsia"/>
                <w:b/>
                <w:color w:val="000000" w:themeColor="text1"/>
                <w:sz w:val="22"/>
              </w:rPr>
            </w:pPr>
            <w:r w:rsidRPr="003A4316">
              <w:rPr>
                <w:rFonts w:ascii="SeoulNamsan B" w:eastAsia="SeoulNamsan B"/>
                <w:b/>
                <w:color w:val="000000" w:themeColor="text1"/>
                <w:sz w:val="22"/>
              </w:rPr>
              <w:t xml:space="preserve"> </w:t>
            </w:r>
            <w:hyperlink r:id="rId8" w:history="1">
              <w:r w:rsidRPr="003A4316">
                <w:rPr>
                  <w:rStyle w:val="Hyperlink"/>
                  <w:rFonts w:ascii="SeoulNamsan B" w:eastAsia="SeoulNamsan B"/>
                  <w:b/>
                  <w:color w:val="000000" w:themeColor="text1"/>
                  <w:sz w:val="22"/>
                </w:rPr>
                <w:t>entries.sicaf@gmail.com</w:t>
              </w:r>
            </w:hyperlink>
          </w:p>
          <w:p w14:paraId="7B89F615" w14:textId="77777777" w:rsidR="00E82ACA" w:rsidRPr="003A4316" w:rsidRDefault="00E82ACA" w:rsidP="002D1C31">
            <w:pPr>
              <w:jc w:val="center"/>
              <w:rPr>
                <w:rFonts w:ascii="SeoulNamsan B" w:eastAsia="SeoulNamsan B"/>
                <w:b/>
                <w:color w:val="000000" w:themeColor="text1"/>
                <w:sz w:val="22"/>
                <w:lang w:val="en-GB"/>
              </w:rPr>
            </w:pPr>
          </w:p>
          <w:p w14:paraId="320C39C4" w14:textId="77777777" w:rsidR="00E82ACA" w:rsidRPr="003A4316" w:rsidRDefault="002D1C31" w:rsidP="002D1C31">
            <w:pPr>
              <w:jc w:val="center"/>
              <w:rPr>
                <w:rFonts w:ascii="SeoulNamsan B" w:eastAsia="SeoulNamsan B" w:hint="eastAsia"/>
                <w:b/>
                <w:color w:val="000000" w:themeColor="text1"/>
                <w:sz w:val="22"/>
              </w:rPr>
            </w:pPr>
            <w:r w:rsidRPr="003A4316">
              <w:rPr>
                <w:rFonts w:ascii="SeoulNamsan B" w:eastAsia="SeoulNamsan B" w:hint="eastAsia"/>
                <w:b/>
                <w:color w:val="000000" w:themeColor="text1"/>
                <w:sz w:val="22"/>
              </w:rPr>
              <w:t xml:space="preserve">문의 메일 </w:t>
            </w:r>
          </w:p>
          <w:p w14:paraId="3B049FD4" w14:textId="1A10CF40" w:rsidR="002D1C31" w:rsidRPr="003A4316" w:rsidRDefault="002D1C31" w:rsidP="002D1C31">
            <w:pPr>
              <w:jc w:val="center"/>
              <w:rPr>
                <w:rFonts w:ascii="SeoulNamsan B" w:eastAsia="SeoulNamsan B"/>
                <w:b/>
                <w:color w:val="000000" w:themeColor="text1"/>
                <w:sz w:val="22"/>
                <w:lang w:val="en-GB"/>
              </w:rPr>
            </w:pPr>
            <w:r w:rsidRPr="003A4316">
              <w:rPr>
                <w:rFonts w:ascii="SeoulNamsan B" w:eastAsia="SeoulNamsan B" w:hint="eastAsia"/>
                <w:b/>
                <w:color w:val="000000" w:themeColor="text1"/>
                <w:sz w:val="22"/>
              </w:rPr>
              <w:t xml:space="preserve"> </w:t>
            </w:r>
            <w:hyperlink r:id="rId9" w:history="1">
              <w:r w:rsidRPr="003A4316">
                <w:rPr>
                  <w:rStyle w:val="Hyperlink"/>
                  <w:rFonts w:ascii="SeoulNamsan B" w:eastAsia="SeoulNamsan B"/>
                  <w:b/>
                  <w:color w:val="000000" w:themeColor="text1"/>
                  <w:sz w:val="22"/>
                  <w:lang w:val="en-GB"/>
                </w:rPr>
                <w:t>Film.sicaf@gmail.com</w:t>
              </w:r>
            </w:hyperlink>
            <w:r w:rsidRPr="003A4316">
              <w:rPr>
                <w:rFonts w:ascii="SeoulNamsan B" w:eastAsia="SeoulNamsan B"/>
                <w:b/>
                <w:color w:val="000000" w:themeColor="text1"/>
                <w:sz w:val="22"/>
                <w:lang w:val="en-GB"/>
              </w:rPr>
              <w:t xml:space="preserve"> </w:t>
            </w:r>
          </w:p>
          <w:p w14:paraId="76B28088" w14:textId="77777777" w:rsidR="00E82ACA" w:rsidRPr="003A4316" w:rsidRDefault="00E82ACA" w:rsidP="002D1C31">
            <w:pPr>
              <w:jc w:val="center"/>
              <w:rPr>
                <w:rFonts w:ascii="SeoulNamsan B" w:eastAsia="SeoulNamsan B"/>
                <w:b/>
                <w:color w:val="000000" w:themeColor="text1"/>
                <w:sz w:val="22"/>
              </w:rPr>
            </w:pPr>
          </w:p>
          <w:p w14:paraId="2976C4A6" w14:textId="1155CD0C" w:rsidR="00E82ACA" w:rsidRPr="003A4316" w:rsidRDefault="00124EF4" w:rsidP="002D1C31">
            <w:pPr>
              <w:jc w:val="center"/>
              <w:rPr>
                <w:rFonts w:ascii="SeoulNamsan B" w:eastAsia="SeoulNamsan B" w:hint="eastAsia"/>
                <w:b/>
                <w:color w:val="000000" w:themeColor="text1"/>
                <w:sz w:val="22"/>
              </w:rPr>
            </w:pPr>
            <w:r>
              <w:rPr>
                <w:rFonts w:ascii="SeoulNamsan B" w:eastAsia="SeoulNamsan B" w:hint="eastAsia"/>
                <w:b/>
                <w:color w:val="000000" w:themeColor="text1"/>
                <w:sz w:val="22"/>
              </w:rPr>
              <w:t>우편접수</w:t>
            </w:r>
          </w:p>
          <w:p w14:paraId="152DD308" w14:textId="77777777" w:rsidR="00124EF4" w:rsidRPr="00B82104" w:rsidRDefault="00124EF4" w:rsidP="00124EF4">
            <w:pPr>
              <w:ind w:left="720"/>
              <w:rPr>
                <w:rFonts w:ascii="SeoulNamsan B" w:eastAsia="SeoulNamsan B"/>
                <w:sz w:val="22"/>
              </w:rPr>
            </w:pPr>
            <w:r w:rsidRPr="00B82104">
              <w:rPr>
                <w:rFonts w:ascii="SeoulNamsan B" w:eastAsia="SeoulNamsan B" w:hint="eastAsia"/>
                <w:sz w:val="22"/>
              </w:rPr>
              <w:t>(사) SICAF 조직위원회 (영화제팀)</w:t>
            </w:r>
          </w:p>
          <w:p w14:paraId="1A05A0DE" w14:textId="43337464" w:rsidR="00124EF4" w:rsidRPr="00B82104" w:rsidRDefault="00124EF4" w:rsidP="00124EF4">
            <w:pPr>
              <w:ind w:left="720"/>
              <w:rPr>
                <w:rFonts w:ascii="SeoulNamsan B" w:eastAsia="SeoulNamsan B"/>
                <w:sz w:val="22"/>
              </w:rPr>
            </w:pPr>
            <w:r w:rsidRPr="00B82104">
              <w:rPr>
                <w:rFonts w:ascii="SeoulNamsan B" w:eastAsia="SeoulNamsan B" w:hint="eastAsia"/>
                <w:sz w:val="22"/>
              </w:rPr>
              <w:t xml:space="preserve">(100-250) 서울시 중구 소파로126 </w:t>
            </w:r>
          </w:p>
          <w:p w14:paraId="64F918A6" w14:textId="77777777" w:rsidR="00124EF4" w:rsidRPr="00B82104" w:rsidRDefault="00124EF4" w:rsidP="00124EF4">
            <w:pPr>
              <w:ind w:left="720"/>
              <w:rPr>
                <w:rFonts w:ascii="SeoulNamsan B" w:eastAsia="SeoulNamsan B"/>
                <w:sz w:val="22"/>
              </w:rPr>
            </w:pPr>
            <w:r w:rsidRPr="00B82104">
              <w:rPr>
                <w:rFonts w:ascii="SeoulNamsan B" w:eastAsia="SeoulNamsan B" w:hint="eastAsia"/>
                <w:sz w:val="22"/>
              </w:rPr>
              <w:t xml:space="preserve">서울애니메이션센터 </w:t>
            </w:r>
            <w:r w:rsidRPr="00B82104">
              <w:rPr>
                <w:rFonts w:ascii="SeoulNamsan B" w:eastAsia="SeoulNamsan B"/>
                <w:sz w:val="22"/>
                <w:lang w:val="en-GB"/>
              </w:rPr>
              <w:t>A</w:t>
            </w:r>
            <w:r w:rsidRPr="00B82104">
              <w:rPr>
                <w:rFonts w:ascii="SeoulNamsan B" w:eastAsia="SeoulNamsan B" w:hint="eastAsia"/>
                <w:sz w:val="22"/>
              </w:rPr>
              <w:t>동 203호</w:t>
            </w:r>
          </w:p>
          <w:p w14:paraId="539DA587" w14:textId="77777777" w:rsidR="002D1C31" w:rsidRPr="003A4316" w:rsidRDefault="002D1C31" w:rsidP="002D1C31">
            <w:pPr>
              <w:jc w:val="center"/>
              <w:rPr>
                <w:rFonts w:ascii="SeoulNamsan B" w:eastAsia="SeoulNamsan B" w:hint="eastAsia"/>
                <w:b/>
                <w:color w:val="000000" w:themeColor="text1"/>
                <w:sz w:val="28"/>
              </w:rPr>
            </w:pPr>
          </w:p>
        </w:tc>
        <w:tc>
          <w:tcPr>
            <w:tcW w:w="4429" w:type="dxa"/>
            <w:tcBorders>
              <w:top w:val="single" w:sz="4" w:space="0" w:color="FF2850"/>
              <w:left w:val="single" w:sz="4" w:space="0" w:color="FF2850"/>
              <w:bottom w:val="single" w:sz="4" w:space="0" w:color="FF2850"/>
              <w:right w:val="single" w:sz="4" w:space="0" w:color="FF2850"/>
            </w:tcBorders>
          </w:tcPr>
          <w:p w14:paraId="38F9D9D1" w14:textId="77777777" w:rsidR="00E82ACA" w:rsidRPr="003A4316" w:rsidRDefault="00E82ACA" w:rsidP="002D1C31">
            <w:pPr>
              <w:jc w:val="center"/>
              <w:rPr>
                <w:rFonts w:ascii="SeoulNamsan B" w:eastAsia="SeoulNamsan B"/>
                <w:b/>
                <w:color w:val="000000" w:themeColor="text1"/>
                <w:sz w:val="22"/>
              </w:rPr>
            </w:pPr>
          </w:p>
          <w:p w14:paraId="1011469D" w14:textId="77777777" w:rsidR="002D1C31" w:rsidRPr="003A4316" w:rsidRDefault="002D1C31" w:rsidP="002D1C31">
            <w:pPr>
              <w:jc w:val="center"/>
              <w:rPr>
                <w:rFonts w:ascii="SeoulNamsan B" w:eastAsia="SeoulNamsan B"/>
                <w:b/>
                <w:color w:val="000000" w:themeColor="text1"/>
                <w:sz w:val="22"/>
              </w:rPr>
            </w:pPr>
            <w:proofErr w:type="spellStart"/>
            <w:r w:rsidRPr="003A4316">
              <w:rPr>
                <w:rFonts w:ascii="SeoulNamsan B" w:eastAsia="SeoulNamsan B"/>
                <w:b/>
                <w:color w:val="000000" w:themeColor="text1"/>
                <w:sz w:val="22"/>
              </w:rPr>
              <w:t>Festhome</w:t>
            </w:r>
            <w:proofErr w:type="spellEnd"/>
          </w:p>
          <w:p w14:paraId="01CEA285" w14:textId="77777777" w:rsidR="002D1C31" w:rsidRPr="003A4316" w:rsidRDefault="002D1C31" w:rsidP="002D1C31">
            <w:pPr>
              <w:jc w:val="center"/>
              <w:rPr>
                <w:rFonts w:ascii="SeoulNamsan B" w:eastAsia="SeoulNamsan B"/>
                <w:b/>
                <w:color w:val="000000" w:themeColor="text1"/>
                <w:sz w:val="22"/>
              </w:rPr>
            </w:pPr>
            <w:hyperlink r:id="rId10" w:history="1">
              <w:r w:rsidRPr="003A4316">
                <w:rPr>
                  <w:rStyle w:val="Hyperlink"/>
                  <w:rFonts w:ascii="SeoulNamsan B" w:eastAsia="SeoulNamsan B"/>
                  <w:b/>
                  <w:color w:val="000000" w:themeColor="text1"/>
                  <w:sz w:val="22"/>
                </w:rPr>
                <w:t>https://festhome.com/f/sicaf</w:t>
              </w:r>
            </w:hyperlink>
          </w:p>
          <w:p w14:paraId="6F3D859B" w14:textId="77777777" w:rsidR="002D1C31" w:rsidRPr="003A4316" w:rsidRDefault="002D1C31" w:rsidP="002D1C31">
            <w:pPr>
              <w:jc w:val="center"/>
              <w:rPr>
                <w:rFonts w:ascii="SeoulNamsan B" w:eastAsia="SeoulNamsan B"/>
                <w:b/>
                <w:color w:val="000000" w:themeColor="text1"/>
                <w:sz w:val="22"/>
              </w:rPr>
            </w:pPr>
          </w:p>
          <w:p w14:paraId="263B7B7B" w14:textId="6BF33461" w:rsidR="002D1C31" w:rsidRPr="003A4316" w:rsidRDefault="002D1C31" w:rsidP="002D1C31">
            <w:pPr>
              <w:jc w:val="center"/>
              <w:rPr>
                <w:rFonts w:ascii="SeoulNamsan B" w:eastAsia="SeoulNamsan B"/>
                <w:b/>
                <w:color w:val="000000" w:themeColor="text1"/>
                <w:sz w:val="22"/>
              </w:rPr>
            </w:pPr>
            <w:proofErr w:type="spellStart"/>
            <w:r w:rsidRPr="003A4316">
              <w:rPr>
                <w:rFonts w:ascii="SeoulNamsan B" w:eastAsia="SeoulNamsan B"/>
                <w:b/>
                <w:color w:val="000000" w:themeColor="text1"/>
                <w:sz w:val="22"/>
              </w:rPr>
              <w:t>Filmfeeway</w:t>
            </w:r>
            <w:proofErr w:type="spellEnd"/>
          </w:p>
          <w:p w14:paraId="52FCE4F1" w14:textId="77777777" w:rsidR="002D1C31" w:rsidRPr="003A4316" w:rsidRDefault="002D1C31" w:rsidP="002D1C31">
            <w:pPr>
              <w:jc w:val="center"/>
              <w:rPr>
                <w:rFonts w:ascii="SeoulNamsan B" w:eastAsia="SeoulNamsan B"/>
                <w:b/>
                <w:color w:val="000000" w:themeColor="text1"/>
                <w:sz w:val="22"/>
              </w:rPr>
            </w:pPr>
            <w:hyperlink r:id="rId11" w:history="1">
              <w:r w:rsidRPr="003A4316">
                <w:rPr>
                  <w:rStyle w:val="Hyperlink"/>
                  <w:rFonts w:ascii="SeoulNamsan B" w:eastAsia="SeoulNamsan B"/>
                  <w:b/>
                  <w:color w:val="000000" w:themeColor="text1"/>
                  <w:sz w:val="22"/>
                </w:rPr>
                <w:t>https://filmfreeway.com/festival/SICAF</w:t>
              </w:r>
            </w:hyperlink>
          </w:p>
          <w:p w14:paraId="4AE7C16D" w14:textId="77777777" w:rsidR="002D1C31" w:rsidRPr="003A4316" w:rsidRDefault="002D1C31" w:rsidP="002D1C31">
            <w:pPr>
              <w:jc w:val="center"/>
              <w:rPr>
                <w:rFonts w:ascii="SeoulNamsan B" w:eastAsia="SeoulNamsan B"/>
                <w:b/>
                <w:color w:val="000000" w:themeColor="text1"/>
                <w:sz w:val="22"/>
              </w:rPr>
            </w:pPr>
          </w:p>
          <w:p w14:paraId="37F43E33" w14:textId="6C2D6160" w:rsidR="002D1C31" w:rsidRPr="003A4316" w:rsidRDefault="002D1C31" w:rsidP="002D1C31">
            <w:pPr>
              <w:jc w:val="center"/>
              <w:rPr>
                <w:rFonts w:ascii="SeoulNamsan B" w:eastAsia="SeoulNamsan B"/>
                <w:b/>
                <w:color w:val="000000" w:themeColor="text1"/>
                <w:sz w:val="22"/>
              </w:rPr>
            </w:pPr>
            <w:proofErr w:type="spellStart"/>
            <w:r w:rsidRPr="003A4316">
              <w:rPr>
                <w:rFonts w:ascii="SeoulNamsan B" w:eastAsia="SeoulNamsan B"/>
                <w:b/>
                <w:color w:val="000000" w:themeColor="text1"/>
                <w:sz w:val="22"/>
              </w:rPr>
              <w:t>FilmFestivalLife</w:t>
            </w:r>
            <w:proofErr w:type="spellEnd"/>
          </w:p>
          <w:p w14:paraId="30030EEF" w14:textId="77777777" w:rsidR="002D1C31" w:rsidRPr="003A4316" w:rsidRDefault="002D1C31" w:rsidP="002D1C31">
            <w:pPr>
              <w:jc w:val="center"/>
              <w:rPr>
                <w:rFonts w:ascii="SeoulNamsan B" w:eastAsia="SeoulNamsan B" w:hint="eastAsia"/>
                <w:b/>
                <w:color w:val="000000" w:themeColor="text1"/>
                <w:sz w:val="22"/>
              </w:rPr>
            </w:pPr>
            <w:hyperlink r:id="rId12" w:history="1">
              <w:r w:rsidRPr="003A4316">
                <w:rPr>
                  <w:rStyle w:val="Hyperlink"/>
                  <w:rFonts w:ascii="SeoulNamsan B" w:eastAsia="SeoulNamsan B"/>
                  <w:b/>
                  <w:color w:val="000000" w:themeColor="text1"/>
                  <w:sz w:val="22"/>
                </w:rPr>
                <w:t>http://www.filmfestivallife.com/Seoul-International-CartoonAnimation-Festival</w:t>
              </w:r>
            </w:hyperlink>
          </w:p>
          <w:p w14:paraId="61E41BFC" w14:textId="77777777" w:rsidR="002D1C31" w:rsidRPr="003A4316" w:rsidRDefault="002D1C31" w:rsidP="002D1C31">
            <w:pPr>
              <w:jc w:val="center"/>
              <w:rPr>
                <w:rFonts w:ascii="SeoulNamsan B" w:eastAsia="SeoulNamsan B" w:hint="eastAsia"/>
                <w:b/>
                <w:color w:val="000000" w:themeColor="text1"/>
                <w:sz w:val="28"/>
              </w:rPr>
            </w:pPr>
          </w:p>
        </w:tc>
      </w:tr>
    </w:tbl>
    <w:p w14:paraId="26E1826B" w14:textId="77777777" w:rsidR="00E63503" w:rsidRDefault="00E63503" w:rsidP="00E63503">
      <w:pPr>
        <w:rPr>
          <w:rFonts w:ascii="SeoulNamsan B" w:eastAsia="SeoulNamsan B" w:hint="eastAsia"/>
          <w:b/>
          <w:sz w:val="28"/>
          <w:lang w:val="en-GB"/>
        </w:rPr>
      </w:pPr>
    </w:p>
    <w:p w14:paraId="2805033C" w14:textId="02022885" w:rsidR="00124EF4" w:rsidRPr="00723005" w:rsidRDefault="00124EF4" w:rsidP="00E63503">
      <w:pPr>
        <w:rPr>
          <w:rFonts w:ascii="SeoulNamsan B" w:eastAsia="SeoulNamsan B" w:hint="eastAsia"/>
          <w:b/>
          <w:lang w:val="en-GB"/>
        </w:rPr>
      </w:pPr>
      <w:r w:rsidRPr="00723005">
        <w:rPr>
          <w:rFonts w:ascii="SeoulNamsan B" w:eastAsia="SeoulNamsan B" w:hint="eastAsia"/>
          <w:b/>
          <w:lang w:val="en-GB"/>
        </w:rPr>
        <w:t xml:space="preserve">* 출품규약을 숙지후 송부 부탁드립니다. </w:t>
      </w:r>
    </w:p>
    <w:p w14:paraId="2B952CD3" w14:textId="77777777" w:rsidR="00B82104" w:rsidRDefault="00B82104" w:rsidP="004F3F09">
      <w:pPr>
        <w:rPr>
          <w:rFonts w:ascii="SeoulNamsan B" w:eastAsia="SeoulNamsan B" w:hint="eastAsia"/>
          <w:b/>
          <w:sz w:val="28"/>
        </w:rPr>
      </w:pPr>
    </w:p>
    <w:p w14:paraId="6CEE3A5D" w14:textId="3E4543DA" w:rsidR="00B82104" w:rsidRDefault="004F3F09" w:rsidP="004F3F09">
      <w:pPr>
        <w:rPr>
          <w:rFonts w:ascii="SeoulNamsan B" w:eastAsia="SeoulNamsan B" w:hint="eastAsia"/>
          <w:b/>
          <w:sz w:val="28"/>
        </w:rPr>
      </w:pPr>
      <w:r w:rsidRPr="00645CCF">
        <w:rPr>
          <w:rFonts w:ascii="SeoulNamsan B" w:eastAsia="SeoulNamsan B" w:hint="eastAsia"/>
          <w:b/>
          <w:sz w:val="28"/>
        </w:rPr>
        <w:t xml:space="preserve">문의 </w:t>
      </w:r>
    </w:p>
    <w:p w14:paraId="7CB0284C" w14:textId="77777777" w:rsidR="004F3F09" w:rsidRPr="00645CCF" w:rsidRDefault="004F3F09" w:rsidP="004F3F09">
      <w:pPr>
        <w:rPr>
          <w:rFonts w:ascii="SeoulNamsan B" w:eastAsia="SeoulNamsan B"/>
          <w:b/>
          <w:sz w:val="28"/>
        </w:rPr>
      </w:pPr>
    </w:p>
    <w:p w14:paraId="0D06D75C" w14:textId="77777777" w:rsidR="004F3F09" w:rsidRPr="00B82104" w:rsidRDefault="004F3F09" w:rsidP="004F3F09">
      <w:pPr>
        <w:rPr>
          <w:rFonts w:ascii="SeoulNamsan B" w:eastAsia="SeoulNamsan B"/>
          <w:sz w:val="22"/>
        </w:rPr>
      </w:pPr>
      <w:r w:rsidRPr="00B82104">
        <w:rPr>
          <w:rFonts w:ascii="SeoulNamsan B" w:eastAsia="SeoulNamsan B" w:hint="eastAsia"/>
          <w:sz w:val="22"/>
        </w:rPr>
        <w:t>(사) SICAF 조직위원회 (영화제팀)</w:t>
      </w:r>
    </w:p>
    <w:p w14:paraId="5A809FB0" w14:textId="77777777" w:rsidR="004F3F09" w:rsidRPr="00B82104" w:rsidRDefault="004F3F09" w:rsidP="004F3F09">
      <w:pPr>
        <w:rPr>
          <w:rFonts w:ascii="SeoulNamsan B" w:eastAsia="SeoulNamsan B"/>
          <w:sz w:val="22"/>
        </w:rPr>
      </w:pPr>
      <w:r w:rsidRPr="00B82104">
        <w:rPr>
          <w:rFonts w:ascii="SeoulNamsan B" w:eastAsia="SeoulNamsan B" w:hint="eastAsia"/>
          <w:sz w:val="22"/>
        </w:rPr>
        <w:t xml:space="preserve">(100-250) 서울시 중구 소파로 126 </w:t>
      </w:r>
    </w:p>
    <w:p w14:paraId="137B16C8" w14:textId="77777777" w:rsidR="004F3F09" w:rsidRPr="00B82104" w:rsidRDefault="004F3F09" w:rsidP="004F3F09">
      <w:pPr>
        <w:rPr>
          <w:rFonts w:ascii="SeoulNamsan B" w:eastAsia="SeoulNamsan B"/>
          <w:sz w:val="22"/>
        </w:rPr>
      </w:pPr>
      <w:r w:rsidRPr="00B82104">
        <w:rPr>
          <w:rFonts w:ascii="SeoulNamsan B" w:eastAsia="SeoulNamsan B" w:hint="eastAsia"/>
          <w:sz w:val="22"/>
        </w:rPr>
        <w:t xml:space="preserve">서울애니메이션센터 </w:t>
      </w:r>
      <w:r w:rsidRPr="00B82104">
        <w:rPr>
          <w:rFonts w:ascii="SeoulNamsan B" w:eastAsia="SeoulNamsan B"/>
          <w:sz w:val="22"/>
          <w:lang w:val="en-GB"/>
        </w:rPr>
        <w:t>A</w:t>
      </w:r>
      <w:r w:rsidRPr="00B82104">
        <w:rPr>
          <w:rFonts w:ascii="SeoulNamsan B" w:eastAsia="SeoulNamsan B" w:hint="eastAsia"/>
          <w:sz w:val="22"/>
        </w:rPr>
        <w:t>동 203호</w:t>
      </w:r>
    </w:p>
    <w:p w14:paraId="7425A316" w14:textId="77777777" w:rsidR="004F3F09" w:rsidRPr="00B82104" w:rsidRDefault="004F3F09" w:rsidP="004F3F09">
      <w:pPr>
        <w:rPr>
          <w:rFonts w:ascii="SeoulNamsan B" w:eastAsia="SeoulNamsan B"/>
          <w:sz w:val="22"/>
        </w:rPr>
      </w:pPr>
      <w:proofErr w:type="gramStart"/>
      <w:r w:rsidRPr="00B82104">
        <w:rPr>
          <w:rFonts w:ascii="SeoulNamsan B" w:eastAsia="SeoulNamsan B" w:hint="eastAsia"/>
          <w:sz w:val="22"/>
        </w:rPr>
        <w:t>Tel :</w:t>
      </w:r>
      <w:proofErr w:type="gramEnd"/>
      <w:r w:rsidRPr="00B82104">
        <w:rPr>
          <w:rFonts w:ascii="SeoulNamsan B" w:eastAsia="SeoulNamsan B" w:hint="eastAsia"/>
          <w:sz w:val="22"/>
        </w:rPr>
        <w:t xml:space="preserve"> 02-3455-8436 | Fax : 02-3455-8421</w:t>
      </w:r>
    </w:p>
    <w:p w14:paraId="62EE782E" w14:textId="77777777" w:rsidR="004F3F09" w:rsidRPr="00B82104" w:rsidRDefault="004F3F09" w:rsidP="004F3F09">
      <w:pPr>
        <w:rPr>
          <w:rFonts w:ascii="SeoulNamsan B" w:eastAsia="SeoulNamsan B"/>
          <w:sz w:val="22"/>
        </w:rPr>
      </w:pPr>
      <w:r w:rsidRPr="00B82104">
        <w:rPr>
          <w:rFonts w:ascii="SeoulNamsan B" w:eastAsia="SeoulNamsan B" w:hint="eastAsia"/>
          <w:sz w:val="22"/>
        </w:rPr>
        <w:t xml:space="preserve">E-mail  </w:t>
      </w:r>
      <w:hyperlink r:id="rId13" w:history="1">
        <w:r w:rsidRPr="00B82104">
          <w:rPr>
            <w:rStyle w:val="Hyperlink"/>
            <w:rFonts w:ascii="SeoulNamsan B" w:eastAsia="SeoulNamsan B" w:hint="eastAsia"/>
            <w:color w:val="FF3066"/>
            <w:sz w:val="22"/>
          </w:rPr>
          <w:t>entries.sicaf@gmail.com</w:t>
        </w:r>
      </w:hyperlink>
      <w:r w:rsidRPr="00B82104">
        <w:rPr>
          <w:rFonts w:ascii="SeoulNamsan B" w:eastAsia="SeoulNamsan B" w:hint="eastAsia"/>
          <w:color w:val="FF3066"/>
          <w:sz w:val="22"/>
        </w:rPr>
        <w:t xml:space="preserve">  |  </w:t>
      </w:r>
      <w:hyperlink r:id="rId14" w:history="1">
        <w:r w:rsidRPr="00B82104">
          <w:rPr>
            <w:rStyle w:val="Hyperlink"/>
            <w:rFonts w:ascii="SeoulNamsan B" w:eastAsia="SeoulNamsan B"/>
            <w:color w:val="FF3066"/>
            <w:sz w:val="22"/>
          </w:rPr>
          <w:t>film.sicaf@gmail.com</w:t>
        </w:r>
      </w:hyperlink>
      <w:r w:rsidRPr="00B82104">
        <w:rPr>
          <w:rFonts w:ascii="SeoulNamsan B" w:eastAsia="SeoulNamsan B"/>
          <w:sz w:val="22"/>
        </w:rPr>
        <w:t xml:space="preserve"> </w:t>
      </w:r>
      <w:bookmarkStart w:id="0" w:name="_GoBack"/>
      <w:bookmarkEnd w:id="0"/>
    </w:p>
    <w:p w14:paraId="718559D8" w14:textId="77777777" w:rsidR="004F3F09" w:rsidRPr="00B82104" w:rsidRDefault="004F3F09" w:rsidP="004F3F09">
      <w:pPr>
        <w:rPr>
          <w:sz w:val="22"/>
        </w:rPr>
      </w:pPr>
    </w:p>
    <w:p w14:paraId="23D4AB35" w14:textId="77777777" w:rsidR="006F0C2F" w:rsidRPr="006F0C2F" w:rsidRDefault="006F0C2F" w:rsidP="006F0C2F">
      <w:pPr>
        <w:rPr>
          <w:rFonts w:ascii="SeoulNamsan B" w:eastAsia="SeoulNamsan B"/>
        </w:rPr>
      </w:pPr>
    </w:p>
    <w:sectPr w:rsidR="006F0C2F" w:rsidRPr="006F0C2F" w:rsidSect="002A156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SeoulNamsan B">
    <w:panose1 w:val="02020603020101020101"/>
    <w:charset w:val="81"/>
    <w:family w:val="auto"/>
    <w:pitch w:val="variable"/>
    <w:sig w:usb0="800003A7" w:usb1="39D7FCFB" w:usb2="00000014" w:usb3="00000000" w:csb0="0008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맑은 고딕">
    <w:charset w:val="81"/>
    <w:family w:val="auto"/>
    <w:pitch w:val="variable"/>
    <w:sig w:usb0="9000002F" w:usb1="29D77CFB" w:usb2="00000012" w:usb3="00000000" w:csb0="00080001" w:csb1="00000000"/>
  </w:font>
  <w:font w:name="SeoulNamsan EB">
    <w:charset w:val="81"/>
    <w:family w:val="auto"/>
    <w:pitch w:val="variable"/>
    <w:sig w:usb0="800002A7" w:usb1="39D7FCFB" w:usb2="00000010" w:usb3="00000000" w:csb0="00080001" w:csb1="00000000"/>
  </w:font>
  <w:font w:name="굴림">
    <w:charset w:val="81"/>
    <w:family w:val="auto"/>
    <w:pitch w:val="variable"/>
    <w:sig w:usb0="B00002AF" w:usb1="69D77CFB" w:usb2="00000030" w:usb3="00000000" w:csb0="0008009F" w:csb1="00000000"/>
  </w:font>
  <w:font w:name="SeoulNamsan M">
    <w:panose1 w:val="02020603020101020101"/>
    <w:charset w:val="81"/>
    <w:family w:val="auto"/>
    <w:pitch w:val="variable"/>
    <w:sig w:usb0="800003A7" w:usb1="39D7FCFB" w:usb2="00000014" w:usb3="00000000" w:csb0="0008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B30A6"/>
    <w:multiLevelType w:val="hybridMultilevel"/>
    <w:tmpl w:val="23028292"/>
    <w:lvl w:ilvl="0" w:tplc="6590BFC6">
      <w:numFmt w:val="bullet"/>
      <w:lvlText w:val=""/>
      <w:lvlJc w:val="left"/>
      <w:pPr>
        <w:ind w:left="720" w:hanging="360"/>
      </w:pPr>
      <w:rPr>
        <w:rFonts w:ascii="Symbol" w:eastAsia="SeoulNamsan B"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01177"/>
    <w:multiLevelType w:val="hybridMultilevel"/>
    <w:tmpl w:val="6D605B9A"/>
    <w:lvl w:ilvl="0" w:tplc="6590BFC6">
      <w:numFmt w:val="bullet"/>
      <w:lvlText w:val=""/>
      <w:lvlJc w:val="left"/>
      <w:pPr>
        <w:ind w:left="720" w:hanging="360"/>
      </w:pPr>
      <w:rPr>
        <w:rFonts w:ascii="Symbol" w:eastAsia="SeoulNamsan B"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144319"/>
    <w:multiLevelType w:val="hybridMultilevel"/>
    <w:tmpl w:val="C56C576C"/>
    <w:lvl w:ilvl="0" w:tplc="6590BFC6">
      <w:numFmt w:val="bullet"/>
      <w:lvlText w:val=""/>
      <w:lvlJc w:val="left"/>
      <w:pPr>
        <w:ind w:left="720" w:hanging="360"/>
      </w:pPr>
      <w:rPr>
        <w:rFonts w:ascii="Symbol" w:eastAsia="SeoulNamsan B"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4B52CF"/>
    <w:multiLevelType w:val="hybridMultilevel"/>
    <w:tmpl w:val="8494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F09"/>
    <w:rsid w:val="00021938"/>
    <w:rsid w:val="000768F8"/>
    <w:rsid w:val="000A273E"/>
    <w:rsid w:val="000A6B6F"/>
    <w:rsid w:val="0010481F"/>
    <w:rsid w:val="0011084B"/>
    <w:rsid w:val="0011589B"/>
    <w:rsid w:val="00124EF4"/>
    <w:rsid w:val="001618B0"/>
    <w:rsid w:val="00221EAF"/>
    <w:rsid w:val="00230F89"/>
    <w:rsid w:val="00234FEE"/>
    <w:rsid w:val="00244ACE"/>
    <w:rsid w:val="00244CCC"/>
    <w:rsid w:val="0028188D"/>
    <w:rsid w:val="002A156C"/>
    <w:rsid w:val="002A218F"/>
    <w:rsid w:val="002C18C8"/>
    <w:rsid w:val="002D1C31"/>
    <w:rsid w:val="002E7118"/>
    <w:rsid w:val="003A4316"/>
    <w:rsid w:val="003A704C"/>
    <w:rsid w:val="004A059C"/>
    <w:rsid w:val="004A21E0"/>
    <w:rsid w:val="004D0227"/>
    <w:rsid w:val="004E1B7C"/>
    <w:rsid w:val="004E3FD7"/>
    <w:rsid w:val="004F3F09"/>
    <w:rsid w:val="00521380"/>
    <w:rsid w:val="005261E7"/>
    <w:rsid w:val="005639AA"/>
    <w:rsid w:val="005B46E1"/>
    <w:rsid w:val="00655118"/>
    <w:rsid w:val="0069513E"/>
    <w:rsid w:val="006B3B76"/>
    <w:rsid w:val="006C35D0"/>
    <w:rsid w:val="006F0C2F"/>
    <w:rsid w:val="006F48AB"/>
    <w:rsid w:val="007035EF"/>
    <w:rsid w:val="00723005"/>
    <w:rsid w:val="00727D97"/>
    <w:rsid w:val="007351B9"/>
    <w:rsid w:val="0079708F"/>
    <w:rsid w:val="007F3D60"/>
    <w:rsid w:val="0085064C"/>
    <w:rsid w:val="008E0243"/>
    <w:rsid w:val="00904C11"/>
    <w:rsid w:val="0091476F"/>
    <w:rsid w:val="00942BE6"/>
    <w:rsid w:val="009A3FD7"/>
    <w:rsid w:val="009B4666"/>
    <w:rsid w:val="009D4E45"/>
    <w:rsid w:val="00A54A91"/>
    <w:rsid w:val="00AF0536"/>
    <w:rsid w:val="00AF3402"/>
    <w:rsid w:val="00B2472A"/>
    <w:rsid w:val="00B336AC"/>
    <w:rsid w:val="00B82104"/>
    <w:rsid w:val="00B8530A"/>
    <w:rsid w:val="00C329FA"/>
    <w:rsid w:val="00C4521A"/>
    <w:rsid w:val="00C557A6"/>
    <w:rsid w:val="00C63B08"/>
    <w:rsid w:val="00CA463D"/>
    <w:rsid w:val="00CD215A"/>
    <w:rsid w:val="00D91512"/>
    <w:rsid w:val="00DD1914"/>
    <w:rsid w:val="00E63503"/>
    <w:rsid w:val="00E82ACA"/>
    <w:rsid w:val="00E8340F"/>
    <w:rsid w:val="00EF658D"/>
    <w:rsid w:val="00F014BD"/>
    <w:rsid w:val="00F342B7"/>
    <w:rsid w:val="00F90724"/>
    <w:rsid w:val="00FC0A3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EC3A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1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18B0"/>
    <w:pPr>
      <w:ind w:left="720"/>
      <w:contextualSpacing/>
    </w:pPr>
  </w:style>
  <w:style w:type="character" w:styleId="Hyperlink">
    <w:name w:val="Hyperlink"/>
    <w:basedOn w:val="DefaultParagraphFont"/>
    <w:uiPriority w:val="99"/>
    <w:unhideWhenUsed/>
    <w:rsid w:val="004F3F09"/>
    <w:rPr>
      <w:color w:val="0563C1" w:themeColor="hyperlink"/>
      <w:u w:val="single"/>
    </w:rPr>
  </w:style>
  <w:style w:type="character" w:styleId="FollowedHyperlink">
    <w:name w:val="FollowedHyperlink"/>
    <w:basedOn w:val="DefaultParagraphFont"/>
    <w:uiPriority w:val="99"/>
    <w:semiHidden/>
    <w:unhideWhenUsed/>
    <w:rsid w:val="00E82A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filmfreeway.com/festival/SICAF" TargetMode="External"/><Relationship Id="rId12" Type="http://schemas.openxmlformats.org/officeDocument/2006/relationships/hyperlink" Target="http://www.filmfestivallife.com/Seoul-International-CartoonAnimation-Festival" TargetMode="External"/><Relationship Id="rId13" Type="http://schemas.openxmlformats.org/officeDocument/2006/relationships/hyperlink" Target="mailto:entries.sicaf@gmail.com" TargetMode="External"/><Relationship Id="rId14" Type="http://schemas.openxmlformats.org/officeDocument/2006/relationships/hyperlink" Target="mailto:film.sicaf@gmail.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icaf.org/form/SICAF2016_Regulation&amp;Entry_Form_KOR.docx" TargetMode="External"/><Relationship Id="rId7" Type="http://schemas.openxmlformats.org/officeDocument/2006/relationships/hyperlink" Target="http://sicaf.org/form/SICAF2016_Regulation&amp;Entry_Form_KOR.pdf" TargetMode="External"/><Relationship Id="rId8" Type="http://schemas.openxmlformats.org/officeDocument/2006/relationships/hyperlink" Target="mailto:entries.sicaf@gmail.com" TargetMode="External"/><Relationship Id="rId9" Type="http://schemas.openxmlformats.org/officeDocument/2006/relationships/hyperlink" Target="mailto:Film.sicaf@gmail.com" TargetMode="External"/><Relationship Id="rId10" Type="http://schemas.openxmlformats.org/officeDocument/2006/relationships/hyperlink" Target="https://festhome.com/f/sic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Heeseonkim/Library/Group%20Containers/UBF8T346G9.Office/User%20Content.localized/Templates.localized/Animated%20%20Film%20Festiv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Animated  Film Festival.dotx</Template>
  <TotalTime>11</TotalTime>
  <Pages>2</Pages>
  <Words>388</Words>
  <Characters>2216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Heeseon Kim.Sun</dc:creator>
  <cp:keywords/>
  <dc:description/>
  <cp:lastModifiedBy>Heeseon Kim.Sun</cp:lastModifiedBy>
  <cp:revision>17</cp:revision>
  <cp:lastPrinted>2016-03-08T08:34:00Z</cp:lastPrinted>
  <dcterms:created xsi:type="dcterms:W3CDTF">2016-03-10T01:36:00Z</dcterms:created>
  <dcterms:modified xsi:type="dcterms:W3CDTF">2016-03-10T01:52:00Z</dcterms:modified>
</cp:coreProperties>
</file>